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36"/>
        <w:gridCol w:w="4403"/>
      </w:tblGrid>
      <w:tr w:rsidR="00AC063C" w:rsidRPr="00DB345C" w:rsidTr="00AC063C">
        <w:trPr>
          <w:trHeight w:hRule="exact" w:val="17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063C" w:rsidRPr="00CC30F2" w:rsidRDefault="00AC063C" w:rsidP="00C9674F">
            <w:bookmarkStart w:id="0" w:name="_GoBack"/>
            <w:bookmarkEnd w:id="0"/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063C" w:rsidRPr="00CC30F2" w:rsidRDefault="00AC063C" w:rsidP="00C9674F"/>
        </w:tc>
      </w:tr>
      <w:tr w:rsidR="00AC063C" w:rsidRPr="00DB36AC" w:rsidTr="00AC063C">
        <w:trPr>
          <w:trHeight w:val="340"/>
        </w:trPr>
        <w:tc>
          <w:tcPr>
            <w:tcW w:w="523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42" w:type="dxa"/>
            </w:tcMar>
            <w:vAlign w:val="center"/>
          </w:tcPr>
          <w:p w:rsidR="00AC063C" w:rsidRPr="00DB36AC" w:rsidRDefault="000F37E3" w:rsidP="00AC063C">
            <w:pPr>
              <w:pStyle w:val="Bezeichnung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</w:t>
            </w:r>
            <w:r w:rsidR="00AC063C" w:rsidRPr="00DB36AC">
              <w:rPr>
                <w:b w:val="0"/>
                <w:sz w:val="22"/>
                <w:szCs w:val="22"/>
              </w:rPr>
              <w:t xml:space="preserve">anton </w:t>
            </w:r>
            <w:r>
              <w:rPr>
                <w:b w:val="0"/>
                <w:sz w:val="22"/>
                <w:szCs w:val="22"/>
              </w:rPr>
              <w:t xml:space="preserve">de </w:t>
            </w:r>
            <w:r w:rsidR="00AC063C" w:rsidRPr="00DB36AC">
              <w:rPr>
                <w:b w:val="0"/>
                <w:sz w:val="22"/>
                <w:szCs w:val="22"/>
              </w:rPr>
              <w:t>Bern</w:t>
            </w:r>
            <w:r>
              <w:rPr>
                <w:b w:val="0"/>
                <w:sz w:val="22"/>
                <w:szCs w:val="22"/>
              </w:rPr>
              <w:t>e</w: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063C" w:rsidRPr="00DB36AC" w:rsidRDefault="000F37E3" w:rsidP="002B5844">
            <w:pPr>
              <w:pStyle w:val="Bezeichnung"/>
              <w:spacing w:after="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Maître d'o</w:t>
            </w:r>
            <w:r w:rsidR="002B5844">
              <w:rPr>
                <w:b w:val="0"/>
                <w:sz w:val="22"/>
                <w:szCs w:val="22"/>
              </w:rPr>
              <w:t>uvrage</w:t>
            </w:r>
          </w:p>
        </w:tc>
      </w:tr>
      <w:tr w:rsidR="00AC063C" w:rsidRPr="00AC063C" w:rsidTr="00AC063C">
        <w:trPr>
          <w:trHeight w:hRule="exact" w:val="1077"/>
        </w:trPr>
        <w:tc>
          <w:tcPr>
            <w:tcW w:w="523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42" w:type="dxa"/>
            </w:tcMar>
          </w:tcPr>
          <w:p w:rsidR="00AC063C" w:rsidRPr="000F37E3" w:rsidRDefault="000F37E3" w:rsidP="00E51BE4">
            <w:pPr>
              <w:spacing w:after="40"/>
              <w:jc w:val="left"/>
              <w:rPr>
                <w:rFonts w:cs="Arial"/>
                <w:sz w:val="22"/>
                <w:szCs w:val="22"/>
                <w:lang w:val="fr-CH"/>
              </w:rPr>
            </w:pPr>
            <w:r w:rsidRPr="000F37E3">
              <w:rPr>
                <w:rFonts w:cs="Arial"/>
                <w:sz w:val="22"/>
                <w:szCs w:val="22"/>
                <w:lang w:val="fr-CH"/>
              </w:rPr>
              <w:t xml:space="preserve">Division forestière </w:t>
            </w:r>
            <w:r w:rsidR="002B5844">
              <w:rPr>
                <w:rFonts w:cs="Arial"/>
                <w:sz w:val="22"/>
                <w:szCs w:val="22"/>
                <w:lang w:val="fr-CH"/>
              </w:rPr>
              <w:t>Jura bernois</w:t>
            </w:r>
          </w:p>
          <w:p w:rsidR="00AC063C" w:rsidRPr="000F37E3" w:rsidRDefault="000F37E3" w:rsidP="00E51BE4">
            <w:pPr>
              <w:spacing w:after="40"/>
              <w:jc w:val="left"/>
              <w:rPr>
                <w:rFonts w:cs="Arial"/>
                <w:sz w:val="22"/>
                <w:szCs w:val="22"/>
                <w:lang w:val="fr-CH"/>
              </w:rPr>
            </w:pPr>
            <w:r w:rsidRPr="000F37E3">
              <w:rPr>
                <w:rFonts w:cs="Arial"/>
                <w:sz w:val="22"/>
                <w:szCs w:val="22"/>
                <w:lang w:val="fr-CH"/>
              </w:rPr>
              <w:t xml:space="preserve">Commune </w:t>
            </w:r>
            <w:r w:rsidR="00AC063C" w:rsidRPr="000F37E3">
              <w:rPr>
                <w:rFonts w:cs="Arial"/>
                <w:sz w:val="22"/>
                <w:szCs w:val="22"/>
                <w:lang w:val="fr-CH"/>
              </w:rPr>
              <w:t xml:space="preserve">de </w:t>
            </w:r>
            <w:r w:rsidR="00AC063C" w:rsidRPr="000F37E3">
              <w:rPr>
                <w:rFonts w:cs="Arial"/>
                <w:color w:val="FF0000"/>
                <w:sz w:val="22"/>
                <w:szCs w:val="22"/>
                <w:lang w:val="fr-CH"/>
              </w:rPr>
              <w:t>xxx</w: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063C" w:rsidRPr="00AC063C" w:rsidRDefault="00AC063C" w:rsidP="00E51BE4">
            <w:pPr>
              <w:spacing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AC063C">
              <w:rPr>
                <w:rFonts w:cs="Arial"/>
                <w:color w:val="FF0000"/>
                <w:sz w:val="22"/>
                <w:szCs w:val="22"/>
              </w:rPr>
              <w:t>xxx</w:t>
            </w:r>
          </w:p>
          <w:p w:rsidR="00AC063C" w:rsidRPr="00AC063C" w:rsidRDefault="00AC063C" w:rsidP="00E51BE4">
            <w:pPr>
              <w:spacing w:after="40"/>
              <w:jc w:val="right"/>
              <w:rPr>
                <w:rFonts w:cs="Arial"/>
                <w:sz w:val="22"/>
                <w:szCs w:val="22"/>
              </w:rPr>
            </w:pPr>
            <w:r w:rsidRPr="00AC063C">
              <w:rPr>
                <w:rFonts w:cs="Arial"/>
                <w:color w:val="FF0000"/>
                <w:sz w:val="22"/>
                <w:szCs w:val="22"/>
              </w:rPr>
              <w:t>xxx</w:t>
            </w:r>
          </w:p>
        </w:tc>
      </w:tr>
      <w:tr w:rsidR="00AC063C" w:rsidRPr="00A41928" w:rsidTr="00F30FD8">
        <w:trPr>
          <w:trHeight w:hRule="exact" w:val="567"/>
        </w:trPr>
        <w:tc>
          <w:tcPr>
            <w:tcW w:w="963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63C" w:rsidRPr="00A41928" w:rsidRDefault="00AC063C" w:rsidP="00C9674F"/>
        </w:tc>
      </w:tr>
      <w:tr w:rsidR="00AC063C" w:rsidRPr="00DB345C" w:rsidTr="00F30FD8">
        <w:trPr>
          <w:trHeight w:hRule="exact" w:val="1871"/>
        </w:trPr>
        <w:tc>
          <w:tcPr>
            <w:tcW w:w="963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63C" w:rsidRPr="00B62C6E" w:rsidRDefault="00861840" w:rsidP="00E00ABF">
            <w:pPr>
              <w:pStyle w:val="Proj-beschriftung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DESSERTE</w:t>
            </w:r>
            <w:r w:rsidR="00AC063C" w:rsidRPr="00B62C6E">
              <w:rPr>
                <w:sz w:val="48"/>
                <w:szCs w:val="48"/>
              </w:rPr>
              <w:t xml:space="preserve"> </w:t>
            </w:r>
          </w:p>
          <w:p w:rsidR="00AC063C" w:rsidRPr="00CF2901" w:rsidRDefault="00AC063C" w:rsidP="00E00ABF">
            <w:pPr>
              <w:pStyle w:val="Proj-beschriftung"/>
              <w:rPr>
                <w:caps/>
                <w:color w:val="FF0000"/>
                <w:szCs w:val="56"/>
              </w:rPr>
            </w:pPr>
            <w:r w:rsidRPr="00B62C6E">
              <w:rPr>
                <w:caps/>
                <w:color w:val="FF0000"/>
                <w:sz w:val="48"/>
                <w:szCs w:val="48"/>
              </w:rPr>
              <w:t>xxxx</w:t>
            </w:r>
          </w:p>
        </w:tc>
      </w:tr>
      <w:tr w:rsidR="00AC063C" w:rsidRPr="00DB345C" w:rsidTr="00F30FD8">
        <w:trPr>
          <w:trHeight w:hRule="exact" w:val="1644"/>
        </w:trPr>
        <w:tc>
          <w:tcPr>
            <w:tcW w:w="963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63C" w:rsidRPr="00B62C6E" w:rsidRDefault="00861840" w:rsidP="003E25B7">
            <w:pPr>
              <w:pStyle w:val="Proj-beschriftung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Avant-</w:t>
            </w:r>
            <w:r w:rsidR="00AC063C" w:rsidRPr="00B62C6E">
              <w:rPr>
                <w:sz w:val="48"/>
                <w:szCs w:val="48"/>
              </w:rPr>
              <w:t>proje</w:t>
            </w:r>
            <w:r>
              <w:rPr>
                <w:sz w:val="48"/>
                <w:szCs w:val="48"/>
              </w:rPr>
              <w:t>t</w:t>
            </w:r>
          </w:p>
        </w:tc>
      </w:tr>
      <w:tr w:rsidR="00AC063C" w:rsidRPr="00AC063C" w:rsidTr="00F30FD8">
        <w:trPr>
          <w:trHeight w:hRule="exact" w:val="6180"/>
        </w:trPr>
        <w:tc>
          <w:tcPr>
            <w:tcW w:w="963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142" w:type="dxa"/>
              <w:right w:w="68" w:type="dxa"/>
            </w:tcMar>
          </w:tcPr>
          <w:p w:rsidR="00AC063C" w:rsidRPr="00AC063C" w:rsidRDefault="00901DC5" w:rsidP="00AC063C">
            <w:pPr>
              <w:pStyle w:val="VerzeichnisBeschriftu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Table des matières</w:t>
            </w:r>
          </w:p>
          <w:p w:rsidR="00911865" w:rsidRDefault="00A3716A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r w:rsidRPr="00AC063C">
              <w:rPr>
                <w:sz w:val="22"/>
                <w:szCs w:val="22"/>
              </w:rPr>
              <w:fldChar w:fldCharType="begin"/>
            </w:r>
            <w:r w:rsidR="00AC063C" w:rsidRPr="00AC063C">
              <w:rPr>
                <w:sz w:val="22"/>
                <w:szCs w:val="22"/>
              </w:rPr>
              <w:instrText xml:space="preserve"> TOC \o "1-1" \h \z \u </w:instrText>
            </w:r>
            <w:r w:rsidRPr="00AC063C">
              <w:rPr>
                <w:sz w:val="22"/>
                <w:szCs w:val="22"/>
              </w:rPr>
              <w:fldChar w:fldCharType="separate"/>
            </w:r>
            <w:hyperlink w:anchor="_Toc351362507" w:history="1">
              <w:r w:rsidR="00911865" w:rsidRPr="008B4F28">
                <w:rPr>
                  <w:rStyle w:val="Hyperlink"/>
                  <w:noProof/>
                </w:rPr>
                <w:t>1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</w:rPr>
                <w:t>Périmètre du projet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_Toc351362507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1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08" w:history="1">
              <w:r w:rsidR="00911865" w:rsidRPr="008B4F28">
                <w:rPr>
                  <w:rStyle w:val="Hyperlink"/>
                  <w:noProof/>
                  <w:lang w:val="fr-CH"/>
                </w:rPr>
                <w:t>2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  <w:lang w:val="fr-CH"/>
                </w:rPr>
                <w:t>Fonctions forestières et relation avec la planification forestière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_Toc351362508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1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09" w:history="1">
              <w:r w:rsidR="00911865" w:rsidRPr="008B4F28">
                <w:rPr>
                  <w:rStyle w:val="Hyperlink"/>
                  <w:noProof/>
                </w:rPr>
                <w:t>3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</w:rPr>
                <w:t>Analyse des problèmes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_Toc351362509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2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10" w:history="1">
              <w:r w:rsidR="00911865" w:rsidRPr="008B4F28">
                <w:rPr>
                  <w:rStyle w:val="Hyperlink"/>
                  <w:noProof/>
                  <w:lang w:val="fr-CH"/>
                </w:rPr>
                <w:t>4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  <w:lang w:val="fr-CH"/>
                </w:rPr>
                <w:t>Buts et justification du projet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_Toc351362510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2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11" w:history="1">
              <w:r w:rsidR="00911865" w:rsidRPr="008B4F28">
                <w:rPr>
                  <w:rStyle w:val="Hyperlink"/>
                  <w:noProof/>
                  <w:lang w:val="fr-CH"/>
                </w:rPr>
                <w:t>5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  <w:lang w:val="fr-CH"/>
                </w:rPr>
                <w:t>Concept de récolte des bois et de desserte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_Toc351362511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2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12" w:history="1">
              <w:r w:rsidR="00911865" w:rsidRPr="008B4F28">
                <w:rPr>
                  <w:rStyle w:val="Hyperlink"/>
                  <w:noProof/>
                </w:rPr>
                <w:t>6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</w:rPr>
                <w:t>Mesures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_Toc351362512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2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13" w:history="1">
              <w:r w:rsidR="00911865" w:rsidRPr="008B4F28">
                <w:rPr>
                  <w:rStyle w:val="Hyperlink"/>
                  <w:noProof/>
                  <w:lang w:val="fr-CH"/>
                </w:rPr>
                <w:t>7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  <w:lang w:val="fr-CH"/>
                </w:rPr>
                <w:t>Impacts et mesures de compensation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_Toc351362513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2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14" w:history="1">
              <w:r w:rsidR="00911865" w:rsidRPr="008B4F28">
                <w:rPr>
                  <w:rStyle w:val="Hyperlink"/>
                  <w:noProof/>
                </w:rPr>
                <w:t>8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</w:rPr>
                <w:t>Coûts de construction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_Toc351362514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3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15" w:history="1">
              <w:r w:rsidR="00911865" w:rsidRPr="008B4F28">
                <w:rPr>
                  <w:rStyle w:val="Hyperlink"/>
                  <w:noProof/>
                </w:rPr>
                <w:t>9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</w:rPr>
                <w:t>Rentabilité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_Toc351362515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3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16" w:history="1">
              <w:r w:rsidR="00911865" w:rsidRPr="008B4F28">
                <w:rPr>
                  <w:rStyle w:val="Hyperlink"/>
                  <w:noProof/>
                </w:rPr>
                <w:t>10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</w:rPr>
                <w:t>Permis de construire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_Toc351362516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4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17" w:history="1">
              <w:r w:rsidR="00911865" w:rsidRPr="008B4F28">
                <w:rPr>
                  <w:rStyle w:val="Hyperlink"/>
                  <w:noProof/>
                </w:rPr>
                <w:t>11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</w:rPr>
                <w:t>Délais et programme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_Toc351362517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4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18" w:history="1">
              <w:r w:rsidR="00911865" w:rsidRPr="008B4F28">
                <w:rPr>
                  <w:rStyle w:val="Hyperlink"/>
                  <w:noProof/>
                </w:rPr>
                <w:t>12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</w:rPr>
                <w:t>Plan de financement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_Toc351362518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4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19" w:history="1">
              <w:r w:rsidR="00911865" w:rsidRPr="008B4F28">
                <w:rPr>
                  <w:rStyle w:val="Hyperlink"/>
                  <w:noProof/>
                  <w:lang w:val="fr-CH"/>
                </w:rPr>
                <w:t>13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  <w:lang w:val="fr-CH"/>
                </w:rPr>
                <w:t>Mise en application de l'interdiction de circuler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_Toc351362519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4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20" w:history="1">
              <w:r w:rsidR="00911865" w:rsidRPr="008B4F28">
                <w:rPr>
                  <w:rStyle w:val="Hyperlink"/>
                  <w:noProof/>
                  <w:lang w:val="fr-CH"/>
                </w:rPr>
                <w:t>14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  <w:lang w:val="fr-CH"/>
                </w:rPr>
                <w:t>Entretien et utilisation de la desserte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_Toc351362520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4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21" w:history="1">
              <w:r w:rsidR="00911865" w:rsidRPr="008B4F28">
                <w:rPr>
                  <w:rStyle w:val="Hyperlink"/>
                  <w:noProof/>
                </w:rPr>
                <w:t>15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</w:rPr>
                <w:t>Maître d'o</w:t>
              </w:r>
              <w:r w:rsidR="00D64315">
                <w:rPr>
                  <w:rStyle w:val="Hyperlink"/>
                  <w:noProof/>
                </w:rPr>
                <w:t>uvrage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_Toc351362521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4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911865" w:rsidRDefault="00073471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CH" w:eastAsia="fr-CH"/>
              </w:rPr>
            </w:pPr>
            <w:hyperlink w:anchor="_Toc351362522" w:history="1">
              <w:r w:rsidR="00911865" w:rsidRPr="008B4F28">
                <w:rPr>
                  <w:rStyle w:val="Hyperlink"/>
                  <w:noProof/>
                </w:rPr>
                <w:t>16</w:t>
              </w:r>
              <w:r w:rsidR="009118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val="fr-CH" w:eastAsia="fr-CH"/>
                </w:rPr>
                <w:tab/>
              </w:r>
              <w:r w:rsidR="00911865" w:rsidRPr="008B4F28">
                <w:rPr>
                  <w:rStyle w:val="Hyperlink"/>
                  <w:noProof/>
                </w:rPr>
                <w:t>Appendice</w:t>
              </w:r>
              <w:r w:rsidR="00911865">
                <w:rPr>
                  <w:noProof/>
                  <w:webHidden/>
                </w:rPr>
                <w:tab/>
              </w:r>
              <w:r w:rsidR="00911865">
                <w:rPr>
                  <w:noProof/>
                  <w:webHidden/>
                </w:rPr>
                <w:fldChar w:fldCharType="begin"/>
              </w:r>
              <w:r w:rsidR="00911865">
                <w:rPr>
                  <w:noProof/>
                  <w:webHidden/>
                </w:rPr>
                <w:instrText xml:space="preserve"> PAGEREF _Toc351362522 \h </w:instrText>
              </w:r>
              <w:r w:rsidR="00911865">
                <w:rPr>
                  <w:noProof/>
                  <w:webHidden/>
                </w:rPr>
              </w:r>
              <w:r w:rsidR="00911865">
                <w:rPr>
                  <w:noProof/>
                  <w:webHidden/>
                </w:rPr>
                <w:fldChar w:fldCharType="separate"/>
              </w:r>
              <w:r w:rsidR="00911865">
                <w:rPr>
                  <w:noProof/>
                  <w:webHidden/>
                </w:rPr>
                <w:t>4</w:t>
              </w:r>
              <w:r w:rsidR="00911865">
                <w:rPr>
                  <w:noProof/>
                  <w:webHidden/>
                </w:rPr>
                <w:fldChar w:fldCharType="end"/>
              </w:r>
            </w:hyperlink>
          </w:p>
          <w:p w:rsidR="00AC063C" w:rsidRPr="00AC063C" w:rsidRDefault="00A3716A" w:rsidP="00AC063C">
            <w:pPr>
              <w:tabs>
                <w:tab w:val="right" w:leader="dot" w:pos="9214"/>
              </w:tabs>
              <w:rPr>
                <w:sz w:val="22"/>
                <w:szCs w:val="22"/>
              </w:rPr>
            </w:pPr>
            <w:r w:rsidRPr="00AC063C">
              <w:rPr>
                <w:sz w:val="22"/>
                <w:szCs w:val="22"/>
              </w:rPr>
              <w:fldChar w:fldCharType="end"/>
            </w:r>
          </w:p>
          <w:p w:rsidR="00AC063C" w:rsidRPr="00AC063C" w:rsidRDefault="00AC063C" w:rsidP="00AC063C">
            <w:pPr>
              <w:rPr>
                <w:sz w:val="22"/>
                <w:szCs w:val="22"/>
              </w:rPr>
            </w:pPr>
          </w:p>
          <w:p w:rsidR="00AC063C" w:rsidRPr="00AC063C" w:rsidRDefault="00AC063C" w:rsidP="00AC063C">
            <w:pPr>
              <w:rPr>
                <w:sz w:val="22"/>
                <w:szCs w:val="22"/>
              </w:rPr>
            </w:pPr>
          </w:p>
          <w:p w:rsidR="00AC063C" w:rsidRPr="00AC063C" w:rsidRDefault="00AC063C" w:rsidP="00AC063C">
            <w:pPr>
              <w:rPr>
                <w:sz w:val="22"/>
                <w:szCs w:val="22"/>
              </w:rPr>
            </w:pPr>
          </w:p>
        </w:tc>
      </w:tr>
      <w:tr w:rsidR="00AC063C" w:rsidRPr="00DB345C" w:rsidTr="00AC063C">
        <w:trPr>
          <w:trHeight w:hRule="exact" w:val="170"/>
        </w:trPr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063C" w:rsidRPr="00CC30F2" w:rsidRDefault="00AC063C" w:rsidP="00C9674F"/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63C" w:rsidRPr="00CC30F2" w:rsidRDefault="00AC063C" w:rsidP="00C9674F"/>
        </w:tc>
      </w:tr>
      <w:tr w:rsidR="00AC063C" w:rsidRPr="00AC063C" w:rsidTr="00AC063C">
        <w:trPr>
          <w:trHeight w:hRule="exact" w:val="227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063C" w:rsidRPr="00AC063C" w:rsidRDefault="00AC063C" w:rsidP="00D004A4">
            <w:pPr>
              <w:rPr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063C" w:rsidRPr="00AC063C" w:rsidRDefault="00AC063C" w:rsidP="00C9674F">
            <w:pPr>
              <w:rPr>
                <w:rFonts w:cs="Arial"/>
                <w:sz w:val="22"/>
                <w:szCs w:val="22"/>
              </w:rPr>
            </w:pPr>
          </w:p>
        </w:tc>
      </w:tr>
      <w:tr w:rsidR="00AC063C" w:rsidRPr="00AC063C" w:rsidTr="00AC063C">
        <w:trPr>
          <w:trHeight w:val="340"/>
        </w:trPr>
        <w:tc>
          <w:tcPr>
            <w:tcW w:w="523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42" w:type="dxa"/>
            </w:tcMar>
            <w:vAlign w:val="center"/>
          </w:tcPr>
          <w:p w:rsidR="00AC063C" w:rsidRPr="00AC063C" w:rsidRDefault="005548C8" w:rsidP="00AC063C">
            <w:pPr>
              <w:pStyle w:val="Bezeichnung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Auteur du projet</w: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C063C" w:rsidRPr="00AC063C" w:rsidRDefault="00AC063C" w:rsidP="00AC063C">
            <w:pPr>
              <w:pStyle w:val="Bezeichnung"/>
              <w:spacing w:after="0"/>
              <w:jc w:val="right"/>
              <w:rPr>
                <w:sz w:val="22"/>
                <w:szCs w:val="22"/>
              </w:rPr>
            </w:pPr>
          </w:p>
        </w:tc>
      </w:tr>
      <w:tr w:rsidR="00AC063C" w:rsidRPr="00073471" w:rsidTr="00AC063C">
        <w:trPr>
          <w:trHeight w:hRule="exact" w:val="1531"/>
        </w:trPr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142" w:type="dxa"/>
            </w:tcMar>
          </w:tcPr>
          <w:p w:rsidR="00AC063C" w:rsidRPr="005548C8" w:rsidRDefault="005548C8" w:rsidP="00AC063C">
            <w:pPr>
              <w:spacing w:after="40"/>
              <w:jc w:val="left"/>
              <w:rPr>
                <w:rFonts w:cs="Arial"/>
                <w:color w:val="FF0000"/>
                <w:sz w:val="22"/>
                <w:szCs w:val="22"/>
                <w:lang w:val="fr-CH"/>
              </w:rPr>
            </w:pPr>
            <w:r w:rsidRPr="005548C8">
              <w:rPr>
                <w:rFonts w:cs="Arial"/>
                <w:color w:val="FF0000"/>
                <w:sz w:val="22"/>
                <w:szCs w:val="22"/>
                <w:lang w:val="fr-CH"/>
              </w:rPr>
              <w:t>Prénom, nom</w:t>
            </w:r>
          </w:p>
          <w:p w:rsidR="00AC063C" w:rsidRPr="005548C8" w:rsidRDefault="0098164D" w:rsidP="00AC063C">
            <w:pPr>
              <w:spacing w:after="40"/>
              <w:jc w:val="left"/>
              <w:rPr>
                <w:rFonts w:cs="Arial"/>
                <w:color w:val="FF0000"/>
                <w:sz w:val="22"/>
                <w:szCs w:val="22"/>
                <w:lang w:val="fr-CH"/>
              </w:rPr>
            </w:pPr>
            <w:r>
              <w:rPr>
                <w:rFonts w:cs="Arial"/>
                <w:color w:val="FF0000"/>
                <w:sz w:val="22"/>
                <w:szCs w:val="22"/>
                <w:lang w:val="fr-CH"/>
              </w:rPr>
              <w:t>Raison sociale</w:t>
            </w:r>
            <w:r w:rsidR="001C2740">
              <w:rPr>
                <w:rFonts w:cs="Arial"/>
                <w:color w:val="FF0000"/>
                <w:sz w:val="22"/>
                <w:szCs w:val="22"/>
                <w:lang w:val="fr-CH"/>
              </w:rPr>
              <w:t xml:space="preserve"> xx / Bureau d'ingénieur</w:t>
            </w:r>
            <w:r w:rsidR="00AC063C" w:rsidRPr="0098164D">
              <w:rPr>
                <w:rFonts w:cs="Arial"/>
                <w:color w:val="FF0000"/>
                <w:sz w:val="22"/>
                <w:szCs w:val="22"/>
                <w:lang w:val="fr-CH"/>
              </w:rPr>
              <w:t xml:space="preserve"> xx</w:t>
            </w:r>
          </w:p>
          <w:p w:rsidR="00AC063C" w:rsidRPr="00901DC5" w:rsidRDefault="005548C8" w:rsidP="00AC063C">
            <w:pPr>
              <w:spacing w:after="40"/>
              <w:jc w:val="left"/>
              <w:rPr>
                <w:rFonts w:cs="Arial"/>
                <w:color w:val="FF0000"/>
                <w:sz w:val="22"/>
                <w:szCs w:val="22"/>
                <w:lang w:val="fr-CH"/>
              </w:rPr>
            </w:pPr>
            <w:r w:rsidRPr="00901DC5">
              <w:rPr>
                <w:rFonts w:cs="Arial"/>
                <w:color w:val="FF0000"/>
                <w:sz w:val="22"/>
                <w:szCs w:val="22"/>
                <w:lang w:val="fr-CH"/>
              </w:rPr>
              <w:t>Rue et No</w:t>
            </w:r>
          </w:p>
          <w:p w:rsidR="00AC063C" w:rsidRPr="001C2740" w:rsidRDefault="005548C8" w:rsidP="00AC063C">
            <w:pPr>
              <w:spacing w:after="40"/>
              <w:jc w:val="left"/>
              <w:rPr>
                <w:rFonts w:cs="Arial"/>
                <w:color w:val="FF0000"/>
                <w:sz w:val="22"/>
                <w:szCs w:val="22"/>
                <w:lang w:val="fr-CH"/>
              </w:rPr>
            </w:pPr>
            <w:r w:rsidRPr="001C2740">
              <w:rPr>
                <w:rFonts w:cs="Arial"/>
                <w:color w:val="FF0000"/>
                <w:sz w:val="22"/>
                <w:szCs w:val="22"/>
                <w:lang w:val="fr-CH"/>
              </w:rPr>
              <w:t>NPA, localité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63C" w:rsidRPr="001C2740" w:rsidRDefault="00AC063C" w:rsidP="00AC063C">
            <w:pPr>
              <w:spacing w:after="40"/>
              <w:jc w:val="left"/>
              <w:rPr>
                <w:rFonts w:cs="Arial"/>
                <w:sz w:val="22"/>
                <w:szCs w:val="22"/>
                <w:lang w:val="fr-CH"/>
              </w:rPr>
            </w:pPr>
          </w:p>
        </w:tc>
      </w:tr>
      <w:tr w:rsidR="00AC063C" w:rsidRPr="00073471" w:rsidTr="00AC063C">
        <w:trPr>
          <w:trHeight w:hRule="exact" w:val="17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063C" w:rsidRPr="001C2740" w:rsidRDefault="00AC063C" w:rsidP="00C9674F">
            <w:pPr>
              <w:rPr>
                <w:sz w:val="22"/>
                <w:szCs w:val="22"/>
                <w:lang w:val="fr-CH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063C" w:rsidRPr="001C2740" w:rsidRDefault="00AC063C" w:rsidP="00C9674F">
            <w:pPr>
              <w:rPr>
                <w:sz w:val="22"/>
                <w:szCs w:val="22"/>
                <w:lang w:val="fr-CH"/>
              </w:rPr>
            </w:pPr>
          </w:p>
        </w:tc>
      </w:tr>
      <w:tr w:rsidR="00AC063C" w:rsidRPr="00AC063C" w:rsidTr="00AC063C">
        <w:trPr>
          <w:trHeight w:hRule="exact" w:val="567"/>
        </w:trPr>
        <w:tc>
          <w:tcPr>
            <w:tcW w:w="5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42" w:type="dxa"/>
            </w:tcMar>
            <w:vAlign w:val="center"/>
          </w:tcPr>
          <w:p w:rsidR="00AC063C" w:rsidRPr="00AC063C" w:rsidRDefault="005548C8" w:rsidP="00AC063C">
            <w:pPr>
              <w:spacing w:after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Lieu, date</w:t>
            </w:r>
          </w:p>
        </w:tc>
        <w:tc>
          <w:tcPr>
            <w:tcW w:w="4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063C" w:rsidRPr="00AC063C" w:rsidRDefault="00AC063C" w:rsidP="00AC063C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AC063C" w:rsidRPr="00DB345C" w:rsidTr="00AC063C">
        <w:trPr>
          <w:trHeight w:hRule="exact" w:val="170"/>
        </w:trPr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63C" w:rsidRPr="00DB345C" w:rsidRDefault="00AC063C" w:rsidP="00C9674F"/>
        </w:tc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63C" w:rsidRPr="00DB345C" w:rsidRDefault="00AC063C" w:rsidP="00C9674F"/>
        </w:tc>
      </w:tr>
    </w:tbl>
    <w:p w:rsidR="002B4981" w:rsidRDefault="00CF357D" w:rsidP="001F018C">
      <w:pPr>
        <w:rPr>
          <w:rFonts w:cs="Arial"/>
          <w:sz w:val="8"/>
          <w:szCs w:val="8"/>
        </w:rPr>
        <w:sectPr w:rsidR="002B4981" w:rsidSect="002458BD">
          <w:footerReference w:type="default" r:id="rId8"/>
          <w:pgSz w:w="11906" w:h="16838"/>
          <w:pgMar w:top="851" w:right="851" w:bottom="851" w:left="1418" w:header="720" w:footer="720" w:gutter="0"/>
          <w:pgNumType w:start="1"/>
          <w:cols w:space="720"/>
          <w:formProt w:val="0"/>
          <w:titlePg/>
          <w:docGrid w:linePitch="272"/>
        </w:sectPr>
      </w:pPr>
      <w:r w:rsidRPr="00DB345C">
        <w:rPr>
          <w:rFonts w:cs="Arial"/>
          <w:sz w:val="8"/>
          <w:szCs w:val="8"/>
        </w:rPr>
        <w:t xml:space="preserve"> </w:t>
      </w:r>
    </w:p>
    <w:p w:rsidR="00CF357D" w:rsidRPr="00F30FD8" w:rsidRDefault="003E25B7" w:rsidP="00F30FD8">
      <w:pPr>
        <w:pStyle w:val="berschrift1"/>
      </w:pPr>
      <w:bookmarkStart w:id="1" w:name="_Toc351362507"/>
      <w:r w:rsidRPr="00F30FD8">
        <w:lastRenderedPageBreak/>
        <w:t>P</w:t>
      </w:r>
      <w:r w:rsidR="001C23C1">
        <w:t>érimètre du projet</w:t>
      </w:r>
      <w:bookmarkEnd w:id="1"/>
    </w:p>
    <w:p w:rsidR="007B20EC" w:rsidRDefault="001C23C1" w:rsidP="001F18CE">
      <w:pPr>
        <w:pStyle w:val="berschrift2"/>
        <w:numPr>
          <w:ilvl w:val="0"/>
          <w:numId w:val="0"/>
        </w:numPr>
        <w:ind w:left="680" w:hanging="680"/>
      </w:pPr>
      <w:r>
        <w:t>Description du périmètre</w:t>
      </w:r>
    </w:p>
    <w:p w:rsidR="00CF2901" w:rsidRDefault="00CF2901" w:rsidP="005B5376">
      <w:r w:rsidRPr="00CF2901">
        <w:rPr>
          <w:color w:val="FF0000"/>
        </w:rPr>
        <w:t>Xxxx</w:t>
      </w:r>
      <w:r w:rsidR="006001CF">
        <w:t xml:space="preserve"> </w:t>
      </w:r>
    </w:p>
    <w:p w:rsidR="001C23C1" w:rsidRPr="001C23C1" w:rsidRDefault="001C23C1" w:rsidP="005B5376">
      <w:pPr>
        <w:rPr>
          <w:lang w:val="fr-CH"/>
        </w:rPr>
      </w:pPr>
      <w:r w:rsidRPr="001C23C1">
        <w:rPr>
          <w:lang w:val="fr-CH"/>
        </w:rPr>
        <w:t xml:space="preserve">Le périmètre du projet est indiqué sur la </w:t>
      </w:r>
      <w:r w:rsidRPr="0098164D">
        <w:rPr>
          <w:lang w:val="fr-CH"/>
        </w:rPr>
        <w:t xml:space="preserve">carte </w:t>
      </w:r>
      <w:r w:rsidR="0098164D">
        <w:rPr>
          <w:lang w:val="fr-CH"/>
        </w:rPr>
        <w:t>nationale</w:t>
      </w:r>
      <w:r w:rsidR="00275828">
        <w:rPr>
          <w:lang w:val="fr-CH"/>
        </w:rPr>
        <w:t xml:space="preserve"> 1:25'000 (voir </w:t>
      </w:r>
      <w:r w:rsidR="003C4A56" w:rsidRPr="00275828">
        <w:rPr>
          <w:lang w:val="fr-CH"/>
        </w:rPr>
        <w:t>Appendice</w:t>
      </w:r>
      <w:r w:rsidR="003C4A56">
        <w:rPr>
          <w:lang w:val="fr-CH"/>
        </w:rPr>
        <w:t>)</w:t>
      </w:r>
    </w:p>
    <w:p w:rsidR="003C4A56" w:rsidRPr="003C4A56" w:rsidRDefault="003C4A56" w:rsidP="00DB36AC">
      <w:pPr>
        <w:pStyle w:val="Beschriftung"/>
        <w:spacing w:after="60"/>
        <w:rPr>
          <w:i w:val="0"/>
          <w:sz w:val="20"/>
          <w:lang w:val="fr-CH"/>
        </w:rPr>
      </w:pPr>
      <w:r w:rsidRPr="003C4A56">
        <w:rPr>
          <w:sz w:val="20"/>
          <w:lang w:val="fr-CH"/>
        </w:rPr>
        <w:t>Tableau</w:t>
      </w:r>
      <w:r w:rsidR="00F52362" w:rsidRPr="003C4A56">
        <w:rPr>
          <w:sz w:val="20"/>
          <w:lang w:val="fr-CH"/>
        </w:rPr>
        <w:t xml:space="preserve"> </w:t>
      </w:r>
      <w:r w:rsidR="00A3716A" w:rsidRPr="00A204B5">
        <w:rPr>
          <w:sz w:val="20"/>
        </w:rPr>
        <w:fldChar w:fldCharType="begin"/>
      </w:r>
      <w:r w:rsidR="00B95A19" w:rsidRPr="003C4A56">
        <w:rPr>
          <w:sz w:val="20"/>
          <w:lang w:val="fr-CH"/>
        </w:rPr>
        <w:instrText xml:space="preserve"> SEQ Tabelle \* ARABIC </w:instrText>
      </w:r>
      <w:r w:rsidR="00A3716A" w:rsidRPr="00A204B5">
        <w:rPr>
          <w:sz w:val="20"/>
        </w:rPr>
        <w:fldChar w:fldCharType="separate"/>
      </w:r>
      <w:r w:rsidR="00911865">
        <w:rPr>
          <w:noProof/>
          <w:sz w:val="20"/>
          <w:lang w:val="fr-CH"/>
        </w:rPr>
        <w:t>1</w:t>
      </w:r>
      <w:r w:rsidR="00A3716A" w:rsidRPr="00A204B5">
        <w:rPr>
          <w:sz w:val="20"/>
        </w:rPr>
        <w:fldChar w:fldCharType="end"/>
      </w:r>
      <w:r w:rsidR="005A585A" w:rsidRPr="003C4A56">
        <w:rPr>
          <w:sz w:val="20"/>
          <w:lang w:val="fr-CH"/>
        </w:rPr>
        <w:t xml:space="preserve">: </w:t>
      </w:r>
      <w:r w:rsidR="00227AF6" w:rsidRPr="0098164D">
        <w:rPr>
          <w:sz w:val="20"/>
          <w:lang w:val="fr-CH"/>
        </w:rPr>
        <w:t xml:space="preserve">Données de base concernant le </w:t>
      </w:r>
      <w:r w:rsidRPr="0098164D">
        <w:rPr>
          <w:sz w:val="20"/>
          <w:lang w:val="fr-CH"/>
        </w:rPr>
        <w:t xml:space="preserve">projet et </w:t>
      </w:r>
      <w:r w:rsidR="0098164D" w:rsidRPr="0098164D">
        <w:rPr>
          <w:sz w:val="20"/>
          <w:lang w:val="fr-CH"/>
        </w:rPr>
        <w:t>son</w:t>
      </w:r>
      <w:r w:rsidR="0098164D">
        <w:rPr>
          <w:sz w:val="20"/>
          <w:lang w:val="fr-CH"/>
        </w:rPr>
        <w:t xml:space="preserve"> périmètre</w:t>
      </w:r>
    </w:p>
    <w:p w:rsidR="005A585A" w:rsidRPr="003C4A56" w:rsidRDefault="005A585A" w:rsidP="00DB36AC">
      <w:pPr>
        <w:pStyle w:val="Beschriftung"/>
        <w:spacing w:after="60"/>
        <w:rPr>
          <w:i w:val="0"/>
          <w:sz w:val="20"/>
          <w:lang w:val="fr-CH"/>
        </w:rPr>
      </w:pPr>
      <w:r w:rsidRPr="003C4A56">
        <w:rPr>
          <w:i w:val="0"/>
          <w:sz w:val="20"/>
          <w:lang w:val="fr-CH"/>
        </w:rPr>
        <w:t xml:space="preserve"> </w:t>
      </w:r>
    </w:p>
    <w:tbl>
      <w:tblPr>
        <w:tblW w:w="96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3402"/>
        <w:gridCol w:w="6236"/>
      </w:tblGrid>
      <w:tr w:rsidR="00E85527" w:rsidRPr="00F30FD8" w:rsidTr="00CC752C">
        <w:trPr>
          <w:trHeight w:val="34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85527" w:rsidRPr="00F30FD8" w:rsidRDefault="00CD52F3" w:rsidP="00F30FD8">
            <w:pPr>
              <w:spacing w:after="0"/>
              <w:jc w:val="left"/>
            </w:pPr>
            <w:r>
              <w:t>Données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85527" w:rsidRPr="00F30FD8" w:rsidRDefault="003C4A56" w:rsidP="00F30FD8">
            <w:pPr>
              <w:spacing w:after="0"/>
              <w:jc w:val="left"/>
            </w:pPr>
            <w:r>
              <w:t>Description</w:t>
            </w:r>
          </w:p>
        </w:tc>
      </w:tr>
      <w:tr w:rsidR="00E85527" w:rsidTr="00CC752C">
        <w:trPr>
          <w:trHeight w:val="34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5527" w:rsidRDefault="003C4A56" w:rsidP="00CC752C">
            <w:pPr>
              <w:spacing w:after="0"/>
              <w:jc w:val="left"/>
            </w:pPr>
            <w:r>
              <w:t>Commune politique</w:t>
            </w:r>
          </w:p>
        </w:tc>
        <w:tc>
          <w:tcPr>
            <w:tcW w:w="62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5527" w:rsidRPr="00CF2901" w:rsidRDefault="00CF2901" w:rsidP="00CC752C">
            <w:pPr>
              <w:spacing w:after="0"/>
              <w:jc w:val="left"/>
              <w:rPr>
                <w:color w:val="FF0000"/>
                <w:highlight w:val="yellow"/>
              </w:rPr>
            </w:pPr>
            <w:r w:rsidRPr="00CF2901">
              <w:rPr>
                <w:color w:val="FF0000"/>
              </w:rPr>
              <w:t>xxx</w:t>
            </w:r>
          </w:p>
        </w:tc>
      </w:tr>
      <w:tr w:rsidR="00E85527" w:rsidTr="00CC752C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E85527" w:rsidRDefault="003C4A56" w:rsidP="00CC752C">
            <w:pPr>
              <w:spacing w:after="0"/>
              <w:jc w:val="left"/>
            </w:pPr>
            <w:r>
              <w:t>Division forestière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A4216F" w:rsidRPr="002E5B16" w:rsidRDefault="00CF2901" w:rsidP="00CC752C">
            <w:pPr>
              <w:spacing w:after="0"/>
              <w:jc w:val="left"/>
              <w:rPr>
                <w:highlight w:val="yellow"/>
              </w:rPr>
            </w:pPr>
            <w:r w:rsidRPr="00CF2901">
              <w:rPr>
                <w:color w:val="FF0000"/>
              </w:rPr>
              <w:t>xxx</w:t>
            </w:r>
          </w:p>
        </w:tc>
      </w:tr>
      <w:tr w:rsidR="00E85527" w:rsidTr="00CC752C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E85527" w:rsidRPr="003C4A56" w:rsidRDefault="003C4A56" w:rsidP="00CC752C">
            <w:pPr>
              <w:spacing w:after="0"/>
              <w:jc w:val="left"/>
              <w:rPr>
                <w:lang w:val="fr-CH"/>
              </w:rPr>
            </w:pPr>
            <w:r w:rsidRPr="003C4A56">
              <w:rPr>
                <w:lang w:val="fr-CH"/>
              </w:rPr>
              <w:t xml:space="preserve">Coordonnées </w:t>
            </w:r>
            <w:r w:rsidR="002830A7">
              <w:rPr>
                <w:lang w:val="fr-CH"/>
              </w:rPr>
              <w:t xml:space="preserve">du </w:t>
            </w:r>
            <w:r w:rsidR="008E3B0D">
              <w:rPr>
                <w:lang w:val="fr-CH"/>
              </w:rPr>
              <w:t>centre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85527" w:rsidRPr="00CC752C" w:rsidRDefault="00CF2901" w:rsidP="00CC752C">
            <w:pPr>
              <w:spacing w:after="0"/>
              <w:jc w:val="left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lang w:val="de-CH" w:eastAsia="de-CH"/>
              </w:rPr>
            </w:pPr>
            <w:r w:rsidRPr="00CC752C">
              <w:rPr>
                <w:color w:val="FF0000"/>
              </w:rPr>
              <w:t xml:space="preserve">xxx </w:t>
            </w:r>
            <w:r w:rsidR="00003C86" w:rsidRPr="00CC752C">
              <w:rPr>
                <w:color w:val="FF0000"/>
              </w:rPr>
              <w:t>‘</w:t>
            </w:r>
            <w:r w:rsidR="00CC752C" w:rsidRPr="00CC752C">
              <w:rPr>
                <w:color w:val="FF0000"/>
              </w:rPr>
              <w:t>xxx</w:t>
            </w:r>
            <w:r w:rsidR="007B20EC" w:rsidRPr="00CC752C">
              <w:rPr>
                <w:color w:val="FF0000"/>
              </w:rPr>
              <w:t xml:space="preserve"> / </w:t>
            </w:r>
            <w:r w:rsidRPr="00CC752C">
              <w:rPr>
                <w:color w:val="FF0000"/>
              </w:rPr>
              <w:t xml:space="preserve">xxx </w:t>
            </w:r>
            <w:r w:rsidR="00003C86" w:rsidRPr="00CC752C">
              <w:rPr>
                <w:color w:val="FF0000"/>
              </w:rPr>
              <w:t>‘</w:t>
            </w:r>
            <w:r w:rsidR="00CC752C" w:rsidRPr="00CC752C">
              <w:rPr>
                <w:color w:val="FF0000"/>
              </w:rPr>
              <w:t>xxx</w:t>
            </w:r>
          </w:p>
        </w:tc>
      </w:tr>
      <w:tr w:rsidR="00E85527" w:rsidTr="00CC752C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E85527" w:rsidRDefault="00143A19" w:rsidP="00CC752C">
            <w:pPr>
              <w:spacing w:after="0"/>
              <w:jc w:val="left"/>
            </w:pPr>
            <w:r>
              <w:t>Exposition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E85527" w:rsidRPr="002E5B16" w:rsidRDefault="00CF2901" w:rsidP="00CC752C">
            <w:pPr>
              <w:spacing w:after="0"/>
              <w:jc w:val="left"/>
              <w:rPr>
                <w:highlight w:val="yellow"/>
              </w:rPr>
            </w:pPr>
            <w:r w:rsidRPr="00CF2901">
              <w:rPr>
                <w:color w:val="FF0000"/>
              </w:rPr>
              <w:t>xxx</w:t>
            </w:r>
          </w:p>
        </w:tc>
      </w:tr>
      <w:tr w:rsidR="00143A19" w:rsidTr="00CC752C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143A19" w:rsidRDefault="003C4A56" w:rsidP="00CC752C">
            <w:pPr>
              <w:spacing w:after="0"/>
              <w:jc w:val="left"/>
            </w:pPr>
            <w:r>
              <w:t>Altitude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143A19" w:rsidRPr="002E5B16" w:rsidRDefault="00CF2901" w:rsidP="00CC752C">
            <w:pPr>
              <w:spacing w:after="0"/>
              <w:jc w:val="left"/>
              <w:rPr>
                <w:highlight w:val="yellow"/>
              </w:rPr>
            </w:pPr>
            <w:r w:rsidRPr="00CF2901">
              <w:rPr>
                <w:color w:val="FF0000"/>
              </w:rPr>
              <w:t>xxx</w:t>
            </w:r>
            <w:r w:rsidRPr="00CF2901">
              <w:t xml:space="preserve"> </w:t>
            </w:r>
            <w:r w:rsidR="00003C86" w:rsidRPr="00CF2901">
              <w:t>m</w:t>
            </w:r>
          </w:p>
        </w:tc>
      </w:tr>
      <w:tr w:rsidR="00320AF7" w:rsidTr="00CC752C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320AF7" w:rsidRDefault="003C4A56" w:rsidP="00CC752C">
            <w:pPr>
              <w:spacing w:after="0"/>
              <w:jc w:val="left"/>
            </w:pPr>
            <w:r w:rsidRPr="008E3B0D">
              <w:t>Propriétaire de forêt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320AF7" w:rsidRPr="002E5B16" w:rsidRDefault="00CF2901" w:rsidP="00CC752C">
            <w:pPr>
              <w:spacing w:after="0"/>
              <w:jc w:val="left"/>
              <w:rPr>
                <w:highlight w:val="yellow"/>
              </w:rPr>
            </w:pPr>
            <w:r w:rsidRPr="00CF2901">
              <w:rPr>
                <w:color w:val="FF0000"/>
              </w:rPr>
              <w:t>xxx</w:t>
            </w:r>
          </w:p>
        </w:tc>
      </w:tr>
      <w:tr w:rsidR="00320AF7" w:rsidRPr="00A204B5" w:rsidTr="00A204B5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320AF7" w:rsidRPr="00A204B5" w:rsidRDefault="00320AF7" w:rsidP="00CC752C">
            <w:pPr>
              <w:spacing w:after="0"/>
              <w:jc w:val="left"/>
              <w:rPr>
                <w:sz w:val="12"/>
                <w:szCs w:val="12"/>
              </w:rPr>
            </w:pPr>
          </w:p>
        </w:tc>
        <w:tc>
          <w:tcPr>
            <w:tcW w:w="6236" w:type="dxa"/>
            <w:shd w:val="clear" w:color="auto" w:fill="auto"/>
            <w:vAlign w:val="center"/>
          </w:tcPr>
          <w:p w:rsidR="00320AF7" w:rsidRPr="00A204B5" w:rsidRDefault="00320AF7" w:rsidP="00CC752C">
            <w:pPr>
              <w:spacing w:after="0"/>
              <w:jc w:val="left"/>
              <w:rPr>
                <w:sz w:val="12"/>
                <w:szCs w:val="12"/>
                <w:highlight w:val="yellow"/>
              </w:rPr>
            </w:pPr>
          </w:p>
        </w:tc>
      </w:tr>
      <w:tr w:rsidR="00320AF7" w:rsidTr="00CC752C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320AF7" w:rsidRDefault="008E3B0D" w:rsidP="00CC752C">
            <w:pPr>
              <w:spacing w:after="0"/>
              <w:jc w:val="left"/>
            </w:pPr>
            <w:r w:rsidRPr="008E3B0D">
              <w:t>N</w:t>
            </w:r>
            <w:r w:rsidR="00A6053F" w:rsidRPr="008E3B0D">
              <w:t>om</w:t>
            </w:r>
            <w:r w:rsidR="00A6053F">
              <w:t xml:space="preserve"> du projet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320AF7" w:rsidRPr="002E5B16" w:rsidRDefault="00CF2901" w:rsidP="00CC752C">
            <w:pPr>
              <w:spacing w:after="0"/>
              <w:jc w:val="left"/>
              <w:rPr>
                <w:highlight w:val="yellow"/>
              </w:rPr>
            </w:pPr>
            <w:r w:rsidRPr="00CF2901">
              <w:rPr>
                <w:color w:val="FF0000"/>
              </w:rPr>
              <w:t>xxx</w:t>
            </w:r>
          </w:p>
        </w:tc>
      </w:tr>
      <w:tr w:rsidR="00320AF7" w:rsidRPr="002B5844" w:rsidTr="00CC752C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320AF7" w:rsidRDefault="006664A6" w:rsidP="00CC752C">
            <w:pPr>
              <w:spacing w:after="0"/>
              <w:jc w:val="left"/>
            </w:pPr>
            <w:r>
              <w:t>Genre de projet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320AF7" w:rsidRPr="006664A6" w:rsidRDefault="00215FB8" w:rsidP="00215FB8">
            <w:pPr>
              <w:spacing w:after="0"/>
              <w:jc w:val="left"/>
              <w:rPr>
                <w:highlight w:val="yellow"/>
                <w:lang w:val="fr-CH"/>
              </w:rPr>
            </w:pPr>
            <w:r>
              <w:rPr>
                <w:color w:val="FF0000"/>
                <w:lang w:val="fr-CH"/>
              </w:rPr>
              <w:t xml:space="preserve">p. ex. </w:t>
            </w:r>
            <w:r w:rsidR="00A608E5">
              <w:rPr>
                <w:color w:val="FF0000"/>
                <w:lang w:val="fr-CH"/>
              </w:rPr>
              <w:t>"</w:t>
            </w:r>
            <w:r>
              <w:rPr>
                <w:color w:val="FF0000"/>
                <w:lang w:val="fr-CH"/>
              </w:rPr>
              <w:t>Construction nouvelle</w:t>
            </w:r>
            <w:r w:rsidR="00A608E5">
              <w:rPr>
                <w:color w:val="FF0000"/>
                <w:lang w:val="fr-CH"/>
              </w:rPr>
              <w:t xml:space="preserve"> </w:t>
            </w:r>
            <w:r>
              <w:rPr>
                <w:color w:val="FF0000"/>
                <w:lang w:val="fr-CH"/>
              </w:rPr>
              <w:t xml:space="preserve">xxx m' </w:t>
            </w:r>
            <w:r w:rsidR="00911865">
              <w:rPr>
                <w:color w:val="FF0000"/>
                <w:lang w:val="fr-CH"/>
              </w:rPr>
              <w:t xml:space="preserve"> </w:t>
            </w:r>
            <w:r>
              <w:rPr>
                <w:color w:val="FF0000"/>
                <w:lang w:val="fr-CH"/>
              </w:rPr>
              <w:t>avec revêtement</w:t>
            </w:r>
            <w:r w:rsidR="00A608E5">
              <w:rPr>
                <w:color w:val="FF0000"/>
                <w:lang w:val="fr-CH"/>
              </w:rPr>
              <w:t>"</w:t>
            </w:r>
          </w:p>
        </w:tc>
      </w:tr>
      <w:tr w:rsidR="00320AF7" w:rsidRPr="002B5844" w:rsidTr="00A204B5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320AF7" w:rsidRPr="006664A6" w:rsidRDefault="00320AF7" w:rsidP="00CC752C">
            <w:pPr>
              <w:spacing w:after="0"/>
              <w:jc w:val="left"/>
              <w:rPr>
                <w:sz w:val="12"/>
                <w:szCs w:val="12"/>
                <w:lang w:val="fr-CH"/>
              </w:rPr>
            </w:pPr>
          </w:p>
        </w:tc>
        <w:tc>
          <w:tcPr>
            <w:tcW w:w="6236" w:type="dxa"/>
            <w:shd w:val="clear" w:color="auto" w:fill="auto"/>
            <w:vAlign w:val="center"/>
          </w:tcPr>
          <w:p w:rsidR="00320AF7" w:rsidRPr="006664A6" w:rsidRDefault="00320AF7" w:rsidP="00CC752C">
            <w:pPr>
              <w:spacing w:after="0"/>
              <w:jc w:val="left"/>
              <w:rPr>
                <w:sz w:val="12"/>
                <w:szCs w:val="12"/>
                <w:highlight w:val="yellow"/>
                <w:lang w:val="fr-CH"/>
              </w:rPr>
            </w:pPr>
          </w:p>
        </w:tc>
      </w:tr>
      <w:tr w:rsidR="00320AF7" w:rsidRPr="00215FB8" w:rsidTr="00CC752C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320AF7" w:rsidRPr="00215FB8" w:rsidRDefault="004E6926" w:rsidP="00A6053F">
            <w:pPr>
              <w:spacing w:after="0"/>
              <w:jc w:val="left"/>
              <w:rPr>
                <w:lang w:val="fr-CH"/>
              </w:rPr>
            </w:pPr>
            <w:r>
              <w:rPr>
                <w:lang w:val="fr-CH"/>
              </w:rPr>
              <w:t>Surface du périmè</w:t>
            </w:r>
            <w:r w:rsidR="00A6053F" w:rsidRPr="00215FB8">
              <w:rPr>
                <w:lang w:val="fr-CH"/>
              </w:rPr>
              <w:t>tre</w:t>
            </w:r>
            <w:r w:rsidR="00320AF7" w:rsidRPr="00215FB8">
              <w:rPr>
                <w:lang w:val="fr-CH"/>
              </w:rPr>
              <w:t xml:space="preserve"> </w:t>
            </w:r>
            <w:r w:rsidR="00003C86" w:rsidRPr="00215FB8">
              <w:rPr>
                <w:lang w:val="fr-CH"/>
              </w:rPr>
              <w:t>[</w:t>
            </w:r>
            <w:r w:rsidR="00320AF7" w:rsidRPr="00215FB8">
              <w:rPr>
                <w:lang w:val="fr-CH"/>
              </w:rPr>
              <w:t>ha</w:t>
            </w:r>
            <w:r w:rsidR="00003C86" w:rsidRPr="00215FB8">
              <w:rPr>
                <w:lang w:val="fr-CH"/>
              </w:rPr>
              <w:t>]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320AF7" w:rsidRPr="00215FB8" w:rsidRDefault="00CF2901" w:rsidP="00CC752C">
            <w:pPr>
              <w:spacing w:after="0"/>
              <w:jc w:val="left"/>
              <w:rPr>
                <w:highlight w:val="yellow"/>
                <w:lang w:val="fr-CH"/>
              </w:rPr>
            </w:pPr>
            <w:r w:rsidRPr="00215FB8">
              <w:rPr>
                <w:color w:val="FF0000"/>
                <w:lang w:val="fr-CH"/>
              </w:rPr>
              <w:t>xxx</w:t>
            </w:r>
          </w:p>
        </w:tc>
      </w:tr>
    </w:tbl>
    <w:p w:rsidR="00E85527" w:rsidRPr="00215FB8" w:rsidRDefault="00E85527" w:rsidP="00914957">
      <w:pPr>
        <w:rPr>
          <w:lang w:val="fr-CH"/>
        </w:rPr>
      </w:pPr>
    </w:p>
    <w:p w:rsidR="00A6053F" w:rsidRPr="00A6053F" w:rsidRDefault="00A6053F" w:rsidP="00A6053F">
      <w:pPr>
        <w:pStyle w:val="berschrift2"/>
        <w:numPr>
          <w:ilvl w:val="0"/>
          <w:numId w:val="0"/>
        </w:numPr>
        <w:ind w:left="680" w:hanging="680"/>
        <w:rPr>
          <w:lang w:val="fr-CH"/>
        </w:rPr>
      </w:pPr>
      <w:r w:rsidRPr="00A6053F">
        <w:rPr>
          <w:lang w:val="fr-CH"/>
        </w:rPr>
        <w:t xml:space="preserve">Inventaires, </w:t>
      </w:r>
      <w:r w:rsidRPr="008E3B0D">
        <w:rPr>
          <w:lang w:val="fr-CH"/>
        </w:rPr>
        <w:t xml:space="preserve">zones protégées, objets </w:t>
      </w:r>
      <w:r w:rsidR="008E3B0D">
        <w:rPr>
          <w:lang w:val="fr-CH"/>
        </w:rPr>
        <w:t>protégé</w:t>
      </w:r>
      <w:r w:rsidRPr="008F743D">
        <w:rPr>
          <w:lang w:val="fr-CH"/>
        </w:rPr>
        <w:t>s</w:t>
      </w:r>
      <w:r>
        <w:rPr>
          <w:lang w:val="fr-CH"/>
        </w:rPr>
        <w:t xml:space="preserve"> </w:t>
      </w:r>
      <w:r w:rsidR="008E3B0D">
        <w:rPr>
          <w:lang w:val="fr-CH"/>
        </w:rPr>
        <w:t xml:space="preserve">situés </w:t>
      </w:r>
      <w:r>
        <w:rPr>
          <w:lang w:val="fr-CH"/>
        </w:rPr>
        <w:t>dans le périmètre</w:t>
      </w:r>
    </w:p>
    <w:p w:rsidR="00CF2901" w:rsidRPr="00227AF6" w:rsidRDefault="00CF2901" w:rsidP="00914957">
      <w:pPr>
        <w:rPr>
          <w:lang w:val="fr-CH"/>
        </w:rPr>
      </w:pPr>
      <w:r w:rsidRPr="00227AF6">
        <w:rPr>
          <w:color w:val="FF0000"/>
          <w:lang w:val="fr-CH"/>
        </w:rPr>
        <w:t>Xxxx</w:t>
      </w:r>
    </w:p>
    <w:p w:rsidR="008F743D" w:rsidRPr="008F743D" w:rsidRDefault="00227AF6" w:rsidP="00914957">
      <w:pPr>
        <w:rPr>
          <w:lang w:val="fr-CH"/>
        </w:rPr>
      </w:pPr>
      <w:r>
        <w:rPr>
          <w:lang w:val="fr-CH"/>
        </w:rPr>
        <w:t xml:space="preserve">Une vue d'ensemble </w:t>
      </w:r>
      <w:r w:rsidR="00CD52F3">
        <w:rPr>
          <w:lang w:val="fr-CH"/>
        </w:rPr>
        <w:t>décrivant</w:t>
      </w:r>
      <w:r w:rsidR="008F743D" w:rsidRPr="008F743D">
        <w:rPr>
          <w:lang w:val="fr-CH"/>
        </w:rPr>
        <w:t xml:space="preserve"> les inventaires </w:t>
      </w:r>
      <w:r w:rsidR="008E3B0D">
        <w:rPr>
          <w:lang w:val="fr-CH"/>
        </w:rPr>
        <w:t xml:space="preserve">existants dans le périmètre et dans les zones limitrophes </w:t>
      </w:r>
      <w:r w:rsidR="008F743D">
        <w:rPr>
          <w:lang w:val="fr-CH"/>
        </w:rPr>
        <w:t>ainsi que</w:t>
      </w:r>
      <w:r w:rsidR="008F743D" w:rsidRPr="008F743D">
        <w:rPr>
          <w:lang w:val="fr-CH"/>
        </w:rPr>
        <w:t xml:space="preserve"> les </w:t>
      </w:r>
      <w:r w:rsidR="008F743D" w:rsidRPr="008E3B0D">
        <w:rPr>
          <w:lang w:val="fr-CH"/>
        </w:rPr>
        <w:t>zones protégées</w:t>
      </w:r>
      <w:r w:rsidR="008F743D" w:rsidRPr="008F743D">
        <w:rPr>
          <w:lang w:val="fr-CH"/>
        </w:rPr>
        <w:t xml:space="preserve"> </w:t>
      </w:r>
      <w:r w:rsidR="008F743D">
        <w:rPr>
          <w:lang w:val="fr-CH"/>
        </w:rPr>
        <w:t xml:space="preserve">se trouve dans </w:t>
      </w:r>
      <w:r w:rsidR="00275828" w:rsidRPr="00275828">
        <w:rPr>
          <w:lang w:val="fr-CH"/>
        </w:rPr>
        <w:t>l'</w:t>
      </w:r>
      <w:r w:rsidR="008F743D" w:rsidRPr="00275828">
        <w:rPr>
          <w:lang w:val="fr-CH"/>
        </w:rPr>
        <w:t>appendice</w:t>
      </w:r>
      <w:r w:rsidR="008F743D">
        <w:rPr>
          <w:lang w:val="fr-CH"/>
        </w:rPr>
        <w:t xml:space="preserve"> (carte 1:5'000)</w:t>
      </w:r>
    </w:p>
    <w:p w:rsidR="006001CF" w:rsidRPr="00227AF6" w:rsidRDefault="00227AF6" w:rsidP="00F30FD8">
      <w:pPr>
        <w:pStyle w:val="berschrift1"/>
        <w:rPr>
          <w:lang w:val="fr-CH"/>
        </w:rPr>
      </w:pPr>
      <w:bookmarkStart w:id="2" w:name="_Toc351362508"/>
      <w:r w:rsidRPr="00227AF6">
        <w:rPr>
          <w:lang w:val="fr-CH"/>
        </w:rPr>
        <w:t xml:space="preserve">Fonctions forestières et </w:t>
      </w:r>
      <w:r>
        <w:rPr>
          <w:lang w:val="fr-CH"/>
        </w:rPr>
        <w:t>relation</w:t>
      </w:r>
      <w:r w:rsidRPr="00227AF6">
        <w:rPr>
          <w:lang w:val="fr-CH"/>
        </w:rPr>
        <w:t xml:space="preserve"> avec la planification forestière</w:t>
      </w:r>
      <w:bookmarkEnd w:id="2"/>
    </w:p>
    <w:p w:rsidR="00CF2901" w:rsidRPr="00891F66" w:rsidRDefault="00CF2901" w:rsidP="00CF2901">
      <w:pPr>
        <w:rPr>
          <w:lang w:val="fr-CH"/>
        </w:rPr>
      </w:pPr>
      <w:r w:rsidRPr="00891F66">
        <w:rPr>
          <w:color w:val="FF0000"/>
          <w:lang w:val="fr-CH"/>
        </w:rPr>
        <w:t>Xxxx</w:t>
      </w:r>
      <w:r w:rsidRPr="00891F66">
        <w:rPr>
          <w:lang w:val="fr-CH"/>
        </w:rPr>
        <w:t xml:space="preserve"> </w:t>
      </w:r>
    </w:p>
    <w:p w:rsidR="00227AF6" w:rsidRPr="00227AF6" w:rsidRDefault="00227AF6" w:rsidP="000F615D">
      <w:pPr>
        <w:rPr>
          <w:lang w:val="fr-CH"/>
        </w:rPr>
      </w:pPr>
      <w:r w:rsidRPr="00227AF6">
        <w:rPr>
          <w:lang w:val="fr-CH"/>
        </w:rPr>
        <w:t>La répartition des différentes fonctions protectrices de la for</w:t>
      </w:r>
      <w:r>
        <w:rPr>
          <w:lang w:val="fr-CH"/>
        </w:rPr>
        <w:t xml:space="preserve">êt est mentionnée sur la carte indicative des forêts protectrices 1:5'000 dans </w:t>
      </w:r>
      <w:r w:rsidR="00F76224" w:rsidRPr="00275828">
        <w:rPr>
          <w:lang w:val="fr-CH"/>
        </w:rPr>
        <w:t>l'</w:t>
      </w:r>
      <w:r w:rsidRPr="00275828">
        <w:rPr>
          <w:lang w:val="fr-CH"/>
        </w:rPr>
        <w:t>appendice</w:t>
      </w:r>
      <w:r>
        <w:rPr>
          <w:lang w:val="fr-CH"/>
        </w:rPr>
        <w:t>.</w:t>
      </w:r>
    </w:p>
    <w:p w:rsidR="00F52362" w:rsidRPr="00227AF6" w:rsidRDefault="00227AF6" w:rsidP="00DB36AC">
      <w:pPr>
        <w:pStyle w:val="Beschriftung"/>
        <w:spacing w:after="60"/>
        <w:rPr>
          <w:sz w:val="20"/>
          <w:lang w:val="fr-CH"/>
        </w:rPr>
      </w:pPr>
      <w:r w:rsidRPr="00227AF6">
        <w:rPr>
          <w:sz w:val="20"/>
          <w:lang w:val="fr-CH"/>
        </w:rPr>
        <w:t>Tableau</w:t>
      </w:r>
      <w:r w:rsidR="00F52362" w:rsidRPr="00227AF6">
        <w:rPr>
          <w:sz w:val="20"/>
          <w:lang w:val="fr-CH"/>
        </w:rPr>
        <w:t xml:space="preserve"> </w:t>
      </w:r>
      <w:r w:rsidR="00A3716A" w:rsidRPr="00A204B5">
        <w:rPr>
          <w:sz w:val="20"/>
        </w:rPr>
        <w:fldChar w:fldCharType="begin"/>
      </w:r>
      <w:r w:rsidR="00B95A19" w:rsidRPr="00227AF6">
        <w:rPr>
          <w:sz w:val="20"/>
          <w:lang w:val="fr-CH"/>
        </w:rPr>
        <w:instrText xml:space="preserve"> SEQ Tabelle \* ARABIC </w:instrText>
      </w:r>
      <w:r w:rsidR="00A3716A" w:rsidRPr="00A204B5">
        <w:rPr>
          <w:sz w:val="20"/>
        </w:rPr>
        <w:fldChar w:fldCharType="separate"/>
      </w:r>
      <w:r w:rsidR="00911865">
        <w:rPr>
          <w:noProof/>
          <w:sz w:val="20"/>
          <w:lang w:val="fr-CH"/>
        </w:rPr>
        <w:t>2</w:t>
      </w:r>
      <w:r w:rsidR="00A3716A" w:rsidRPr="00A204B5">
        <w:rPr>
          <w:sz w:val="20"/>
        </w:rPr>
        <w:fldChar w:fldCharType="end"/>
      </w:r>
      <w:r w:rsidRPr="00227AF6">
        <w:rPr>
          <w:sz w:val="20"/>
          <w:lang w:val="fr-CH"/>
        </w:rPr>
        <w:t>: Données de base concernant la forêt et les fonctions de la for</w:t>
      </w:r>
      <w:r>
        <w:rPr>
          <w:sz w:val="20"/>
          <w:lang w:val="fr-CH"/>
        </w:rPr>
        <w:t>êt dans le périmètre</w:t>
      </w:r>
    </w:p>
    <w:tbl>
      <w:tblPr>
        <w:tblW w:w="96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3402"/>
        <w:gridCol w:w="284"/>
        <w:gridCol w:w="1134"/>
        <w:gridCol w:w="4819"/>
      </w:tblGrid>
      <w:tr w:rsidR="00227AF6" w:rsidRPr="00F30FD8" w:rsidTr="00227AF6">
        <w:trPr>
          <w:trHeight w:val="34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27AF6" w:rsidRPr="00F30FD8" w:rsidRDefault="00227AF6" w:rsidP="00227AF6">
            <w:pPr>
              <w:spacing w:after="0"/>
              <w:jc w:val="left"/>
            </w:pPr>
            <w:r>
              <w:t>Critères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27AF6" w:rsidRPr="00F30FD8" w:rsidRDefault="00227AF6" w:rsidP="00227AF6">
            <w:pPr>
              <w:spacing w:after="0"/>
              <w:jc w:val="left"/>
            </w:pPr>
            <w:r>
              <w:t>Description</w:t>
            </w:r>
          </w:p>
        </w:tc>
      </w:tr>
      <w:tr w:rsidR="006001CF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6001CF" w:rsidRDefault="00227AF6" w:rsidP="00CC752C">
            <w:pPr>
              <w:spacing w:after="0"/>
              <w:jc w:val="left"/>
            </w:pPr>
            <w:r>
              <w:t>Surface forestière</w:t>
            </w:r>
            <w:r w:rsidR="006001CF">
              <w:t xml:space="preserve"> </w:t>
            </w:r>
            <w:r w:rsidR="007F45A4">
              <w:t>[</w:t>
            </w:r>
            <w:r w:rsidR="006001CF">
              <w:t>ha</w:t>
            </w:r>
            <w:r w:rsidR="007F45A4">
              <w:t>]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6001CF" w:rsidRPr="00CF2901" w:rsidRDefault="00CF2901" w:rsidP="00CC752C">
            <w:pPr>
              <w:spacing w:after="0"/>
              <w:jc w:val="left"/>
            </w:pPr>
            <w:r w:rsidRPr="00CF2901">
              <w:rPr>
                <w:color w:val="FF0000"/>
              </w:rPr>
              <w:t>xxx</w:t>
            </w:r>
          </w:p>
        </w:tc>
      </w:tr>
      <w:tr w:rsidR="006001CF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6001CF" w:rsidRDefault="00227AF6" w:rsidP="00CC752C">
            <w:pPr>
              <w:spacing w:after="0"/>
              <w:jc w:val="left"/>
            </w:pPr>
            <w:r>
              <w:t>Plan forestier régional (PFR</w:t>
            </w:r>
            <w:r w:rsidR="00A3362B">
              <w:t>)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6001CF" w:rsidRPr="00CF2901" w:rsidRDefault="00CF2901" w:rsidP="00CC752C">
            <w:pPr>
              <w:spacing w:after="0"/>
              <w:jc w:val="left"/>
            </w:pPr>
            <w:r w:rsidRPr="00CF2901">
              <w:rPr>
                <w:color w:val="FF0000"/>
              </w:rPr>
              <w:t>xxx</w:t>
            </w:r>
          </w:p>
        </w:tc>
      </w:tr>
      <w:tr w:rsidR="00DB36AC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</w:tcPr>
          <w:p w:rsidR="00DB36AC" w:rsidRDefault="00227AF6" w:rsidP="00DB36AC">
            <w:pPr>
              <w:spacing w:before="60" w:after="0"/>
              <w:jc w:val="left"/>
            </w:pPr>
            <w:r>
              <w:t>Fonctions de la forêt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DB36AC" w:rsidRPr="00CF2901" w:rsidRDefault="00DB36AC" w:rsidP="00DB36AC">
            <w:pPr>
              <w:spacing w:before="60" w:after="0"/>
              <w:jc w:val="left"/>
            </w:pPr>
            <w:r w:rsidRPr="00CF2901">
              <w:rPr>
                <w:color w:val="FF0000"/>
              </w:rPr>
              <w:t>xxx</w:t>
            </w:r>
          </w:p>
        </w:tc>
      </w:tr>
      <w:tr w:rsidR="00DB36AC" w:rsidRPr="00073471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B36AC" w:rsidRPr="00320394" w:rsidRDefault="00186BF8" w:rsidP="00CC752C">
            <w:pPr>
              <w:spacing w:after="0"/>
              <w:jc w:val="left"/>
              <w:rPr>
                <w:lang w:val="fr-CH"/>
              </w:rPr>
            </w:pPr>
            <w:r w:rsidRPr="00320394">
              <w:rPr>
                <w:lang w:val="fr-CH"/>
              </w:rPr>
              <w:t>Volume sur pied [</w:t>
            </w:r>
            <w:r w:rsidR="008E3B0D">
              <w:rPr>
                <w:lang w:val="fr-CH"/>
              </w:rPr>
              <w:t>sv</w:t>
            </w:r>
            <w:r w:rsidR="00DB36AC" w:rsidRPr="00320394">
              <w:rPr>
                <w:lang w:val="fr-CH"/>
              </w:rPr>
              <w:t>/ha]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36AC" w:rsidRPr="002E5B16" w:rsidRDefault="00DB36AC" w:rsidP="00CC752C">
            <w:pPr>
              <w:spacing w:after="0"/>
              <w:jc w:val="left"/>
              <w:rPr>
                <w:highlight w:val="yellow"/>
              </w:rPr>
            </w:pPr>
            <w:r w:rsidRPr="00CF2901">
              <w:rPr>
                <w:color w:val="FF0000"/>
              </w:rPr>
              <w:t>xx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B36AC" w:rsidRPr="00320394" w:rsidRDefault="00320394" w:rsidP="00320394">
            <w:pPr>
              <w:spacing w:after="0"/>
              <w:jc w:val="left"/>
              <w:rPr>
                <w:lang w:val="fr-CH"/>
              </w:rPr>
            </w:pPr>
            <w:r w:rsidRPr="00320394">
              <w:rPr>
                <w:lang w:val="fr-CH"/>
              </w:rPr>
              <w:t>(Source</w:t>
            </w:r>
            <w:r w:rsidR="00DB36AC" w:rsidRPr="00320394">
              <w:rPr>
                <w:lang w:val="fr-CH"/>
              </w:rPr>
              <w:t xml:space="preserve">: </w:t>
            </w:r>
            <w:r w:rsidRPr="00320394">
              <w:rPr>
                <w:color w:val="FF0000"/>
                <w:lang w:val="fr-CH"/>
              </w:rPr>
              <w:t>plan de gestion</w:t>
            </w:r>
            <w:r w:rsidR="00DB36AC" w:rsidRPr="00320394">
              <w:rPr>
                <w:color w:val="FF0000"/>
                <w:lang w:val="fr-CH"/>
              </w:rPr>
              <w:t xml:space="preserve">, </w:t>
            </w:r>
            <w:r w:rsidRPr="00320394">
              <w:rPr>
                <w:color w:val="FF0000"/>
                <w:lang w:val="fr-CH"/>
              </w:rPr>
              <w:t>estimation</w:t>
            </w:r>
            <w:r w:rsidR="00DB36AC" w:rsidRPr="00320394">
              <w:rPr>
                <w:lang w:val="fr-CH"/>
              </w:rPr>
              <w:t>)</w:t>
            </w:r>
          </w:p>
        </w:tc>
      </w:tr>
      <w:tr w:rsidR="00DB36AC" w:rsidRPr="00073471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B36AC" w:rsidRPr="008E3B0D" w:rsidRDefault="002830A7" w:rsidP="00CC752C">
            <w:pPr>
              <w:spacing w:after="0"/>
              <w:jc w:val="left"/>
              <w:rPr>
                <w:lang w:val="fr-CH"/>
              </w:rPr>
            </w:pPr>
            <w:r>
              <w:rPr>
                <w:lang w:val="fr-CH"/>
              </w:rPr>
              <w:t>Accroissement [</w:t>
            </w:r>
            <w:r w:rsidR="008E3B0D" w:rsidRPr="008E3B0D">
              <w:rPr>
                <w:lang w:val="fr-CH"/>
              </w:rPr>
              <w:t>sv</w:t>
            </w:r>
            <w:r w:rsidR="00320394" w:rsidRPr="008E3B0D">
              <w:rPr>
                <w:lang w:val="fr-CH"/>
              </w:rPr>
              <w:t>/ha/année</w:t>
            </w:r>
            <w:r w:rsidR="00DB36AC" w:rsidRPr="008E3B0D">
              <w:rPr>
                <w:lang w:val="fr-CH"/>
              </w:rPr>
              <w:t>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36AC" w:rsidRPr="002E5B16" w:rsidRDefault="00DB36AC" w:rsidP="00CC752C">
            <w:pPr>
              <w:spacing w:after="0"/>
              <w:jc w:val="left"/>
              <w:rPr>
                <w:highlight w:val="yellow"/>
              </w:rPr>
            </w:pPr>
            <w:r w:rsidRPr="00CF2901">
              <w:rPr>
                <w:color w:val="FF0000"/>
              </w:rPr>
              <w:t>xx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B36AC" w:rsidRPr="00320394" w:rsidRDefault="00320394" w:rsidP="00CC752C">
            <w:pPr>
              <w:spacing w:after="0"/>
              <w:jc w:val="left"/>
              <w:rPr>
                <w:lang w:val="fr-CH"/>
              </w:rPr>
            </w:pPr>
            <w:r w:rsidRPr="00320394">
              <w:rPr>
                <w:lang w:val="fr-CH"/>
              </w:rPr>
              <w:t xml:space="preserve">(Source: </w:t>
            </w:r>
            <w:r w:rsidRPr="00320394">
              <w:rPr>
                <w:color w:val="FF0000"/>
                <w:lang w:val="fr-CH"/>
              </w:rPr>
              <w:t>plan de gestion, estimation</w:t>
            </w:r>
            <w:r w:rsidRPr="00320394">
              <w:rPr>
                <w:lang w:val="fr-CH"/>
              </w:rPr>
              <w:t>)</w:t>
            </w:r>
          </w:p>
        </w:tc>
      </w:tr>
      <w:tr w:rsidR="00DB36AC" w:rsidRPr="00073471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B36AC" w:rsidRDefault="00320394" w:rsidP="00320394">
            <w:pPr>
              <w:spacing w:after="0"/>
              <w:jc w:val="left"/>
            </w:pPr>
            <w:r>
              <w:t>Quotité</w:t>
            </w:r>
            <w:r w:rsidR="00DB36AC">
              <w:t xml:space="preserve"> [</w:t>
            </w:r>
            <w:r w:rsidRPr="008E3B0D">
              <w:t>m3</w:t>
            </w:r>
            <w:r>
              <w:t>/ha/année</w:t>
            </w:r>
            <w:r w:rsidR="00DB36AC">
              <w:t>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36AC" w:rsidRPr="002E5B16" w:rsidRDefault="00DB36AC" w:rsidP="00CC752C">
            <w:pPr>
              <w:spacing w:after="0"/>
              <w:jc w:val="left"/>
              <w:rPr>
                <w:highlight w:val="yellow"/>
              </w:rPr>
            </w:pPr>
            <w:r w:rsidRPr="00CF2901">
              <w:rPr>
                <w:color w:val="FF0000"/>
              </w:rPr>
              <w:t>xx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B36AC" w:rsidRPr="00320394" w:rsidRDefault="00320394" w:rsidP="00CC752C">
            <w:pPr>
              <w:spacing w:after="0"/>
              <w:jc w:val="left"/>
              <w:rPr>
                <w:lang w:val="fr-CH"/>
              </w:rPr>
            </w:pPr>
            <w:r w:rsidRPr="00320394">
              <w:rPr>
                <w:lang w:val="fr-CH"/>
              </w:rPr>
              <w:t xml:space="preserve">(Source: </w:t>
            </w:r>
            <w:r w:rsidRPr="00320394">
              <w:rPr>
                <w:color w:val="FF0000"/>
                <w:lang w:val="fr-CH"/>
              </w:rPr>
              <w:t>plan de gestion, estimation</w:t>
            </w:r>
            <w:r w:rsidRPr="00320394">
              <w:rPr>
                <w:lang w:val="fr-CH"/>
              </w:rPr>
              <w:t>)</w:t>
            </w:r>
          </w:p>
        </w:tc>
      </w:tr>
      <w:tr w:rsidR="00DB36AC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B36AC" w:rsidRDefault="00320394" w:rsidP="00D23470">
            <w:pPr>
              <w:spacing w:after="0"/>
              <w:jc w:val="left"/>
            </w:pPr>
            <w:r>
              <w:t>Peuplement/stades de développement</w:t>
            </w:r>
            <w:r w:rsidR="00DB36AC">
              <w:t xml:space="preserve"> [%]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36AC" w:rsidRPr="002E5B16" w:rsidRDefault="00DB36AC" w:rsidP="00D23470">
            <w:pPr>
              <w:pStyle w:val="AuffhrunginTabelle"/>
              <w:numPr>
                <w:ilvl w:val="0"/>
                <w:numId w:val="0"/>
              </w:numPr>
              <w:rPr>
                <w:highlight w:val="yellow"/>
              </w:rPr>
            </w:pPr>
            <w:r w:rsidRPr="00CF2901">
              <w:rPr>
                <w:color w:val="FF0000"/>
              </w:rPr>
              <w:t>xx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B36AC" w:rsidRPr="00CF2901" w:rsidRDefault="00320394" w:rsidP="00D23470">
            <w:pPr>
              <w:pStyle w:val="AuffhrunginTabelle"/>
              <w:numPr>
                <w:ilvl w:val="0"/>
                <w:numId w:val="0"/>
              </w:numPr>
            </w:pPr>
            <w:r>
              <w:t>Rajeunissement/fourré</w:t>
            </w:r>
          </w:p>
        </w:tc>
      </w:tr>
      <w:tr w:rsidR="00DB36AC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B36AC" w:rsidRDefault="00DB36AC" w:rsidP="00D23470">
            <w:pPr>
              <w:spacing w:after="0"/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36AC" w:rsidRPr="002E5B16" w:rsidRDefault="00DB36AC" w:rsidP="00D23470">
            <w:pPr>
              <w:pStyle w:val="AuffhrunginTabelle"/>
              <w:numPr>
                <w:ilvl w:val="0"/>
                <w:numId w:val="0"/>
              </w:numPr>
              <w:rPr>
                <w:highlight w:val="yellow"/>
              </w:rPr>
            </w:pPr>
            <w:r w:rsidRPr="00CF2901">
              <w:rPr>
                <w:color w:val="FF0000"/>
              </w:rPr>
              <w:t>xx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B36AC" w:rsidRPr="00CF2901" w:rsidRDefault="008E3B0D" w:rsidP="00D23470">
            <w:pPr>
              <w:pStyle w:val="AuffhrunginTabelle"/>
              <w:numPr>
                <w:ilvl w:val="0"/>
                <w:numId w:val="0"/>
              </w:numPr>
            </w:pPr>
            <w:r>
              <w:t>Perchis (DHP 12-30)</w:t>
            </w:r>
          </w:p>
        </w:tc>
      </w:tr>
      <w:tr w:rsidR="00D23470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23470" w:rsidRDefault="00D23470" w:rsidP="00D23470">
            <w:pPr>
              <w:spacing w:after="0"/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3470" w:rsidRPr="002E5B16" w:rsidRDefault="00D23470" w:rsidP="00D23470">
            <w:pPr>
              <w:pStyle w:val="AuffhrunginTabelle"/>
              <w:numPr>
                <w:ilvl w:val="0"/>
                <w:numId w:val="0"/>
              </w:numPr>
              <w:rPr>
                <w:highlight w:val="yellow"/>
              </w:rPr>
            </w:pPr>
            <w:r w:rsidRPr="00CF2901">
              <w:rPr>
                <w:color w:val="FF0000"/>
              </w:rPr>
              <w:t>xx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23470" w:rsidRPr="00CF2901" w:rsidRDefault="008E3B0D" w:rsidP="00D23470">
            <w:pPr>
              <w:pStyle w:val="AuffhrunginTabelle"/>
              <w:numPr>
                <w:ilvl w:val="0"/>
                <w:numId w:val="0"/>
              </w:numPr>
            </w:pPr>
            <w:r>
              <w:t>Jeune futaie (DHP 31-40)</w:t>
            </w:r>
          </w:p>
        </w:tc>
      </w:tr>
      <w:tr w:rsidR="00DB36AC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B36AC" w:rsidRDefault="00DB36AC" w:rsidP="00D23470">
            <w:pPr>
              <w:spacing w:after="0"/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36AC" w:rsidRPr="002E5B16" w:rsidRDefault="00DB36AC" w:rsidP="00D23470">
            <w:pPr>
              <w:pStyle w:val="AuffhrunginTabelle"/>
              <w:numPr>
                <w:ilvl w:val="0"/>
                <w:numId w:val="0"/>
              </w:numPr>
              <w:rPr>
                <w:highlight w:val="yellow"/>
              </w:rPr>
            </w:pPr>
            <w:r w:rsidRPr="00CF2901">
              <w:rPr>
                <w:color w:val="FF0000"/>
              </w:rPr>
              <w:t>xx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B36AC" w:rsidRPr="00CF2901" w:rsidRDefault="00B8792B" w:rsidP="00D23470">
            <w:pPr>
              <w:pStyle w:val="AuffhrunginTabelle"/>
              <w:numPr>
                <w:ilvl w:val="0"/>
                <w:numId w:val="0"/>
              </w:numPr>
            </w:pPr>
            <w:r>
              <w:t>Futaie moyenne (DHP 41-50)</w:t>
            </w:r>
          </w:p>
        </w:tc>
      </w:tr>
      <w:tr w:rsidR="00DB36AC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B36AC" w:rsidRDefault="00DB36AC" w:rsidP="00D23470">
            <w:pPr>
              <w:spacing w:after="0"/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36AC" w:rsidRPr="002E5B16" w:rsidRDefault="00DB36AC" w:rsidP="00D23470">
            <w:pPr>
              <w:pStyle w:val="AuffhrunginTabelle"/>
              <w:numPr>
                <w:ilvl w:val="0"/>
                <w:numId w:val="0"/>
              </w:numPr>
              <w:rPr>
                <w:highlight w:val="yellow"/>
              </w:rPr>
            </w:pPr>
            <w:r w:rsidRPr="00CF2901">
              <w:rPr>
                <w:color w:val="FF0000"/>
              </w:rPr>
              <w:t>xx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B36AC" w:rsidRPr="00CF2901" w:rsidRDefault="00B8792B" w:rsidP="00D23470">
            <w:pPr>
              <w:pStyle w:val="AuffhrunginTabelle"/>
              <w:numPr>
                <w:ilvl w:val="0"/>
                <w:numId w:val="0"/>
              </w:numPr>
            </w:pPr>
            <w:r>
              <w:t>Vieille futaie (DHP &gt; 50)</w:t>
            </w:r>
          </w:p>
        </w:tc>
      </w:tr>
      <w:tr w:rsidR="00DB36AC" w:rsidRPr="00073471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B36AC" w:rsidRDefault="00DB36AC" w:rsidP="00D23470">
            <w:pPr>
              <w:spacing w:after="0"/>
              <w:jc w:val="left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36AC" w:rsidRPr="002E5B16" w:rsidRDefault="00DB36AC" w:rsidP="00D23470">
            <w:pPr>
              <w:pStyle w:val="AuffhrunginTabelle"/>
              <w:numPr>
                <w:ilvl w:val="0"/>
                <w:numId w:val="0"/>
              </w:numPr>
              <w:rPr>
                <w:highlight w:val="yellow"/>
              </w:rPr>
            </w:pPr>
            <w:r w:rsidRPr="00CF2901">
              <w:rPr>
                <w:color w:val="FF0000"/>
              </w:rPr>
              <w:t>xx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B36AC" w:rsidRPr="00F41FD8" w:rsidRDefault="00B8792B" w:rsidP="00B8792B">
            <w:pPr>
              <w:pStyle w:val="AuffhrunginTabelle"/>
              <w:numPr>
                <w:ilvl w:val="0"/>
                <w:numId w:val="0"/>
              </w:numPr>
              <w:rPr>
                <w:lang w:val="fr-CH"/>
              </w:rPr>
            </w:pPr>
            <w:r w:rsidRPr="00B8792B">
              <w:rPr>
                <w:lang w:val="fr-CH"/>
              </w:rPr>
              <w:t>Peuplement irrégulier</w:t>
            </w:r>
            <w:r w:rsidR="00D23470" w:rsidRPr="00B8792B">
              <w:rPr>
                <w:lang w:val="fr-CH"/>
              </w:rPr>
              <w:t xml:space="preserve"> /</w:t>
            </w:r>
            <w:r w:rsidR="00F41FD8" w:rsidRPr="00B8792B">
              <w:rPr>
                <w:lang w:val="fr-CH"/>
              </w:rPr>
              <w:t xml:space="preserve"> forêt </w:t>
            </w:r>
            <w:r w:rsidRPr="00B8792B">
              <w:rPr>
                <w:lang w:val="fr-CH"/>
              </w:rPr>
              <w:t xml:space="preserve">jardinée de haute montagne </w:t>
            </w:r>
            <w:r w:rsidR="00D23470" w:rsidRPr="00B8792B">
              <w:rPr>
                <w:lang w:val="fr-CH"/>
              </w:rPr>
              <w:t xml:space="preserve">/ </w:t>
            </w:r>
            <w:r w:rsidRPr="00B8792B">
              <w:rPr>
                <w:lang w:val="fr-CH"/>
              </w:rPr>
              <w:t>forêt jardin</w:t>
            </w:r>
            <w:r w:rsidR="00F41FD8" w:rsidRPr="00B8792B">
              <w:rPr>
                <w:lang w:val="fr-CH"/>
              </w:rPr>
              <w:t>ée</w:t>
            </w:r>
          </w:p>
        </w:tc>
      </w:tr>
      <w:tr w:rsidR="00DB36AC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B36AC" w:rsidRPr="00F41FD8" w:rsidRDefault="00DB36AC" w:rsidP="00D23470">
            <w:pPr>
              <w:spacing w:after="0"/>
              <w:jc w:val="left"/>
              <w:rPr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36AC" w:rsidRPr="002E5B16" w:rsidRDefault="00DB36AC" w:rsidP="00D23470">
            <w:pPr>
              <w:pStyle w:val="AuffhrunginTabelle"/>
              <w:numPr>
                <w:ilvl w:val="0"/>
                <w:numId w:val="0"/>
              </w:numPr>
              <w:rPr>
                <w:highlight w:val="yellow"/>
              </w:rPr>
            </w:pPr>
            <w:r w:rsidRPr="00CF2901">
              <w:rPr>
                <w:color w:val="FF0000"/>
              </w:rPr>
              <w:t>xx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B36AC" w:rsidRPr="00CF2901" w:rsidRDefault="00F41FD8" w:rsidP="00D23470">
            <w:pPr>
              <w:spacing w:after="0"/>
              <w:jc w:val="left"/>
            </w:pPr>
            <w:r w:rsidRPr="00B8792B">
              <w:t>Taillis</w:t>
            </w:r>
            <w:r w:rsidR="00B8792B">
              <w:t xml:space="preserve"> </w:t>
            </w:r>
            <w:r w:rsidRPr="00B8792B">
              <w:t>/</w:t>
            </w:r>
            <w:r w:rsidR="00B8792B">
              <w:t xml:space="preserve">forêt </w:t>
            </w:r>
            <w:r w:rsidRPr="00B8792B">
              <w:t>buisson</w:t>
            </w:r>
            <w:r w:rsidR="00B8792B">
              <w:t>nante</w:t>
            </w:r>
          </w:p>
        </w:tc>
      </w:tr>
      <w:tr w:rsidR="00DB36AC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B36AC" w:rsidRDefault="00F41FD8" w:rsidP="00CC752C">
            <w:pPr>
              <w:spacing w:after="0"/>
              <w:jc w:val="left"/>
            </w:pPr>
            <w:r w:rsidRPr="00B8792B">
              <w:t>Associations forestières</w:t>
            </w:r>
          </w:p>
        </w:tc>
        <w:tc>
          <w:tcPr>
            <w:tcW w:w="5953" w:type="dxa"/>
            <w:gridSpan w:val="2"/>
            <w:vMerge w:val="restart"/>
            <w:shd w:val="clear" w:color="auto" w:fill="auto"/>
            <w:vAlign w:val="center"/>
          </w:tcPr>
          <w:p w:rsidR="00DB36AC" w:rsidRDefault="00DB36AC" w:rsidP="00A204B5">
            <w:pPr>
              <w:pStyle w:val="AuffhrunginTabelle"/>
              <w:ind w:left="170" w:hanging="170"/>
              <w:rPr>
                <w:color w:val="FF0000"/>
              </w:rPr>
            </w:pPr>
            <w:r>
              <w:rPr>
                <w:color w:val="FF0000"/>
              </w:rPr>
              <w:t>xxx</w:t>
            </w:r>
          </w:p>
          <w:p w:rsidR="00DB36AC" w:rsidRDefault="00DB36AC" w:rsidP="00A204B5">
            <w:pPr>
              <w:pStyle w:val="AuffhrunginTabelle"/>
              <w:ind w:left="170" w:hanging="170"/>
              <w:rPr>
                <w:color w:val="FF0000"/>
              </w:rPr>
            </w:pPr>
            <w:r>
              <w:rPr>
                <w:color w:val="FF0000"/>
              </w:rPr>
              <w:t>xxx</w:t>
            </w:r>
          </w:p>
          <w:p w:rsidR="00DB36AC" w:rsidRPr="00CF2901" w:rsidRDefault="00DB36AC" w:rsidP="00A204B5">
            <w:pPr>
              <w:pStyle w:val="AuffhrunginTabelle"/>
              <w:ind w:left="170" w:hanging="170"/>
              <w:rPr>
                <w:color w:val="FF0000"/>
              </w:rPr>
            </w:pPr>
            <w:r w:rsidRPr="00CF2901">
              <w:rPr>
                <w:color w:val="FF0000"/>
              </w:rPr>
              <w:t>xxx</w:t>
            </w:r>
          </w:p>
        </w:tc>
      </w:tr>
      <w:tr w:rsidR="00DB36AC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  <w:vAlign w:val="center"/>
          </w:tcPr>
          <w:p w:rsidR="00DB36AC" w:rsidRDefault="00DB36AC" w:rsidP="00CC752C">
            <w:pPr>
              <w:spacing w:after="0"/>
              <w:jc w:val="left"/>
            </w:pPr>
          </w:p>
        </w:tc>
        <w:tc>
          <w:tcPr>
            <w:tcW w:w="5953" w:type="dxa"/>
            <w:gridSpan w:val="2"/>
            <w:vMerge/>
            <w:shd w:val="clear" w:color="auto" w:fill="auto"/>
            <w:vAlign w:val="center"/>
          </w:tcPr>
          <w:p w:rsidR="00DB36AC" w:rsidRDefault="00DB36AC" w:rsidP="00A204B5">
            <w:pPr>
              <w:pStyle w:val="AuffhrunginTabelle"/>
              <w:ind w:left="170" w:hanging="170"/>
              <w:rPr>
                <w:color w:val="FF0000"/>
              </w:rPr>
            </w:pPr>
          </w:p>
        </w:tc>
      </w:tr>
      <w:tr w:rsidR="00DB36AC" w:rsidTr="00227AF6">
        <w:trPr>
          <w:trHeight w:val="340"/>
        </w:trPr>
        <w:tc>
          <w:tcPr>
            <w:tcW w:w="3686" w:type="dxa"/>
            <w:gridSpan w:val="2"/>
            <w:shd w:val="clear" w:color="auto" w:fill="auto"/>
          </w:tcPr>
          <w:p w:rsidR="00DB36AC" w:rsidRDefault="00F41FD8" w:rsidP="00DB36AC">
            <w:pPr>
              <w:spacing w:before="60" w:after="0"/>
              <w:jc w:val="left"/>
            </w:pPr>
            <w:r>
              <w:t>Sols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DB36AC" w:rsidRPr="00DB36AC" w:rsidRDefault="00DB36AC" w:rsidP="00DB36AC">
            <w:pPr>
              <w:spacing w:before="60" w:after="0"/>
              <w:jc w:val="left"/>
              <w:rPr>
                <w:color w:val="FF0000"/>
              </w:rPr>
            </w:pPr>
            <w:r>
              <w:rPr>
                <w:color w:val="FF0000"/>
              </w:rPr>
              <w:t>x</w:t>
            </w:r>
            <w:r w:rsidRPr="00DB36AC">
              <w:rPr>
                <w:color w:val="FF0000"/>
              </w:rPr>
              <w:t>xx</w:t>
            </w:r>
          </w:p>
        </w:tc>
      </w:tr>
    </w:tbl>
    <w:p w:rsidR="00AA020F" w:rsidRDefault="00F41FD8" w:rsidP="00F30FD8">
      <w:pPr>
        <w:pStyle w:val="berschrift1"/>
      </w:pPr>
      <w:bookmarkStart w:id="3" w:name="_Toc265771728"/>
      <w:bookmarkStart w:id="4" w:name="_Toc351362509"/>
      <w:r>
        <w:t>A</w:t>
      </w:r>
      <w:r w:rsidR="00E85527">
        <w:t>nalyse</w:t>
      </w:r>
      <w:bookmarkEnd w:id="3"/>
      <w:r>
        <w:t xml:space="preserve"> des problèmes</w:t>
      </w:r>
      <w:bookmarkEnd w:id="4"/>
    </w:p>
    <w:p w:rsidR="00CF2901" w:rsidRDefault="00CF2901" w:rsidP="00CF2901">
      <w:bookmarkStart w:id="5" w:name="_Toc265771729"/>
      <w:r>
        <w:rPr>
          <w:color w:val="FF0000"/>
        </w:rPr>
        <w:t>X</w:t>
      </w:r>
      <w:r w:rsidRPr="00CF2901">
        <w:rPr>
          <w:color w:val="FF0000"/>
        </w:rPr>
        <w:t>xxx</w:t>
      </w:r>
      <w:r>
        <w:t xml:space="preserve"> </w:t>
      </w:r>
    </w:p>
    <w:p w:rsidR="00E04010" w:rsidRPr="00F41FD8" w:rsidRDefault="00F41FD8" w:rsidP="00F30FD8">
      <w:pPr>
        <w:pStyle w:val="berschrift1"/>
        <w:rPr>
          <w:lang w:val="fr-CH"/>
        </w:rPr>
      </w:pPr>
      <w:bookmarkStart w:id="6" w:name="_Toc351362510"/>
      <w:bookmarkEnd w:id="5"/>
      <w:r w:rsidRPr="00F41FD8">
        <w:rPr>
          <w:lang w:val="fr-CH"/>
        </w:rPr>
        <w:t>Buts et justification du projet</w:t>
      </w:r>
      <w:bookmarkEnd w:id="6"/>
    </w:p>
    <w:p w:rsidR="00CF2901" w:rsidRDefault="00CF2901" w:rsidP="00CF2901">
      <w:bookmarkStart w:id="7" w:name="_Toc265771732"/>
      <w:bookmarkStart w:id="8" w:name="_Toc272318250"/>
      <w:r>
        <w:rPr>
          <w:color w:val="FF0000"/>
        </w:rPr>
        <w:t>X</w:t>
      </w:r>
      <w:r w:rsidRPr="00CF2901">
        <w:rPr>
          <w:color w:val="FF0000"/>
        </w:rPr>
        <w:t>xxx</w:t>
      </w:r>
    </w:p>
    <w:p w:rsidR="00CA6245" w:rsidRPr="00F41FD8" w:rsidRDefault="00F41FD8" w:rsidP="00F30FD8">
      <w:pPr>
        <w:pStyle w:val="berschrift1"/>
        <w:rPr>
          <w:lang w:val="fr-CH"/>
        </w:rPr>
      </w:pPr>
      <w:bookmarkStart w:id="9" w:name="_Toc351362511"/>
      <w:bookmarkEnd w:id="7"/>
      <w:bookmarkEnd w:id="8"/>
      <w:r w:rsidRPr="00F41FD8">
        <w:rPr>
          <w:lang w:val="fr-CH"/>
        </w:rPr>
        <w:t>Concept de récolte de</w:t>
      </w:r>
      <w:r w:rsidR="00B8792B">
        <w:rPr>
          <w:lang w:val="fr-CH"/>
        </w:rPr>
        <w:t>s</w:t>
      </w:r>
      <w:r w:rsidRPr="00F41FD8">
        <w:rPr>
          <w:lang w:val="fr-CH"/>
        </w:rPr>
        <w:t xml:space="preserve"> bois et de desserte</w:t>
      </w:r>
      <w:bookmarkEnd w:id="9"/>
    </w:p>
    <w:p w:rsidR="00CF2901" w:rsidRPr="00F76224" w:rsidRDefault="00CF2901" w:rsidP="00CF2901">
      <w:pPr>
        <w:rPr>
          <w:lang w:val="fr-CH"/>
        </w:rPr>
      </w:pPr>
      <w:r w:rsidRPr="00F76224">
        <w:rPr>
          <w:color w:val="FF0000"/>
          <w:lang w:val="fr-CH"/>
        </w:rPr>
        <w:t>Xxxx</w:t>
      </w:r>
    </w:p>
    <w:p w:rsidR="00F41FD8" w:rsidRPr="00F41FD8" w:rsidRDefault="00F41FD8" w:rsidP="00287B1D">
      <w:pPr>
        <w:rPr>
          <w:lang w:val="fr-CH"/>
        </w:rPr>
      </w:pPr>
      <w:r w:rsidRPr="00F41FD8">
        <w:rPr>
          <w:lang w:val="fr-CH"/>
        </w:rPr>
        <w:t>Le concept de récolte du bois</w:t>
      </w:r>
      <w:r w:rsidR="00F76224">
        <w:rPr>
          <w:lang w:val="fr-CH"/>
        </w:rPr>
        <w:t xml:space="preserve"> et de desserte (plan 1:5'000) est annexé dans </w:t>
      </w:r>
      <w:r w:rsidR="00F76224" w:rsidRPr="00275828">
        <w:rPr>
          <w:lang w:val="fr-CH"/>
        </w:rPr>
        <w:t>l'appendice</w:t>
      </w:r>
      <w:r w:rsidR="00F76224">
        <w:rPr>
          <w:lang w:val="fr-CH"/>
        </w:rPr>
        <w:t>.</w:t>
      </w:r>
    </w:p>
    <w:p w:rsidR="00CA6245" w:rsidRDefault="00127F1F" w:rsidP="00F30FD8">
      <w:pPr>
        <w:pStyle w:val="berschrift1"/>
      </w:pPr>
      <w:bookmarkStart w:id="10" w:name="_Toc265771733"/>
      <w:bookmarkStart w:id="11" w:name="_Toc351362512"/>
      <w:r>
        <w:t>M</w:t>
      </w:r>
      <w:bookmarkEnd w:id="10"/>
      <w:r w:rsidR="00F76224">
        <w:t>esures</w:t>
      </w:r>
      <w:bookmarkEnd w:id="11"/>
    </w:p>
    <w:p w:rsidR="00F76224" w:rsidRPr="00F76224" w:rsidRDefault="00F76224" w:rsidP="0082334B">
      <w:pPr>
        <w:rPr>
          <w:lang w:val="fr-CH"/>
        </w:rPr>
      </w:pPr>
      <w:r w:rsidRPr="00F76224">
        <w:rPr>
          <w:lang w:val="fr-CH"/>
        </w:rPr>
        <w:t>Les constructions de chemins planifiées</w:t>
      </w:r>
      <w:r>
        <w:rPr>
          <w:lang w:val="fr-CH"/>
        </w:rPr>
        <w:t xml:space="preserve"> sont indiquées dans le plan des mesures 1:5'000 (voir </w:t>
      </w:r>
      <w:r w:rsidRPr="00275828">
        <w:rPr>
          <w:lang w:val="fr-CH"/>
        </w:rPr>
        <w:t>appendice</w:t>
      </w:r>
      <w:r>
        <w:rPr>
          <w:lang w:val="fr-CH"/>
        </w:rPr>
        <w:t>).</w:t>
      </w:r>
    </w:p>
    <w:p w:rsidR="00B77396" w:rsidRPr="00F76224" w:rsidRDefault="00F76224" w:rsidP="00DB36AC">
      <w:pPr>
        <w:pStyle w:val="Beschriftung"/>
        <w:spacing w:after="60"/>
        <w:rPr>
          <w:sz w:val="20"/>
          <w:lang w:val="fr-CH"/>
        </w:rPr>
      </w:pPr>
      <w:r w:rsidRPr="00F76224">
        <w:rPr>
          <w:sz w:val="20"/>
          <w:lang w:val="fr-CH"/>
        </w:rPr>
        <w:t>Tableau</w:t>
      </w:r>
      <w:r w:rsidR="00B77396" w:rsidRPr="00F76224">
        <w:rPr>
          <w:sz w:val="20"/>
          <w:lang w:val="fr-CH"/>
        </w:rPr>
        <w:t xml:space="preserve"> </w:t>
      </w:r>
      <w:r w:rsidR="00A3716A" w:rsidRPr="00A204B5">
        <w:rPr>
          <w:sz w:val="20"/>
        </w:rPr>
        <w:fldChar w:fldCharType="begin"/>
      </w:r>
      <w:r w:rsidR="00B95A19" w:rsidRPr="00F76224">
        <w:rPr>
          <w:sz w:val="20"/>
          <w:lang w:val="fr-CH"/>
        </w:rPr>
        <w:instrText xml:space="preserve"> SEQ Tabelle \* ARABIC </w:instrText>
      </w:r>
      <w:r w:rsidR="00A3716A" w:rsidRPr="00A204B5">
        <w:rPr>
          <w:sz w:val="20"/>
        </w:rPr>
        <w:fldChar w:fldCharType="separate"/>
      </w:r>
      <w:r w:rsidR="00911865">
        <w:rPr>
          <w:noProof/>
          <w:sz w:val="20"/>
          <w:lang w:val="fr-CH"/>
        </w:rPr>
        <w:t>3</w:t>
      </w:r>
      <w:r w:rsidR="00A3716A" w:rsidRPr="00A204B5">
        <w:rPr>
          <w:sz w:val="20"/>
        </w:rPr>
        <w:fldChar w:fldCharType="end"/>
      </w:r>
      <w:r w:rsidR="00B77396" w:rsidRPr="00F76224">
        <w:rPr>
          <w:sz w:val="20"/>
          <w:lang w:val="fr-CH"/>
        </w:rPr>
        <w:t xml:space="preserve">: </w:t>
      </w:r>
      <w:r w:rsidRPr="00F76224">
        <w:rPr>
          <w:sz w:val="20"/>
          <w:lang w:val="fr-CH"/>
        </w:rPr>
        <w:t>Longueur des chemins selon catégorie de chemins</w:t>
      </w:r>
      <w:r w:rsidR="00B77396" w:rsidRPr="00F76224">
        <w:rPr>
          <w:sz w:val="20"/>
          <w:lang w:val="fr-CH"/>
        </w:rPr>
        <w:t>.</w:t>
      </w:r>
    </w:p>
    <w:tbl>
      <w:tblPr>
        <w:tblW w:w="96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835"/>
        <w:gridCol w:w="2127"/>
        <w:gridCol w:w="2551"/>
        <w:gridCol w:w="2126"/>
      </w:tblGrid>
      <w:tr w:rsidR="005E0B12" w:rsidRPr="00F30FD8" w:rsidTr="00F76224">
        <w:trPr>
          <w:trHeight w:val="34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0B12" w:rsidRPr="00F30FD8" w:rsidRDefault="00F76224" w:rsidP="005E0B12">
            <w:pPr>
              <w:spacing w:after="0"/>
              <w:jc w:val="left"/>
            </w:pPr>
            <w:r>
              <w:t>Mesures</w:t>
            </w:r>
            <w:r w:rsidR="005E0B12" w:rsidRPr="00F30FD8"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0B12" w:rsidRPr="00F30FD8" w:rsidRDefault="00F76224" w:rsidP="005E0B12">
            <w:pPr>
              <w:spacing w:after="0"/>
              <w:jc w:val="center"/>
            </w:pPr>
            <w:r>
              <w:t>Mise au gabarit</w:t>
            </w:r>
            <w:r w:rsidR="005E0B12">
              <w:t xml:space="preserve"> </w:t>
            </w:r>
            <w:r w:rsidR="005E0B12" w:rsidRPr="00F30FD8">
              <w:t>[m</w:t>
            </w:r>
            <w:r w:rsidR="00275828">
              <w:t>'</w:t>
            </w:r>
            <w:r w:rsidR="005E0B12" w:rsidRPr="00F30FD8">
              <w:t>]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0B12" w:rsidRPr="00F30FD8" w:rsidRDefault="00F76224" w:rsidP="005E0B12">
            <w:pPr>
              <w:spacing w:after="0"/>
              <w:jc w:val="center"/>
            </w:pPr>
            <w:r>
              <w:t>Construction nouvelle</w:t>
            </w:r>
            <w:r w:rsidR="005E0B12">
              <w:t xml:space="preserve"> </w:t>
            </w:r>
            <w:r w:rsidR="005E0B12" w:rsidRPr="00F30FD8">
              <w:t>[m</w:t>
            </w:r>
            <w:r w:rsidR="00275828">
              <w:t>'</w:t>
            </w:r>
            <w:r w:rsidR="005E0B12" w:rsidRPr="00F30FD8">
              <w:t>]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0B12" w:rsidRPr="00F30FD8" w:rsidRDefault="005E0B12" w:rsidP="005E0B12">
            <w:pPr>
              <w:spacing w:after="0"/>
              <w:jc w:val="center"/>
            </w:pPr>
            <w:r>
              <w:t>Total</w:t>
            </w:r>
            <w:r w:rsidRPr="00F30FD8">
              <w:t xml:space="preserve"> [m</w:t>
            </w:r>
            <w:r w:rsidR="00275828">
              <w:t>'</w:t>
            </w:r>
            <w:r w:rsidRPr="00F30FD8">
              <w:t>]</w:t>
            </w:r>
          </w:p>
        </w:tc>
      </w:tr>
      <w:tr w:rsidR="005E0B12" w:rsidTr="00F76224">
        <w:trPr>
          <w:trHeight w:val="340"/>
        </w:trPr>
        <w:tc>
          <w:tcPr>
            <w:tcW w:w="2835" w:type="dxa"/>
            <w:shd w:val="clear" w:color="auto" w:fill="auto"/>
            <w:vAlign w:val="center"/>
          </w:tcPr>
          <w:p w:rsidR="005E0B12" w:rsidRDefault="00383108" w:rsidP="005E0B12">
            <w:pPr>
              <w:spacing w:after="0"/>
              <w:jc w:val="left"/>
            </w:pPr>
            <w:r>
              <w:t>Routes forestières avec revêtement</w:t>
            </w:r>
          </w:p>
        </w:tc>
        <w:tc>
          <w:tcPr>
            <w:tcW w:w="2127" w:type="dxa"/>
            <w:vAlign w:val="center"/>
          </w:tcPr>
          <w:p w:rsidR="005E0B12" w:rsidRPr="00CF2901" w:rsidRDefault="005E0B12" w:rsidP="005E0B12">
            <w:pPr>
              <w:spacing w:after="0"/>
              <w:ind w:right="567"/>
              <w:jc w:val="right"/>
              <w:rPr>
                <w:color w:val="FF0000"/>
              </w:rPr>
            </w:pPr>
            <w:r>
              <w:rPr>
                <w:color w:val="FF0000"/>
              </w:rPr>
              <w:t>xxx</w:t>
            </w:r>
          </w:p>
        </w:tc>
        <w:tc>
          <w:tcPr>
            <w:tcW w:w="2551" w:type="dxa"/>
            <w:vAlign w:val="center"/>
          </w:tcPr>
          <w:p w:rsidR="005E0B12" w:rsidRPr="00CF2901" w:rsidRDefault="005E0B12" w:rsidP="005E0B12">
            <w:pPr>
              <w:spacing w:after="0"/>
              <w:ind w:right="567"/>
              <w:jc w:val="right"/>
              <w:rPr>
                <w:color w:val="FF0000"/>
              </w:rPr>
            </w:pPr>
            <w:r>
              <w:rPr>
                <w:color w:val="FF000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B12" w:rsidRPr="00CF2901" w:rsidRDefault="005E0B12" w:rsidP="005E0B12">
            <w:pPr>
              <w:spacing w:after="0"/>
              <w:ind w:right="567"/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val="de-CH" w:eastAsia="de-CH"/>
              </w:rPr>
            </w:pPr>
            <w:r w:rsidRPr="00CF2901">
              <w:rPr>
                <w:color w:val="FF0000"/>
              </w:rPr>
              <w:t>xxx</w:t>
            </w:r>
          </w:p>
        </w:tc>
      </w:tr>
      <w:tr w:rsidR="005E0B12" w:rsidTr="00F76224">
        <w:trPr>
          <w:trHeight w:val="340"/>
        </w:trPr>
        <w:tc>
          <w:tcPr>
            <w:tcW w:w="2835" w:type="dxa"/>
            <w:shd w:val="clear" w:color="auto" w:fill="auto"/>
            <w:vAlign w:val="center"/>
          </w:tcPr>
          <w:p w:rsidR="005E0B12" w:rsidRDefault="00275828" w:rsidP="005E0B12">
            <w:pPr>
              <w:spacing w:after="0"/>
              <w:jc w:val="left"/>
            </w:pPr>
            <w:r>
              <w:t>Routes forestières sans</w:t>
            </w:r>
            <w:r w:rsidR="00383108">
              <w:t xml:space="preserve"> revêtement</w:t>
            </w:r>
          </w:p>
        </w:tc>
        <w:tc>
          <w:tcPr>
            <w:tcW w:w="2127" w:type="dxa"/>
            <w:vAlign w:val="center"/>
          </w:tcPr>
          <w:p w:rsidR="005E0B12" w:rsidRPr="00CF2901" w:rsidRDefault="005E0B12" w:rsidP="005E0B12">
            <w:pPr>
              <w:spacing w:after="0"/>
              <w:ind w:right="567"/>
              <w:jc w:val="right"/>
              <w:rPr>
                <w:color w:val="FF0000"/>
              </w:rPr>
            </w:pPr>
            <w:r>
              <w:rPr>
                <w:color w:val="FF0000"/>
              </w:rPr>
              <w:t>xxx</w:t>
            </w:r>
          </w:p>
        </w:tc>
        <w:tc>
          <w:tcPr>
            <w:tcW w:w="2551" w:type="dxa"/>
            <w:vAlign w:val="center"/>
          </w:tcPr>
          <w:p w:rsidR="005E0B12" w:rsidRPr="00CF2901" w:rsidRDefault="005E0B12" w:rsidP="005E0B12">
            <w:pPr>
              <w:spacing w:after="0"/>
              <w:ind w:right="567"/>
              <w:jc w:val="right"/>
              <w:rPr>
                <w:color w:val="FF0000"/>
              </w:rPr>
            </w:pPr>
            <w:r>
              <w:rPr>
                <w:color w:val="FF000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B12" w:rsidRPr="00CF2901" w:rsidRDefault="005E0B12" w:rsidP="005E0B12">
            <w:pPr>
              <w:spacing w:after="0"/>
              <w:ind w:right="567"/>
              <w:jc w:val="right"/>
              <w:rPr>
                <w:color w:val="FF0000"/>
              </w:rPr>
            </w:pPr>
            <w:r w:rsidRPr="00CF2901">
              <w:rPr>
                <w:color w:val="FF0000"/>
              </w:rPr>
              <w:t>xxx</w:t>
            </w:r>
          </w:p>
        </w:tc>
      </w:tr>
      <w:tr w:rsidR="005E0B12" w:rsidTr="00F76224">
        <w:trPr>
          <w:trHeight w:val="340"/>
        </w:trPr>
        <w:tc>
          <w:tcPr>
            <w:tcW w:w="2835" w:type="dxa"/>
            <w:shd w:val="clear" w:color="auto" w:fill="auto"/>
            <w:vAlign w:val="center"/>
          </w:tcPr>
          <w:p w:rsidR="005E0B12" w:rsidRDefault="00275828" w:rsidP="005E0B12">
            <w:pPr>
              <w:spacing w:after="0"/>
              <w:jc w:val="left"/>
            </w:pPr>
            <w:r>
              <w:t>Pistes à machines</w:t>
            </w:r>
          </w:p>
        </w:tc>
        <w:tc>
          <w:tcPr>
            <w:tcW w:w="2127" w:type="dxa"/>
            <w:vAlign w:val="center"/>
          </w:tcPr>
          <w:p w:rsidR="005E0B12" w:rsidRPr="00CF2901" w:rsidRDefault="005E0B12" w:rsidP="005E0B12">
            <w:pPr>
              <w:spacing w:after="0"/>
              <w:ind w:right="567"/>
              <w:jc w:val="right"/>
              <w:rPr>
                <w:color w:val="FF0000"/>
              </w:rPr>
            </w:pPr>
            <w:r>
              <w:rPr>
                <w:color w:val="FF0000"/>
              </w:rPr>
              <w:t>xxx</w:t>
            </w:r>
          </w:p>
        </w:tc>
        <w:tc>
          <w:tcPr>
            <w:tcW w:w="2551" w:type="dxa"/>
            <w:vAlign w:val="center"/>
          </w:tcPr>
          <w:p w:rsidR="005E0B12" w:rsidRPr="00CF2901" w:rsidRDefault="005E0B12" w:rsidP="005E0B12">
            <w:pPr>
              <w:spacing w:after="0"/>
              <w:ind w:right="567"/>
              <w:jc w:val="right"/>
              <w:rPr>
                <w:color w:val="FF0000"/>
              </w:rPr>
            </w:pPr>
            <w:r>
              <w:rPr>
                <w:color w:val="FF000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0B12" w:rsidRPr="00CF2901" w:rsidRDefault="005E0B12" w:rsidP="005E0B12">
            <w:pPr>
              <w:spacing w:after="0"/>
              <w:ind w:right="567"/>
              <w:jc w:val="right"/>
              <w:rPr>
                <w:color w:val="FF0000"/>
              </w:rPr>
            </w:pPr>
            <w:r>
              <w:rPr>
                <w:color w:val="FF0000"/>
              </w:rPr>
              <w:t>xxx</w:t>
            </w:r>
          </w:p>
        </w:tc>
      </w:tr>
    </w:tbl>
    <w:p w:rsidR="005033BA" w:rsidRDefault="005033BA" w:rsidP="005033BA"/>
    <w:p w:rsidR="005E0B12" w:rsidRDefault="005E0B12" w:rsidP="005E0B12">
      <w:r>
        <w:rPr>
          <w:color w:val="FF0000"/>
        </w:rPr>
        <w:t>X</w:t>
      </w:r>
      <w:r w:rsidRPr="00CF2901">
        <w:rPr>
          <w:color w:val="FF0000"/>
        </w:rPr>
        <w:t>xxx</w:t>
      </w:r>
      <w:r>
        <w:t xml:space="preserve"> </w:t>
      </w:r>
    </w:p>
    <w:p w:rsidR="00275828" w:rsidRPr="00275828" w:rsidRDefault="00275828" w:rsidP="00094CFC">
      <w:pPr>
        <w:rPr>
          <w:lang w:val="fr-CH"/>
        </w:rPr>
      </w:pPr>
      <w:r w:rsidRPr="00275828">
        <w:rPr>
          <w:lang w:val="fr-CH"/>
        </w:rPr>
        <w:t xml:space="preserve">Les profils normaux 1:50 sont </w:t>
      </w:r>
      <w:r>
        <w:rPr>
          <w:lang w:val="fr-CH"/>
        </w:rPr>
        <w:t>annexés</w:t>
      </w:r>
      <w:r w:rsidRPr="00275828">
        <w:rPr>
          <w:lang w:val="fr-CH"/>
        </w:rPr>
        <w:t xml:space="preserve"> dans l'appendice</w:t>
      </w:r>
    </w:p>
    <w:p w:rsidR="008E7657" w:rsidRPr="00275828" w:rsidRDefault="0098164D" w:rsidP="00F30FD8">
      <w:pPr>
        <w:pStyle w:val="berschrift1"/>
        <w:rPr>
          <w:lang w:val="fr-CH"/>
        </w:rPr>
      </w:pPr>
      <w:bookmarkStart w:id="12" w:name="_Toc351362513"/>
      <w:r>
        <w:rPr>
          <w:lang w:val="fr-CH"/>
        </w:rPr>
        <w:t>Impact</w:t>
      </w:r>
      <w:r w:rsidR="00C642E4">
        <w:rPr>
          <w:lang w:val="fr-CH"/>
        </w:rPr>
        <w:t>s</w:t>
      </w:r>
      <w:r w:rsidR="00275828" w:rsidRPr="00275828">
        <w:rPr>
          <w:lang w:val="fr-CH"/>
        </w:rPr>
        <w:t xml:space="preserve"> et mesures de </w:t>
      </w:r>
      <w:r>
        <w:rPr>
          <w:lang w:val="fr-CH"/>
        </w:rPr>
        <w:t>compensation</w:t>
      </w:r>
      <w:bookmarkEnd w:id="12"/>
    </w:p>
    <w:p w:rsidR="008F3EF9" w:rsidRDefault="00C11812" w:rsidP="00C11812">
      <w:pPr>
        <w:rPr>
          <w:color w:val="FF0000"/>
        </w:rPr>
      </w:pPr>
      <w:r>
        <w:rPr>
          <w:color w:val="FF0000"/>
        </w:rPr>
        <w:t>X</w:t>
      </w:r>
      <w:r w:rsidRPr="00CF2901">
        <w:rPr>
          <w:color w:val="FF0000"/>
        </w:rPr>
        <w:t>xxx</w:t>
      </w:r>
    </w:p>
    <w:p w:rsidR="008F3EF9" w:rsidRDefault="008F3EF9">
      <w:pPr>
        <w:spacing w:after="0"/>
        <w:jc w:val="left"/>
        <w:rPr>
          <w:color w:val="FF0000"/>
        </w:rPr>
      </w:pPr>
      <w:r>
        <w:rPr>
          <w:color w:val="FF0000"/>
        </w:rPr>
        <w:br w:type="page"/>
      </w:r>
    </w:p>
    <w:p w:rsidR="00555A4E" w:rsidRDefault="00275828" w:rsidP="00F30FD8">
      <w:pPr>
        <w:pStyle w:val="berschrift1"/>
      </w:pPr>
      <w:bookmarkStart w:id="13" w:name="_Toc351362514"/>
      <w:r>
        <w:lastRenderedPageBreak/>
        <w:t>Coûts de construction</w:t>
      </w:r>
      <w:bookmarkEnd w:id="13"/>
    </w:p>
    <w:p w:rsidR="00275828" w:rsidRPr="00275828" w:rsidRDefault="00275828" w:rsidP="004C6F10">
      <w:pPr>
        <w:rPr>
          <w:lang w:val="fr-CH"/>
        </w:rPr>
      </w:pPr>
      <w:r w:rsidRPr="00275828">
        <w:rPr>
          <w:lang w:val="fr-CH"/>
        </w:rPr>
        <w:t>Les coûts totaux du projet de desserte "</w:t>
      </w:r>
      <w:r>
        <w:rPr>
          <w:color w:val="FF0000"/>
          <w:lang w:val="fr-CH"/>
        </w:rPr>
        <w:t>xxx</w:t>
      </w:r>
      <w:r w:rsidR="00D23F9F">
        <w:rPr>
          <w:lang w:val="fr-CH"/>
        </w:rPr>
        <w:t>" se montent à Fr.</w:t>
      </w:r>
      <w:r>
        <w:rPr>
          <w:lang w:val="fr-CH"/>
        </w:rPr>
        <w:t xml:space="preserve"> </w:t>
      </w:r>
      <w:r>
        <w:rPr>
          <w:color w:val="FF0000"/>
          <w:lang w:val="fr-CH"/>
        </w:rPr>
        <w:t>xx'xxx.-</w:t>
      </w:r>
      <w:r>
        <w:rPr>
          <w:lang w:val="fr-CH"/>
        </w:rPr>
        <w:t>. Ils sont répartis comme suit:</w:t>
      </w:r>
    </w:p>
    <w:p w:rsidR="00610256" w:rsidRPr="00275828" w:rsidRDefault="00275828" w:rsidP="00DB36AC">
      <w:pPr>
        <w:pStyle w:val="Beschriftung"/>
        <w:spacing w:after="60"/>
        <w:rPr>
          <w:sz w:val="20"/>
          <w:lang w:val="fr-CH"/>
        </w:rPr>
      </w:pPr>
      <w:r w:rsidRPr="00275828">
        <w:rPr>
          <w:sz w:val="20"/>
          <w:lang w:val="fr-CH"/>
        </w:rPr>
        <w:t>Tableau</w:t>
      </w:r>
      <w:r w:rsidR="00F52362" w:rsidRPr="00275828">
        <w:rPr>
          <w:sz w:val="20"/>
          <w:lang w:val="fr-CH"/>
        </w:rPr>
        <w:t xml:space="preserve"> </w:t>
      </w:r>
      <w:r w:rsidR="00A3716A" w:rsidRPr="00A204B5">
        <w:rPr>
          <w:sz w:val="20"/>
        </w:rPr>
        <w:fldChar w:fldCharType="begin"/>
      </w:r>
      <w:r w:rsidR="00B95A19" w:rsidRPr="00275828">
        <w:rPr>
          <w:sz w:val="20"/>
          <w:lang w:val="fr-CH"/>
        </w:rPr>
        <w:instrText xml:space="preserve"> SEQ Tabelle \* ARABIC </w:instrText>
      </w:r>
      <w:r w:rsidR="00A3716A" w:rsidRPr="00A204B5">
        <w:rPr>
          <w:sz w:val="20"/>
        </w:rPr>
        <w:fldChar w:fldCharType="separate"/>
      </w:r>
      <w:r w:rsidR="00911865">
        <w:rPr>
          <w:noProof/>
          <w:sz w:val="20"/>
          <w:lang w:val="fr-CH"/>
        </w:rPr>
        <w:t>4</w:t>
      </w:r>
      <w:r w:rsidR="00A3716A" w:rsidRPr="00A204B5">
        <w:rPr>
          <w:sz w:val="20"/>
        </w:rPr>
        <w:fldChar w:fldCharType="end"/>
      </w:r>
      <w:r w:rsidR="0050609E" w:rsidRPr="00275828">
        <w:rPr>
          <w:sz w:val="20"/>
          <w:lang w:val="fr-CH"/>
        </w:rPr>
        <w:t xml:space="preserve">: </w:t>
      </w:r>
      <w:r w:rsidRPr="00275828">
        <w:rPr>
          <w:sz w:val="20"/>
          <w:lang w:val="fr-CH"/>
        </w:rPr>
        <w:t>Coûts de construction du projet de desserte</w:t>
      </w:r>
      <w:r w:rsidR="0050609E" w:rsidRPr="00275828">
        <w:rPr>
          <w:sz w:val="20"/>
          <w:lang w:val="fr-CH"/>
        </w:rPr>
        <w:t xml:space="preserve"> </w:t>
      </w:r>
      <w:r w:rsidR="00E70D6F" w:rsidRPr="00275828">
        <w:rPr>
          <w:color w:val="FF0000"/>
          <w:sz w:val="20"/>
          <w:lang w:val="fr-CH"/>
        </w:rPr>
        <w:t>xxx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2723"/>
        <w:gridCol w:w="1247"/>
        <w:gridCol w:w="1247"/>
        <w:gridCol w:w="1247"/>
        <w:gridCol w:w="1247"/>
        <w:gridCol w:w="1247"/>
      </w:tblGrid>
      <w:tr w:rsidR="00610256" w:rsidRPr="00F30FD8" w:rsidTr="00D23F9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0256" w:rsidRPr="00D23F9F" w:rsidRDefault="00610256" w:rsidP="003855DC">
            <w:pPr>
              <w:spacing w:before="40" w:after="40"/>
              <w:jc w:val="center"/>
              <w:rPr>
                <w:rFonts w:cs="Arial"/>
                <w:bCs/>
                <w:color w:val="000000"/>
                <w:lang w:val="fr-CH"/>
              </w:rPr>
            </w:pPr>
            <w:r w:rsidRPr="00D23F9F">
              <w:rPr>
                <w:rFonts w:cs="Arial"/>
                <w:bCs/>
                <w:color w:val="000000"/>
                <w:lang w:val="fr-CH"/>
              </w:rPr>
              <w:t>Pos</w:t>
            </w:r>
            <w:r w:rsidR="0050609E" w:rsidRPr="00D23F9F">
              <w:rPr>
                <w:rFonts w:cs="Arial"/>
                <w:bCs/>
                <w:color w:val="000000"/>
                <w:lang w:val="fr-CH"/>
              </w:rPr>
              <w:t>*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0256" w:rsidRPr="00D23F9F" w:rsidRDefault="00D23F9F" w:rsidP="003855DC">
            <w:pPr>
              <w:spacing w:before="40" w:after="40"/>
              <w:rPr>
                <w:rFonts w:cs="Arial"/>
                <w:bCs/>
                <w:color w:val="000000"/>
                <w:lang w:val="fr-CH"/>
              </w:rPr>
            </w:pPr>
            <w:r w:rsidRPr="00D23F9F">
              <w:rPr>
                <w:rFonts w:cs="Arial"/>
                <w:bCs/>
                <w:color w:val="000000"/>
                <w:lang w:val="fr-CH"/>
              </w:rPr>
              <w:t>Prestation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0256" w:rsidRPr="00D23F9F" w:rsidRDefault="00D23F9F" w:rsidP="003855DC">
            <w:pPr>
              <w:spacing w:before="40" w:after="40"/>
              <w:jc w:val="center"/>
              <w:rPr>
                <w:rFonts w:cs="Arial"/>
                <w:bCs/>
                <w:color w:val="000000"/>
                <w:lang w:val="fr-CH"/>
              </w:rPr>
            </w:pPr>
            <w:r w:rsidRPr="00D23F9F">
              <w:rPr>
                <w:rFonts w:cs="Arial"/>
                <w:bCs/>
                <w:color w:val="000000"/>
                <w:lang w:val="fr-CH"/>
              </w:rPr>
              <w:t>Unité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0256" w:rsidRPr="00D23F9F" w:rsidRDefault="00D23F9F" w:rsidP="003855DC">
            <w:pPr>
              <w:spacing w:before="40" w:after="40"/>
              <w:jc w:val="center"/>
              <w:rPr>
                <w:rFonts w:cs="Arial"/>
                <w:bCs/>
                <w:color w:val="000000"/>
                <w:lang w:val="fr-CH"/>
              </w:rPr>
            </w:pPr>
            <w:r w:rsidRPr="00D23F9F">
              <w:rPr>
                <w:rFonts w:cs="Arial"/>
                <w:bCs/>
                <w:color w:val="000000"/>
                <w:lang w:val="fr-CH"/>
              </w:rPr>
              <w:t>Nombre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046C3" w:rsidRPr="00F30FD8" w:rsidRDefault="00D23F9F" w:rsidP="00CC752C">
            <w:pPr>
              <w:spacing w:before="40" w:after="40"/>
              <w:jc w:val="center"/>
              <w:rPr>
                <w:rFonts w:cs="Arial"/>
                <w:bCs/>
                <w:color w:val="000000"/>
              </w:rPr>
            </w:pPr>
            <w:r w:rsidRPr="00D23F9F">
              <w:rPr>
                <w:rFonts w:cs="Arial"/>
                <w:bCs/>
                <w:color w:val="000000"/>
                <w:lang w:val="fr-CH"/>
              </w:rPr>
              <w:t>Prix par un</w:t>
            </w:r>
            <w:r>
              <w:rPr>
                <w:rFonts w:cs="Arial"/>
                <w:bCs/>
                <w:color w:val="000000"/>
              </w:rPr>
              <w:t>ité</w:t>
            </w:r>
            <w:r w:rsidR="003855DC">
              <w:rPr>
                <w:rFonts w:cs="Arial"/>
                <w:bCs/>
                <w:color w:val="000000"/>
              </w:rPr>
              <w:br/>
            </w:r>
            <w:r w:rsidR="00967FCD" w:rsidRPr="00F30FD8">
              <w:rPr>
                <w:rFonts w:cs="Arial"/>
                <w:bCs/>
                <w:color w:val="000000"/>
              </w:rPr>
              <w:t>[</w:t>
            </w:r>
            <w:r w:rsidR="00C046C3" w:rsidRPr="00F30FD8">
              <w:rPr>
                <w:rFonts w:cs="Arial"/>
                <w:bCs/>
                <w:color w:val="000000"/>
              </w:rPr>
              <w:t>Fr.</w:t>
            </w:r>
            <w:r w:rsidR="00967FCD" w:rsidRPr="00F30FD8">
              <w:rPr>
                <w:rFonts w:cs="Arial"/>
                <w:bCs/>
                <w:color w:val="000000"/>
              </w:rPr>
              <w:t>]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046C3" w:rsidRPr="00F30FD8" w:rsidRDefault="00D23F9F" w:rsidP="00CC752C">
            <w:pPr>
              <w:spacing w:before="40" w:after="4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Montant</w:t>
            </w:r>
            <w:r w:rsidR="003855DC">
              <w:rPr>
                <w:rFonts w:cs="Arial"/>
                <w:bCs/>
                <w:color w:val="000000"/>
              </w:rPr>
              <w:br/>
            </w:r>
            <w:r w:rsidR="00967FCD" w:rsidRPr="00F30FD8">
              <w:rPr>
                <w:rFonts w:cs="Arial"/>
                <w:bCs/>
                <w:color w:val="000000"/>
              </w:rPr>
              <w:t>[Fr.]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046C3" w:rsidRPr="00F30FD8" w:rsidRDefault="00610256" w:rsidP="00CC752C">
            <w:pPr>
              <w:spacing w:before="40" w:after="40"/>
              <w:jc w:val="center"/>
              <w:rPr>
                <w:rFonts w:cs="Arial"/>
                <w:bCs/>
                <w:color w:val="000000"/>
              </w:rPr>
            </w:pPr>
            <w:r w:rsidRPr="00F30FD8">
              <w:rPr>
                <w:rFonts w:cs="Arial"/>
                <w:bCs/>
                <w:color w:val="000000"/>
              </w:rPr>
              <w:t>Total</w:t>
            </w:r>
            <w:r w:rsidR="003855DC">
              <w:rPr>
                <w:rFonts w:cs="Arial"/>
                <w:bCs/>
                <w:color w:val="000000"/>
              </w:rPr>
              <w:br/>
            </w:r>
            <w:r w:rsidR="00967FCD" w:rsidRPr="00F30FD8">
              <w:rPr>
                <w:rFonts w:cs="Arial"/>
                <w:bCs/>
                <w:color w:val="000000"/>
              </w:rPr>
              <w:t>[Fr.]</w:t>
            </w:r>
          </w:p>
        </w:tc>
      </w:tr>
      <w:tr w:rsidR="00610256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100</w:t>
            </w: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D23F9F" w:rsidP="00CC752C">
            <w:pPr>
              <w:spacing w:after="0"/>
              <w:jc w:val="left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Routes avec revêtement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</w:p>
        </w:tc>
      </w:tr>
      <w:tr w:rsidR="00610256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D23F9F" w:rsidP="00CC752C">
            <w:pPr>
              <w:spacing w:after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Construction nouvelle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m'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-</w:t>
            </w:r>
          </w:p>
        </w:tc>
      </w:tr>
      <w:tr w:rsidR="00610256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D23F9F" w:rsidP="00CC752C">
            <w:pPr>
              <w:spacing w:after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Mise au gabarit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m'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-</w:t>
            </w:r>
          </w:p>
        </w:tc>
      </w:tr>
      <w:tr w:rsidR="00610256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200</w:t>
            </w: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D23F9F" w:rsidP="00CC752C">
            <w:pPr>
              <w:spacing w:after="0"/>
              <w:jc w:val="left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Routes sans revêtement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0256" w:rsidRPr="003855DC" w:rsidRDefault="00610256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D23F9F">
            <w:pPr>
              <w:spacing w:after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Construction nouvelle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D23F9F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m'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-</w:t>
            </w: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D23F9F">
            <w:pPr>
              <w:spacing w:after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Mise au gabarit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D23F9F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m'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-</w:t>
            </w: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300</w:t>
            </w: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left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Pistes à machines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</w:rPr>
            </w:pP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D23F9F">
            <w:pPr>
              <w:spacing w:after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Construction nouvelle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D23F9F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m'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-</w:t>
            </w: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D23F9F">
            <w:pPr>
              <w:spacing w:after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Mise au gabarit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D23F9F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m'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-</w:t>
            </w:r>
          </w:p>
        </w:tc>
      </w:tr>
      <w:tr w:rsidR="00D23F9F" w:rsidRPr="00073471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400</w:t>
            </w: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left"/>
              <w:rPr>
                <w:rFonts w:cs="Arial"/>
                <w:bCs/>
                <w:color w:val="000000"/>
                <w:lang w:val="fr-CH"/>
              </w:rPr>
            </w:pPr>
            <w:r w:rsidRPr="00D23F9F">
              <w:rPr>
                <w:rFonts w:cs="Arial"/>
                <w:bCs/>
                <w:color w:val="000000"/>
                <w:lang w:val="fr-CH"/>
              </w:rPr>
              <w:t>Places de dépôt pour grumes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color w:val="000000"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bCs/>
                <w:lang w:val="fr-CH"/>
              </w:rPr>
            </w:pP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  <w:lang w:val="fr-CH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D23F9F">
            <w:pPr>
              <w:spacing w:after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Construction nouvelle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m</w:t>
            </w:r>
            <w:r w:rsidRPr="003855DC">
              <w:rPr>
                <w:rFonts w:cs="Arial"/>
                <w:color w:val="000000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-</w:t>
            </w: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D23F9F">
            <w:pPr>
              <w:spacing w:after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Mise au gabarit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m</w:t>
            </w:r>
            <w:r w:rsidRPr="003855DC">
              <w:rPr>
                <w:rFonts w:cs="Arial"/>
                <w:color w:val="000000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-</w:t>
            </w: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500</w:t>
            </w: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left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Autre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</w:rPr>
            </w:pP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Signalisation/barrièr</w:t>
            </w:r>
            <w:r w:rsidRPr="003855DC">
              <w:rPr>
                <w:rFonts w:cs="Arial"/>
                <w:color w:val="000000"/>
              </w:rPr>
              <w:t>e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p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-</w:t>
            </w:r>
          </w:p>
        </w:tc>
      </w:tr>
      <w:tr w:rsidR="00D23F9F" w:rsidRPr="00073471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i/>
                <w:iCs/>
                <w:color w:val="000000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left"/>
              <w:rPr>
                <w:rFonts w:cs="Arial"/>
                <w:bCs/>
                <w:i/>
                <w:iCs/>
                <w:color w:val="000000"/>
                <w:lang w:val="fr-CH"/>
              </w:rPr>
            </w:pPr>
            <w:r w:rsidRPr="00D23F9F">
              <w:rPr>
                <w:rFonts w:cs="Arial"/>
                <w:bCs/>
                <w:i/>
                <w:iCs/>
                <w:color w:val="000000"/>
                <w:lang w:val="fr-CH"/>
              </w:rPr>
              <w:t xml:space="preserve">Sous-total coûts de construction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bCs/>
                <w:i/>
                <w:iCs/>
                <w:color w:val="000000"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bCs/>
                <w:i/>
                <w:iCs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bCs/>
                <w:i/>
                <w:iCs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bCs/>
                <w:i/>
                <w:iCs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bCs/>
                <w:i/>
                <w:iCs/>
                <w:lang w:val="fr-CH"/>
              </w:rPr>
            </w:pPr>
          </w:p>
        </w:tc>
      </w:tr>
      <w:tr w:rsidR="00D23F9F" w:rsidRPr="00073471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bCs/>
                <w:i/>
                <w:iCs/>
                <w:color w:val="000000"/>
                <w:lang w:val="fr-CH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left"/>
              <w:rPr>
                <w:rFonts w:cs="Arial"/>
                <w:bCs/>
                <w:i/>
                <w:iCs/>
                <w:color w:val="000000"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i/>
                <w:iCs/>
                <w:color w:val="000000"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i/>
                <w:iCs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i/>
                <w:iCs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i/>
                <w:iCs/>
                <w:lang w:val="fr-CH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center"/>
              <w:rPr>
                <w:rFonts w:cs="Arial"/>
                <w:bCs/>
                <w:lang w:val="fr-CH"/>
              </w:rPr>
            </w:pP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  <w:r w:rsidRPr="003855DC">
              <w:rPr>
                <w:rFonts w:cs="Arial"/>
                <w:bCs/>
                <w:color w:val="000000"/>
              </w:rPr>
              <w:t>600</w:t>
            </w: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left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Divers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</w:rPr>
            </w:pP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D23F9F" w:rsidRDefault="00D23F9F" w:rsidP="00CC752C">
            <w:pPr>
              <w:spacing w:after="0"/>
              <w:jc w:val="left"/>
              <w:rPr>
                <w:rFonts w:cs="Arial"/>
                <w:color w:val="000000"/>
                <w:lang w:val="fr-CH"/>
              </w:rPr>
            </w:pPr>
            <w:r>
              <w:rPr>
                <w:rFonts w:cs="Arial"/>
                <w:color w:val="000000"/>
                <w:lang w:val="fr-CH"/>
              </w:rPr>
              <w:t>Elaboration</w:t>
            </w:r>
            <w:r w:rsidRPr="00D23F9F">
              <w:rPr>
                <w:rFonts w:cs="Arial"/>
                <w:color w:val="000000"/>
                <w:lang w:val="fr-CH"/>
              </w:rPr>
              <w:t xml:space="preserve"> du projet / Direction du projet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</w:rPr>
            </w:pP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Imprévus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3855DC">
              <w:rPr>
                <w:rFonts w:cs="Arial"/>
                <w:color w:val="000000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</w:rPr>
            </w:pPr>
          </w:p>
        </w:tc>
      </w:tr>
      <w:tr w:rsidR="00D23F9F" w:rsidRPr="003855DC" w:rsidTr="00D23F9F">
        <w:trPr>
          <w:trHeight w:val="28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left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T</w:t>
            </w:r>
            <w:r w:rsidRPr="003855DC">
              <w:rPr>
                <w:rFonts w:cs="Arial"/>
                <w:bCs/>
                <w:color w:val="000000"/>
              </w:rPr>
              <w:t>otal</w:t>
            </w:r>
            <w:r>
              <w:rPr>
                <w:rFonts w:cs="Arial"/>
                <w:bCs/>
                <w:color w:val="000000"/>
              </w:rPr>
              <w:t xml:space="preserve"> général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3F9F" w:rsidRPr="003855DC" w:rsidRDefault="00D23F9F" w:rsidP="00CC752C">
            <w:pPr>
              <w:spacing w:after="0"/>
              <w:jc w:val="center"/>
              <w:rPr>
                <w:rFonts w:cs="Arial"/>
                <w:bCs/>
              </w:rPr>
            </w:pPr>
          </w:p>
        </w:tc>
      </w:tr>
    </w:tbl>
    <w:p w:rsidR="00CE429E" w:rsidRPr="00275828" w:rsidRDefault="00275828" w:rsidP="00A204B5">
      <w:pPr>
        <w:pStyle w:val="Beschriftung"/>
        <w:spacing w:before="40"/>
        <w:rPr>
          <w:lang w:val="fr-CH"/>
        </w:rPr>
      </w:pPr>
      <w:r w:rsidRPr="00275828">
        <w:rPr>
          <w:lang w:val="fr-CH"/>
        </w:rPr>
        <w:t>* Positions selon OFEV</w:t>
      </w:r>
      <w:r w:rsidR="004A4C8F" w:rsidRPr="00275828">
        <w:rPr>
          <w:lang w:val="fr-CH"/>
        </w:rPr>
        <w:t>, Formula</w:t>
      </w:r>
      <w:r w:rsidRPr="00275828">
        <w:rPr>
          <w:lang w:val="fr-CH"/>
        </w:rPr>
        <w:t>i</w:t>
      </w:r>
      <w:r w:rsidR="004A4C8F" w:rsidRPr="00275828">
        <w:rPr>
          <w:lang w:val="fr-CH"/>
        </w:rPr>
        <w:t>r</w:t>
      </w:r>
      <w:r w:rsidRPr="00275828">
        <w:rPr>
          <w:lang w:val="fr-CH"/>
        </w:rPr>
        <w:t>e 2B, paragraphe 3 Améliorations structurelles</w:t>
      </w:r>
    </w:p>
    <w:p w:rsidR="00D23F9F" w:rsidRPr="00D23F9F" w:rsidRDefault="00D23F9F" w:rsidP="004C6F10">
      <w:pPr>
        <w:rPr>
          <w:lang w:val="fr-CH"/>
        </w:rPr>
      </w:pPr>
      <w:r w:rsidRPr="00D23F9F">
        <w:rPr>
          <w:lang w:val="fr-CH"/>
        </w:rPr>
        <w:t>Un devis détaillé est annexé dans l'appendice.</w:t>
      </w:r>
    </w:p>
    <w:p w:rsidR="00FF4C5C" w:rsidRDefault="00945302" w:rsidP="00F30FD8">
      <w:pPr>
        <w:pStyle w:val="berschrift1"/>
      </w:pPr>
      <w:bookmarkStart w:id="14" w:name="_Toc351362515"/>
      <w:bookmarkStart w:id="15" w:name="_Toc265771735"/>
      <w:r>
        <w:t>Rentabilité</w:t>
      </w:r>
      <w:bookmarkEnd w:id="14"/>
    </w:p>
    <w:p w:rsidR="00C11812" w:rsidRDefault="00C11812" w:rsidP="00C11812">
      <w:r>
        <w:rPr>
          <w:color w:val="FF0000"/>
        </w:rPr>
        <w:t>X</w:t>
      </w:r>
      <w:r w:rsidRPr="00CF2901">
        <w:rPr>
          <w:color w:val="FF0000"/>
        </w:rPr>
        <w:t>xxx</w:t>
      </w:r>
    </w:p>
    <w:p w:rsidR="00945302" w:rsidRPr="00945302" w:rsidRDefault="000708C3" w:rsidP="00FF4C5C">
      <w:pPr>
        <w:rPr>
          <w:lang w:val="fr-CH"/>
        </w:rPr>
      </w:pPr>
      <w:r>
        <w:rPr>
          <w:lang w:val="fr-CH"/>
        </w:rPr>
        <w:t>L</w:t>
      </w:r>
      <w:r w:rsidR="00945302" w:rsidRPr="00945302">
        <w:rPr>
          <w:lang w:val="fr-CH"/>
        </w:rPr>
        <w:t xml:space="preserve">e </w:t>
      </w:r>
      <w:r w:rsidR="00945302" w:rsidRPr="00DB3EC2">
        <w:rPr>
          <w:lang w:val="fr-CH"/>
        </w:rPr>
        <w:t xml:space="preserve">détail des données </w:t>
      </w:r>
      <w:r>
        <w:rPr>
          <w:lang w:val="fr-CH"/>
        </w:rPr>
        <w:t>de référence se trouve dans</w:t>
      </w:r>
      <w:r w:rsidR="00945302" w:rsidRPr="00945302">
        <w:rPr>
          <w:lang w:val="fr-CH"/>
        </w:rPr>
        <w:t xml:space="preserve"> </w:t>
      </w:r>
      <w:r w:rsidR="00945302">
        <w:rPr>
          <w:lang w:val="fr-CH"/>
        </w:rPr>
        <w:t>l'</w:t>
      </w:r>
      <w:r w:rsidR="00945302" w:rsidRPr="00945302">
        <w:rPr>
          <w:lang w:val="fr-CH"/>
        </w:rPr>
        <w:t>appendice</w:t>
      </w:r>
    </w:p>
    <w:p w:rsidR="00E9469C" w:rsidRPr="00945302" w:rsidRDefault="00945302" w:rsidP="00DB36AC">
      <w:pPr>
        <w:pStyle w:val="Beschriftung"/>
        <w:spacing w:after="60"/>
        <w:rPr>
          <w:sz w:val="20"/>
          <w:lang w:val="fr-CH"/>
        </w:rPr>
      </w:pPr>
      <w:r w:rsidRPr="00945302">
        <w:rPr>
          <w:sz w:val="20"/>
          <w:lang w:val="fr-CH"/>
        </w:rPr>
        <w:t>Tableau</w:t>
      </w:r>
      <w:r w:rsidR="00E9469C" w:rsidRPr="00945302">
        <w:rPr>
          <w:sz w:val="20"/>
          <w:lang w:val="fr-CH"/>
        </w:rPr>
        <w:t xml:space="preserve"> </w:t>
      </w:r>
      <w:r w:rsidR="00A3716A" w:rsidRPr="00A204B5">
        <w:rPr>
          <w:sz w:val="20"/>
        </w:rPr>
        <w:fldChar w:fldCharType="begin"/>
      </w:r>
      <w:r w:rsidR="00B95A19" w:rsidRPr="00945302">
        <w:rPr>
          <w:sz w:val="20"/>
          <w:lang w:val="fr-CH"/>
        </w:rPr>
        <w:instrText xml:space="preserve"> SEQ Tabelle \* ARABIC </w:instrText>
      </w:r>
      <w:r w:rsidR="00A3716A" w:rsidRPr="00A204B5">
        <w:rPr>
          <w:sz w:val="20"/>
        </w:rPr>
        <w:fldChar w:fldCharType="separate"/>
      </w:r>
      <w:r w:rsidR="00911865">
        <w:rPr>
          <w:noProof/>
          <w:sz w:val="20"/>
          <w:lang w:val="fr-CH"/>
        </w:rPr>
        <w:t>5</w:t>
      </w:r>
      <w:r w:rsidR="00A3716A" w:rsidRPr="00A204B5">
        <w:rPr>
          <w:sz w:val="20"/>
        </w:rPr>
        <w:fldChar w:fldCharType="end"/>
      </w:r>
      <w:r w:rsidRPr="00945302">
        <w:rPr>
          <w:sz w:val="20"/>
          <w:lang w:val="fr-CH"/>
        </w:rPr>
        <w:t>: Données chiffrées concernant la rentabilité du projet</w:t>
      </w:r>
    </w:p>
    <w:tbl>
      <w:tblPr>
        <w:tblW w:w="96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4536"/>
        <w:gridCol w:w="2268"/>
        <w:gridCol w:w="2835"/>
      </w:tblGrid>
      <w:tr w:rsidR="00F45C76" w:rsidRPr="00F30FD8" w:rsidTr="00065D83">
        <w:trPr>
          <w:trHeight w:val="3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45C76" w:rsidRPr="00F30FD8" w:rsidRDefault="00945302" w:rsidP="00065D83">
            <w:pPr>
              <w:spacing w:after="0"/>
              <w:jc w:val="left"/>
            </w:pPr>
            <w:r>
              <w:t>Critères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F45C76" w:rsidRPr="00F30FD8" w:rsidRDefault="00945302" w:rsidP="00065D83">
            <w:pPr>
              <w:spacing w:after="0"/>
              <w:jc w:val="center"/>
            </w:pPr>
            <w:r>
              <w:t>Unité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5C76" w:rsidRPr="00F30FD8" w:rsidRDefault="00945302" w:rsidP="00065D83">
            <w:pPr>
              <w:spacing w:after="0"/>
              <w:ind w:right="884"/>
              <w:jc w:val="right"/>
            </w:pPr>
            <w:r>
              <w:t>Montant</w:t>
            </w:r>
          </w:p>
        </w:tc>
      </w:tr>
      <w:tr w:rsidR="00F45C76" w:rsidTr="00065D83">
        <w:trPr>
          <w:trHeight w:val="340"/>
        </w:trPr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5C76" w:rsidRDefault="00914D90" w:rsidP="00914D90">
            <w:pPr>
              <w:spacing w:before="40" w:after="0"/>
              <w:jc w:val="left"/>
            </w:pPr>
            <w:r>
              <w:t>Coûts d'investissement par</w:t>
            </w:r>
            <w:r w:rsidR="00F45C76">
              <w:t xml:space="preserve"> ha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:rsidR="00F45C76" w:rsidRDefault="00B35FA2" w:rsidP="00065D83">
            <w:pPr>
              <w:spacing w:before="40" w:after="0"/>
              <w:jc w:val="center"/>
            </w:pPr>
            <w:r>
              <w:t>Fr.</w:t>
            </w:r>
            <w:r w:rsidR="00F45C76">
              <w:t>/ha</w:t>
            </w: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  <w:vAlign w:val="center"/>
          </w:tcPr>
          <w:p w:rsidR="00F45C76" w:rsidRPr="00C11812" w:rsidRDefault="00C11812" w:rsidP="00CC752C">
            <w:pPr>
              <w:spacing w:before="40" w:after="0"/>
              <w:ind w:right="884"/>
              <w:jc w:val="right"/>
              <w:rPr>
                <w:color w:val="FF0000"/>
              </w:rPr>
            </w:pPr>
            <w:r w:rsidRPr="00C11812">
              <w:rPr>
                <w:color w:val="FF0000"/>
              </w:rPr>
              <w:t>x</w:t>
            </w:r>
            <w:r w:rsidR="00CC752C">
              <w:rPr>
                <w:color w:val="FF0000"/>
              </w:rPr>
              <w:t>’</w:t>
            </w:r>
            <w:r w:rsidRPr="00C11812">
              <w:rPr>
                <w:color w:val="FF0000"/>
              </w:rPr>
              <w:t>xxx</w:t>
            </w:r>
            <w:r w:rsidR="00CC752C">
              <w:rPr>
                <w:color w:val="FF0000"/>
              </w:rPr>
              <w:t>.-</w:t>
            </w:r>
          </w:p>
        </w:tc>
      </w:tr>
      <w:tr w:rsidR="00F45C76" w:rsidTr="00065D83">
        <w:trPr>
          <w:trHeight w:val="340"/>
        </w:trPr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5C76" w:rsidRPr="00914D90" w:rsidRDefault="00914D90" w:rsidP="00065D83">
            <w:pPr>
              <w:spacing w:after="0"/>
              <w:jc w:val="left"/>
              <w:rPr>
                <w:lang w:val="fr-CH"/>
              </w:rPr>
            </w:pPr>
            <w:r w:rsidRPr="00914D90">
              <w:rPr>
                <w:lang w:val="fr-CH"/>
              </w:rPr>
              <w:t>Coûts d'investissement maximaux par</w:t>
            </w:r>
            <w:r w:rsidR="00F45C76" w:rsidRPr="00914D90">
              <w:rPr>
                <w:lang w:val="fr-CH"/>
              </w:rPr>
              <w:t xml:space="preserve"> ha</w:t>
            </w:r>
            <w:r w:rsidR="00065D83" w:rsidRPr="00914D90">
              <w:rPr>
                <w:lang w:val="fr-CH"/>
              </w:rPr>
              <w:t xml:space="preserve"> *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:rsidR="00F45C76" w:rsidRDefault="00B35FA2" w:rsidP="00065D83">
            <w:pPr>
              <w:spacing w:after="0"/>
              <w:jc w:val="center"/>
            </w:pPr>
            <w:r>
              <w:t>Fr./ha</w:t>
            </w: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  <w:vAlign w:val="center"/>
          </w:tcPr>
          <w:p w:rsidR="00F45C76" w:rsidRPr="00C11812" w:rsidRDefault="00C11812" w:rsidP="00CC752C">
            <w:pPr>
              <w:spacing w:after="0"/>
              <w:ind w:right="884"/>
              <w:jc w:val="right"/>
              <w:rPr>
                <w:color w:val="FF0000"/>
              </w:rPr>
            </w:pPr>
            <w:r w:rsidRPr="00C11812">
              <w:rPr>
                <w:color w:val="FF0000"/>
              </w:rPr>
              <w:t>x</w:t>
            </w:r>
            <w:r w:rsidR="00CC752C">
              <w:rPr>
                <w:color w:val="FF0000"/>
              </w:rPr>
              <w:t>’</w:t>
            </w:r>
            <w:r w:rsidRPr="00C11812">
              <w:rPr>
                <w:color w:val="FF0000"/>
              </w:rPr>
              <w:t>xxx</w:t>
            </w:r>
            <w:r w:rsidR="00CC752C">
              <w:rPr>
                <w:color w:val="FF0000"/>
              </w:rPr>
              <w:t>.-</w:t>
            </w:r>
          </w:p>
        </w:tc>
      </w:tr>
      <w:tr w:rsidR="00F45C76" w:rsidTr="00065D83">
        <w:trPr>
          <w:trHeight w:val="340"/>
        </w:trPr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5C76" w:rsidRPr="00BD43C8" w:rsidRDefault="00914D90" w:rsidP="00914D90">
            <w:pPr>
              <w:spacing w:after="0"/>
              <w:jc w:val="left"/>
            </w:pPr>
            <w:r>
              <w:t xml:space="preserve">Coûts annuels par </w:t>
            </w:r>
            <w:r w:rsidR="00065D83">
              <w:t xml:space="preserve">ha 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:rsidR="00F45C76" w:rsidRDefault="00065D83" w:rsidP="00065D83">
            <w:pPr>
              <w:spacing w:after="0"/>
              <w:jc w:val="center"/>
            </w:pPr>
            <w:r>
              <w:t>Fr./ha</w:t>
            </w: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  <w:vAlign w:val="center"/>
          </w:tcPr>
          <w:p w:rsidR="00F45C76" w:rsidRPr="00C11812" w:rsidRDefault="00C11812" w:rsidP="00065D83">
            <w:pPr>
              <w:spacing w:after="0"/>
              <w:ind w:right="884"/>
              <w:jc w:val="right"/>
              <w:rPr>
                <w:color w:val="FF0000"/>
              </w:rPr>
            </w:pPr>
            <w:r w:rsidRPr="00C11812">
              <w:rPr>
                <w:color w:val="FF0000"/>
              </w:rPr>
              <w:t>xx</w:t>
            </w:r>
            <w:r w:rsidR="00BD43C8" w:rsidRPr="00C11812">
              <w:rPr>
                <w:color w:val="FF0000"/>
              </w:rPr>
              <w:t>.-</w:t>
            </w:r>
          </w:p>
        </w:tc>
      </w:tr>
      <w:tr w:rsidR="00BD43C8" w:rsidTr="00065D83">
        <w:trPr>
          <w:trHeight w:val="340"/>
        </w:trPr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43C8" w:rsidRDefault="00914D90" w:rsidP="00065D83">
            <w:pPr>
              <w:spacing w:after="0"/>
              <w:jc w:val="left"/>
            </w:pPr>
            <w:r>
              <w:t>Coûts annuels par</w:t>
            </w:r>
            <w:r w:rsidR="00BD43C8">
              <w:t xml:space="preserve"> </w:t>
            </w:r>
            <w:r w:rsidR="00065D83">
              <w:t>m</w:t>
            </w:r>
            <w:r w:rsidR="00065D83" w:rsidRPr="007F7E8F">
              <w:rPr>
                <w:vertAlign w:val="superscript"/>
              </w:rPr>
              <w:t>3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:rsidR="00BD43C8" w:rsidRDefault="00065D83" w:rsidP="00065D83">
            <w:pPr>
              <w:spacing w:after="0"/>
              <w:jc w:val="center"/>
            </w:pPr>
            <w:r>
              <w:t>Fr./m</w:t>
            </w:r>
            <w:r w:rsidRPr="007F7E8F">
              <w:rPr>
                <w:vertAlign w:val="superscript"/>
              </w:rPr>
              <w:t>3</w:t>
            </w: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  <w:vAlign w:val="center"/>
          </w:tcPr>
          <w:p w:rsidR="00BD43C8" w:rsidRPr="00C11812" w:rsidRDefault="00C11812" w:rsidP="00065D83">
            <w:pPr>
              <w:spacing w:after="0"/>
              <w:ind w:right="884"/>
              <w:jc w:val="right"/>
              <w:rPr>
                <w:color w:val="FF0000"/>
              </w:rPr>
            </w:pPr>
            <w:r w:rsidRPr="00C11812">
              <w:rPr>
                <w:color w:val="FF0000"/>
              </w:rPr>
              <w:t>xxx</w:t>
            </w:r>
            <w:r w:rsidR="00BD43C8" w:rsidRPr="00C11812">
              <w:rPr>
                <w:color w:val="FF0000"/>
              </w:rPr>
              <w:t>.-</w:t>
            </w:r>
          </w:p>
        </w:tc>
      </w:tr>
      <w:tr w:rsidR="00F45C76" w:rsidTr="00065D83">
        <w:trPr>
          <w:trHeight w:val="340"/>
        </w:trPr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5C76" w:rsidRDefault="00914D90" w:rsidP="00065D83">
            <w:pPr>
              <w:spacing w:after="0"/>
              <w:jc w:val="left"/>
            </w:pPr>
            <w:r>
              <w:t>Rentabilité</w:t>
            </w:r>
            <w:r w:rsidR="00F45C76">
              <w:t xml:space="preserve"> 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:rsidR="00F45C76" w:rsidRDefault="00BD43C8" w:rsidP="00065D83">
            <w:pPr>
              <w:spacing w:after="0"/>
              <w:jc w:val="center"/>
            </w:pPr>
            <w:r>
              <w:t>%</w:t>
            </w: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  <w:vAlign w:val="center"/>
          </w:tcPr>
          <w:p w:rsidR="00F45C76" w:rsidRPr="00C11812" w:rsidRDefault="00C11812" w:rsidP="00065D83">
            <w:pPr>
              <w:spacing w:after="0"/>
              <w:ind w:right="884"/>
              <w:jc w:val="right"/>
              <w:rPr>
                <w:color w:val="FF0000"/>
              </w:rPr>
            </w:pPr>
            <w:r w:rsidRPr="00C11812">
              <w:rPr>
                <w:color w:val="FF0000"/>
              </w:rPr>
              <w:t>xxx</w:t>
            </w:r>
          </w:p>
        </w:tc>
      </w:tr>
    </w:tbl>
    <w:p w:rsidR="00E9469C" w:rsidRPr="00914D90" w:rsidRDefault="00914D90" w:rsidP="00A204B5">
      <w:pPr>
        <w:pStyle w:val="Beschriftung"/>
        <w:spacing w:before="40"/>
        <w:rPr>
          <w:lang w:val="fr-CH"/>
        </w:rPr>
      </w:pPr>
      <w:r w:rsidRPr="00914D90">
        <w:rPr>
          <w:lang w:val="fr-CH"/>
        </w:rPr>
        <w:t xml:space="preserve">* interpolés en fonction de la part de forêt </w:t>
      </w:r>
      <w:r>
        <w:rPr>
          <w:lang w:val="fr-CH"/>
        </w:rPr>
        <w:t xml:space="preserve">protectrice et de </w:t>
      </w:r>
      <w:r w:rsidR="00A2766D">
        <w:rPr>
          <w:lang w:val="fr-CH"/>
        </w:rPr>
        <w:t>l'intensité d'exploitation</w:t>
      </w:r>
    </w:p>
    <w:p w:rsidR="007F7E8F" w:rsidRDefault="00914D90" w:rsidP="00F30FD8">
      <w:pPr>
        <w:pStyle w:val="berschrift1"/>
      </w:pPr>
      <w:bookmarkStart w:id="16" w:name="_Toc351362516"/>
      <w:r>
        <w:lastRenderedPageBreak/>
        <w:t>P</w:t>
      </w:r>
      <w:r w:rsidR="000708C3">
        <w:t>ermis de construire</w:t>
      </w:r>
      <w:bookmarkEnd w:id="16"/>
    </w:p>
    <w:p w:rsidR="00914D90" w:rsidRPr="00914D90" w:rsidRDefault="00914D90" w:rsidP="00FF4C5C">
      <w:pPr>
        <w:rPr>
          <w:lang w:val="fr-CH"/>
        </w:rPr>
      </w:pPr>
      <w:r w:rsidRPr="00914D90">
        <w:rPr>
          <w:lang w:val="fr-CH"/>
        </w:rPr>
        <w:t xml:space="preserve">Le présent projet de desserte </w:t>
      </w:r>
      <w:r>
        <w:rPr>
          <w:lang w:val="fr-CH"/>
        </w:rPr>
        <w:t>nécessite un permis de construire selon</w:t>
      </w:r>
      <w:r w:rsidR="000708C3">
        <w:rPr>
          <w:lang w:val="fr-CH"/>
        </w:rPr>
        <w:t xml:space="preserve"> la</w:t>
      </w:r>
      <w:r>
        <w:rPr>
          <w:lang w:val="fr-CH"/>
        </w:rPr>
        <w:t xml:space="preserve"> Loi sur les constructions (LC). L'autorité directrice est </w:t>
      </w:r>
      <w:r w:rsidR="003A7F8B" w:rsidRPr="003A7F8B">
        <w:rPr>
          <w:color w:val="FF0000"/>
          <w:lang w:val="fr-CH"/>
        </w:rPr>
        <w:t>xxx…</w:t>
      </w:r>
    </w:p>
    <w:p w:rsidR="0021283B" w:rsidRDefault="003A7F8B" w:rsidP="00F30FD8">
      <w:pPr>
        <w:pStyle w:val="berschrift1"/>
      </w:pPr>
      <w:bookmarkStart w:id="17" w:name="_Toc351362517"/>
      <w:r>
        <w:t>Délais et programme</w:t>
      </w:r>
      <w:bookmarkEnd w:id="17"/>
    </w:p>
    <w:p w:rsidR="003A7F8B" w:rsidRPr="003A7F8B" w:rsidRDefault="003A7F8B" w:rsidP="00967FCD">
      <w:pPr>
        <w:rPr>
          <w:lang w:val="fr-CH"/>
        </w:rPr>
      </w:pPr>
      <w:r w:rsidRPr="003A7F8B">
        <w:rPr>
          <w:lang w:val="fr-CH"/>
        </w:rPr>
        <w:t>Les délais suivants sont prévus pour le projet de desserte "</w:t>
      </w:r>
      <w:r>
        <w:rPr>
          <w:color w:val="FF0000"/>
          <w:lang w:val="fr-CH"/>
        </w:rPr>
        <w:t>xxx</w:t>
      </w:r>
      <w:r>
        <w:rPr>
          <w:lang w:val="fr-CH"/>
        </w:rPr>
        <w:t>"</w:t>
      </w:r>
      <w:r w:rsidR="00F83701">
        <w:rPr>
          <w:lang w:val="fr-CH"/>
        </w:rPr>
        <w:t xml:space="preserve"> :</w:t>
      </w:r>
    </w:p>
    <w:p w:rsidR="00967FCD" w:rsidRPr="00A204B5" w:rsidRDefault="006343E2" w:rsidP="00DB36AC">
      <w:pPr>
        <w:pStyle w:val="Beschriftung"/>
        <w:spacing w:after="60"/>
        <w:rPr>
          <w:sz w:val="20"/>
        </w:rPr>
      </w:pPr>
      <w:r>
        <w:rPr>
          <w:sz w:val="20"/>
        </w:rPr>
        <w:t>Tableau</w:t>
      </w:r>
      <w:r w:rsidR="00967FCD" w:rsidRPr="00A204B5">
        <w:rPr>
          <w:sz w:val="20"/>
        </w:rPr>
        <w:t xml:space="preserve"> </w:t>
      </w:r>
      <w:r w:rsidR="00A3716A" w:rsidRPr="00A204B5">
        <w:rPr>
          <w:sz w:val="20"/>
        </w:rPr>
        <w:fldChar w:fldCharType="begin"/>
      </w:r>
      <w:r w:rsidR="00B95A19" w:rsidRPr="00A204B5">
        <w:rPr>
          <w:sz w:val="20"/>
        </w:rPr>
        <w:instrText xml:space="preserve"> SEQ Tabelle \* ARABIC </w:instrText>
      </w:r>
      <w:r w:rsidR="00A3716A" w:rsidRPr="00A204B5">
        <w:rPr>
          <w:sz w:val="20"/>
        </w:rPr>
        <w:fldChar w:fldCharType="separate"/>
      </w:r>
      <w:r w:rsidR="00911865">
        <w:rPr>
          <w:noProof/>
          <w:sz w:val="20"/>
        </w:rPr>
        <w:t>6</w:t>
      </w:r>
      <w:r w:rsidR="00A3716A" w:rsidRPr="00A204B5">
        <w:rPr>
          <w:sz w:val="20"/>
        </w:rPr>
        <w:fldChar w:fldCharType="end"/>
      </w:r>
      <w:r>
        <w:rPr>
          <w:sz w:val="20"/>
        </w:rPr>
        <w:t>: Délais et programme</w:t>
      </w:r>
    </w:p>
    <w:tbl>
      <w:tblPr>
        <w:tblW w:w="96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2F08AB" w:rsidRPr="00F30FD8" w:rsidTr="00065D83">
        <w:trPr>
          <w:trHeight w:val="34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F08AB" w:rsidRPr="00F30FD8" w:rsidRDefault="00CD52F3" w:rsidP="00F30FD8">
            <w:pPr>
              <w:spacing w:after="0"/>
              <w:jc w:val="left"/>
            </w:pPr>
            <w:r>
              <w:t>Etapes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08AB" w:rsidRPr="00F30FD8" w:rsidRDefault="006343E2" w:rsidP="00F30FD8">
            <w:pPr>
              <w:spacing w:after="0"/>
              <w:jc w:val="left"/>
            </w:pPr>
            <w:r>
              <w:t>Description</w:t>
            </w:r>
          </w:p>
        </w:tc>
      </w:tr>
      <w:tr w:rsidR="00967FCD" w:rsidTr="00065D83">
        <w:trPr>
          <w:trHeight w:val="340"/>
        </w:trPr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701" w:rsidRPr="00F83701" w:rsidRDefault="000708C3" w:rsidP="00065D83">
            <w:pPr>
              <w:spacing w:before="40" w:after="0"/>
              <w:jc w:val="left"/>
              <w:rPr>
                <w:lang w:val="fr-CH"/>
              </w:rPr>
            </w:pPr>
            <w:r>
              <w:rPr>
                <w:lang w:val="fr-CH"/>
              </w:rPr>
              <w:t>Demande</w:t>
            </w:r>
            <w:r w:rsidR="00F83701" w:rsidRPr="00F83701">
              <w:rPr>
                <w:lang w:val="fr-CH"/>
              </w:rPr>
              <w:t xml:space="preserve"> du permis de con</w:t>
            </w:r>
            <w:r w:rsidR="00F83701">
              <w:rPr>
                <w:lang w:val="fr-CH"/>
              </w:rPr>
              <w:t>s</w:t>
            </w:r>
            <w:r w:rsidR="00F83701" w:rsidRPr="00F83701">
              <w:rPr>
                <w:lang w:val="fr-CH"/>
              </w:rPr>
              <w:t xml:space="preserve">truire et </w:t>
            </w:r>
            <w:r w:rsidR="00F83701">
              <w:rPr>
                <w:lang w:val="fr-CH"/>
              </w:rPr>
              <w:t>garantie des subventions</w:t>
            </w:r>
          </w:p>
        </w:tc>
        <w:tc>
          <w:tcPr>
            <w:tcW w:w="48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7FCD" w:rsidRDefault="00C11812" w:rsidP="00065D83">
            <w:pPr>
              <w:spacing w:before="40" w:after="0"/>
              <w:jc w:val="left"/>
            </w:pPr>
            <w:r w:rsidRPr="00C11812">
              <w:rPr>
                <w:color w:val="FF0000"/>
              </w:rPr>
              <w:t>xxx</w:t>
            </w:r>
          </w:p>
        </w:tc>
      </w:tr>
      <w:tr w:rsidR="002F08AB" w:rsidTr="00065D83">
        <w:trPr>
          <w:trHeight w:val="340"/>
        </w:trPr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08AB" w:rsidRDefault="00F83701" w:rsidP="00065D83">
            <w:pPr>
              <w:spacing w:after="0"/>
              <w:jc w:val="left"/>
            </w:pPr>
            <w:r>
              <w:t>Début des travaux</w:t>
            </w:r>
          </w:p>
        </w:tc>
        <w:tc>
          <w:tcPr>
            <w:tcW w:w="48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08AB" w:rsidRDefault="00C11812" w:rsidP="00065D83">
            <w:pPr>
              <w:spacing w:after="0"/>
              <w:jc w:val="left"/>
            </w:pPr>
            <w:r w:rsidRPr="00C11812">
              <w:rPr>
                <w:color w:val="FF0000"/>
              </w:rPr>
              <w:t>xxx</w:t>
            </w:r>
          </w:p>
        </w:tc>
      </w:tr>
      <w:tr w:rsidR="002F08AB" w:rsidTr="00065D83">
        <w:trPr>
          <w:trHeight w:val="340"/>
        </w:trPr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08AB" w:rsidRDefault="00F83701" w:rsidP="00065D83">
            <w:pPr>
              <w:spacing w:after="0"/>
              <w:jc w:val="left"/>
            </w:pPr>
            <w:r>
              <w:t>Délai d'achèvement</w:t>
            </w:r>
          </w:p>
        </w:tc>
        <w:tc>
          <w:tcPr>
            <w:tcW w:w="48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08AB" w:rsidRDefault="00C11812" w:rsidP="00065D83">
            <w:pPr>
              <w:spacing w:after="0"/>
              <w:jc w:val="left"/>
            </w:pPr>
            <w:r w:rsidRPr="00C11812">
              <w:rPr>
                <w:color w:val="FF0000"/>
              </w:rPr>
              <w:t>xxx</w:t>
            </w:r>
          </w:p>
        </w:tc>
      </w:tr>
      <w:tr w:rsidR="002F08AB" w:rsidTr="00065D83">
        <w:trPr>
          <w:trHeight w:val="340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08AB" w:rsidRDefault="000708C3" w:rsidP="00065D83">
            <w:pPr>
              <w:spacing w:after="0"/>
              <w:jc w:val="left"/>
            </w:pPr>
            <w:r>
              <w:t>Dépôt</w:t>
            </w:r>
            <w:r w:rsidR="00F83701">
              <w:t xml:space="preserve"> du décompte final</w:t>
            </w:r>
          </w:p>
        </w:tc>
        <w:tc>
          <w:tcPr>
            <w:tcW w:w="48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8AB" w:rsidRDefault="003855DC" w:rsidP="00065D83">
            <w:pPr>
              <w:spacing w:after="0"/>
              <w:jc w:val="left"/>
            </w:pPr>
            <w:r w:rsidRPr="00C11812">
              <w:rPr>
                <w:color w:val="FF0000"/>
              </w:rPr>
              <w:t>xxx</w:t>
            </w:r>
          </w:p>
        </w:tc>
      </w:tr>
    </w:tbl>
    <w:p w:rsidR="00B20D6D" w:rsidRDefault="00B20D6D" w:rsidP="002F08AB">
      <w:pPr>
        <w:sectPr w:rsidR="00B20D6D" w:rsidSect="00E70D6F">
          <w:headerReference w:type="default" r:id="rId9"/>
          <w:footerReference w:type="default" r:id="rId10"/>
          <w:pgSz w:w="11906" w:h="16838"/>
          <w:pgMar w:top="1134" w:right="851" w:bottom="1134" w:left="1418" w:header="720" w:footer="720" w:gutter="0"/>
          <w:pgNumType w:start="1"/>
          <w:cols w:space="720"/>
          <w:formProt w:val="0"/>
          <w:docGrid w:linePitch="272"/>
        </w:sectPr>
      </w:pPr>
    </w:p>
    <w:p w:rsidR="00703395" w:rsidRDefault="00891F66" w:rsidP="00F30FD8">
      <w:pPr>
        <w:pStyle w:val="berschrift1"/>
      </w:pPr>
      <w:bookmarkStart w:id="18" w:name="_Toc351362518"/>
      <w:r>
        <w:t xml:space="preserve">Plan </w:t>
      </w:r>
      <w:r w:rsidR="00635259">
        <w:t xml:space="preserve">de </w:t>
      </w:r>
      <w:r>
        <w:t>financ</w:t>
      </w:r>
      <w:r w:rsidR="00635259">
        <w:t>ement</w:t>
      </w:r>
      <w:bookmarkEnd w:id="18"/>
    </w:p>
    <w:p w:rsidR="00703395" w:rsidRPr="00891F66" w:rsidRDefault="00891F66" w:rsidP="00703395">
      <w:pPr>
        <w:rPr>
          <w:lang w:val="fr-CH"/>
        </w:rPr>
      </w:pPr>
      <w:r>
        <w:rPr>
          <w:lang w:val="fr-CH"/>
        </w:rPr>
        <w:t>Le décompte se fera</w:t>
      </w:r>
      <w:r w:rsidRPr="00891F66">
        <w:rPr>
          <w:lang w:val="fr-CH"/>
        </w:rPr>
        <w:t xml:space="preserve"> </w:t>
      </w:r>
      <w:r>
        <w:rPr>
          <w:lang w:val="fr-CH"/>
        </w:rPr>
        <w:t>par tranches</w:t>
      </w:r>
    </w:p>
    <w:p w:rsidR="00967FCD" w:rsidRPr="00A204B5" w:rsidRDefault="00891F66" w:rsidP="00DB36AC">
      <w:pPr>
        <w:pStyle w:val="Beschriftung"/>
        <w:spacing w:after="60"/>
        <w:rPr>
          <w:sz w:val="20"/>
        </w:rPr>
      </w:pPr>
      <w:r>
        <w:rPr>
          <w:sz w:val="20"/>
        </w:rPr>
        <w:t>Tableau</w:t>
      </w:r>
      <w:r w:rsidR="00967FCD" w:rsidRPr="00A204B5">
        <w:rPr>
          <w:sz w:val="20"/>
        </w:rPr>
        <w:t xml:space="preserve"> </w:t>
      </w:r>
      <w:r w:rsidR="00A3716A" w:rsidRPr="00A204B5">
        <w:rPr>
          <w:sz w:val="20"/>
        </w:rPr>
        <w:fldChar w:fldCharType="begin"/>
      </w:r>
      <w:r w:rsidR="00B95A19" w:rsidRPr="00A204B5">
        <w:rPr>
          <w:sz w:val="20"/>
        </w:rPr>
        <w:instrText xml:space="preserve"> SEQ Tabelle \* ARABIC </w:instrText>
      </w:r>
      <w:r w:rsidR="00A3716A" w:rsidRPr="00A204B5">
        <w:rPr>
          <w:sz w:val="20"/>
        </w:rPr>
        <w:fldChar w:fldCharType="separate"/>
      </w:r>
      <w:r w:rsidR="00911865">
        <w:rPr>
          <w:noProof/>
          <w:sz w:val="20"/>
        </w:rPr>
        <w:t>7</w:t>
      </w:r>
      <w:r w:rsidR="00A3716A" w:rsidRPr="00A204B5">
        <w:rPr>
          <w:sz w:val="20"/>
        </w:rPr>
        <w:fldChar w:fldCharType="end"/>
      </w:r>
      <w:r>
        <w:rPr>
          <w:sz w:val="20"/>
        </w:rPr>
        <w:t xml:space="preserve">: </w:t>
      </w:r>
      <w:r w:rsidR="000708C3">
        <w:rPr>
          <w:sz w:val="20"/>
        </w:rPr>
        <w:t>Echelonnement des tranches</w:t>
      </w:r>
    </w:p>
    <w:tbl>
      <w:tblPr>
        <w:tblW w:w="96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703395" w:rsidRPr="00F30FD8" w:rsidTr="00065D83">
        <w:trPr>
          <w:trHeight w:val="3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03395" w:rsidRPr="00F30FD8" w:rsidRDefault="00891F66" w:rsidP="00065D83">
            <w:pPr>
              <w:spacing w:after="0"/>
              <w:jc w:val="left"/>
            </w:pPr>
            <w:r>
              <w:t>Année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3395" w:rsidRPr="00F30FD8" w:rsidRDefault="00703395" w:rsidP="00065D83">
            <w:pPr>
              <w:spacing w:after="0"/>
              <w:jc w:val="left"/>
            </w:pPr>
            <w:r w:rsidRPr="00F30FD8">
              <w:t xml:space="preserve">Tranche </w:t>
            </w:r>
            <w:r w:rsidR="00967FCD" w:rsidRPr="00F30FD8">
              <w:rPr>
                <w:rFonts w:cs="Arial"/>
                <w:bCs/>
                <w:color w:val="000000"/>
              </w:rPr>
              <w:t>[Fr.]</w:t>
            </w:r>
          </w:p>
        </w:tc>
      </w:tr>
      <w:tr w:rsidR="00703395" w:rsidTr="00065D83">
        <w:trPr>
          <w:trHeight w:val="340"/>
        </w:trPr>
        <w:tc>
          <w:tcPr>
            <w:tcW w:w="48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3395" w:rsidRDefault="00703395" w:rsidP="00065D83">
            <w:pPr>
              <w:spacing w:after="0"/>
              <w:jc w:val="left"/>
            </w:pPr>
            <w:r>
              <w:t>20</w:t>
            </w:r>
            <w:r w:rsidR="00C11812" w:rsidRPr="00C11812">
              <w:rPr>
                <w:color w:val="FF0000"/>
              </w:rPr>
              <w:t>xx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03395" w:rsidRDefault="00C11812" w:rsidP="00065D83">
            <w:pPr>
              <w:spacing w:after="0"/>
              <w:jc w:val="left"/>
            </w:pPr>
            <w:r w:rsidRPr="00C11812">
              <w:rPr>
                <w:color w:val="FF0000"/>
              </w:rPr>
              <w:t>xx</w:t>
            </w:r>
            <w:r w:rsidR="00703395">
              <w:t>‘000</w:t>
            </w:r>
          </w:p>
        </w:tc>
      </w:tr>
      <w:tr w:rsidR="00703395" w:rsidTr="00065D83">
        <w:trPr>
          <w:trHeight w:val="340"/>
        </w:trPr>
        <w:tc>
          <w:tcPr>
            <w:tcW w:w="48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3395" w:rsidRDefault="00703395" w:rsidP="00065D83">
            <w:pPr>
              <w:spacing w:after="0"/>
              <w:jc w:val="left"/>
            </w:pPr>
            <w:r>
              <w:t>20</w:t>
            </w:r>
            <w:r w:rsidR="00C11812" w:rsidRPr="00C11812">
              <w:rPr>
                <w:color w:val="FF0000"/>
              </w:rPr>
              <w:t>xx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03395" w:rsidRDefault="00C11812" w:rsidP="00065D83">
            <w:pPr>
              <w:spacing w:after="0"/>
              <w:jc w:val="left"/>
            </w:pPr>
            <w:r w:rsidRPr="00C11812">
              <w:rPr>
                <w:color w:val="FF0000"/>
              </w:rPr>
              <w:t>xx</w:t>
            </w:r>
            <w:r w:rsidR="00703395">
              <w:t>‘000</w:t>
            </w:r>
          </w:p>
        </w:tc>
      </w:tr>
      <w:tr w:rsidR="00703395" w:rsidTr="00065D83">
        <w:trPr>
          <w:trHeight w:val="340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3395" w:rsidRDefault="003855DC" w:rsidP="00065D83">
            <w:pPr>
              <w:spacing w:after="0"/>
              <w:jc w:val="left"/>
            </w:pPr>
            <w:r>
              <w:t>20</w:t>
            </w:r>
            <w:r w:rsidRPr="00C11812">
              <w:rPr>
                <w:color w:val="FF0000"/>
              </w:rPr>
              <w:t>xx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95" w:rsidRDefault="003855DC" w:rsidP="00065D83">
            <w:pPr>
              <w:spacing w:after="0"/>
              <w:jc w:val="left"/>
            </w:pPr>
            <w:r w:rsidRPr="00C11812">
              <w:rPr>
                <w:color w:val="FF0000"/>
              </w:rPr>
              <w:t>xx</w:t>
            </w:r>
            <w:r>
              <w:t>‘000</w:t>
            </w:r>
          </w:p>
        </w:tc>
      </w:tr>
    </w:tbl>
    <w:p w:rsidR="002F08AB" w:rsidRPr="00891F66" w:rsidRDefault="00891F66" w:rsidP="00F30FD8">
      <w:pPr>
        <w:pStyle w:val="berschrift1"/>
        <w:rPr>
          <w:lang w:val="fr-CH"/>
        </w:rPr>
      </w:pPr>
      <w:bookmarkStart w:id="19" w:name="_Toc351362519"/>
      <w:r w:rsidRPr="00891F66">
        <w:rPr>
          <w:lang w:val="fr-CH"/>
        </w:rPr>
        <w:t>Mise e</w:t>
      </w:r>
      <w:r>
        <w:rPr>
          <w:lang w:val="fr-CH"/>
        </w:rPr>
        <w:t>n app</w:t>
      </w:r>
      <w:r w:rsidRPr="00891F66">
        <w:rPr>
          <w:lang w:val="fr-CH"/>
        </w:rPr>
        <w:t>lication de l'interdiction de circuler</w:t>
      </w:r>
      <w:bookmarkEnd w:id="19"/>
    </w:p>
    <w:p w:rsidR="00C11812" w:rsidRDefault="00C11812" w:rsidP="00C11812">
      <w:r>
        <w:rPr>
          <w:color w:val="FF0000"/>
        </w:rPr>
        <w:t>X</w:t>
      </w:r>
      <w:r w:rsidRPr="00CF2901">
        <w:rPr>
          <w:color w:val="FF0000"/>
        </w:rPr>
        <w:t>xxx</w:t>
      </w:r>
    </w:p>
    <w:p w:rsidR="002F08AB" w:rsidRPr="00E72B71" w:rsidRDefault="00E72B71" w:rsidP="00F30FD8">
      <w:pPr>
        <w:pStyle w:val="berschrift1"/>
        <w:rPr>
          <w:lang w:val="fr-CH"/>
        </w:rPr>
      </w:pPr>
      <w:bookmarkStart w:id="20" w:name="_Toc351362520"/>
      <w:r w:rsidRPr="00E72B71">
        <w:rPr>
          <w:lang w:val="fr-CH"/>
        </w:rPr>
        <w:t>Entretien et utilisation de la desserte</w:t>
      </w:r>
      <w:bookmarkEnd w:id="20"/>
    </w:p>
    <w:p w:rsidR="005B20FF" w:rsidRDefault="005B20FF" w:rsidP="005B20FF">
      <w:r>
        <w:rPr>
          <w:color w:val="FF0000"/>
        </w:rPr>
        <w:t>X</w:t>
      </w:r>
      <w:r w:rsidRPr="00CF2901">
        <w:rPr>
          <w:color w:val="FF0000"/>
        </w:rPr>
        <w:t>xxx</w:t>
      </w:r>
    </w:p>
    <w:p w:rsidR="002F08AB" w:rsidRDefault="00891F66" w:rsidP="00F30FD8">
      <w:pPr>
        <w:pStyle w:val="berschrift1"/>
      </w:pPr>
      <w:bookmarkStart w:id="21" w:name="_Toc351362521"/>
      <w:r>
        <w:t>Maître d'</w:t>
      </w:r>
      <w:r w:rsidR="00CD52F3">
        <w:t>ouvrage</w:t>
      </w:r>
      <w:bookmarkEnd w:id="21"/>
    </w:p>
    <w:p w:rsidR="002F08AB" w:rsidRPr="00891F66" w:rsidRDefault="00891F66" w:rsidP="007207C9">
      <w:pPr>
        <w:rPr>
          <w:lang w:val="fr-CH"/>
        </w:rPr>
      </w:pPr>
      <w:r w:rsidRPr="00E72B71">
        <w:rPr>
          <w:lang w:val="fr-CH"/>
        </w:rPr>
        <w:t>Le maître d'o</w:t>
      </w:r>
      <w:r w:rsidR="00CD52F3">
        <w:rPr>
          <w:lang w:val="fr-CH"/>
        </w:rPr>
        <w:t>uvrage e</w:t>
      </w:r>
      <w:r w:rsidRPr="00E72B71">
        <w:rPr>
          <w:lang w:val="fr-CH"/>
        </w:rPr>
        <w:t>st</w:t>
      </w:r>
      <w:r w:rsidRPr="00891F66">
        <w:rPr>
          <w:color w:val="FF0000"/>
          <w:lang w:val="fr-CH"/>
        </w:rPr>
        <w:t xml:space="preserve"> </w:t>
      </w:r>
      <w:r w:rsidR="00C11812" w:rsidRPr="00891F66">
        <w:rPr>
          <w:color w:val="FF0000"/>
          <w:lang w:val="fr-CH"/>
        </w:rPr>
        <w:t>xxx</w:t>
      </w:r>
      <w:r w:rsidR="00FE5075" w:rsidRPr="00891F66">
        <w:rPr>
          <w:color w:val="FF0000"/>
          <w:lang w:val="fr-CH"/>
        </w:rPr>
        <w:t>.</w:t>
      </w:r>
    </w:p>
    <w:p w:rsidR="002F08AB" w:rsidRDefault="007207C9" w:rsidP="00F30FD8">
      <w:pPr>
        <w:pStyle w:val="berschrift1"/>
      </w:pPr>
      <w:bookmarkStart w:id="22" w:name="_Toc351362522"/>
      <w:r>
        <w:t>A</w:t>
      </w:r>
      <w:r w:rsidR="00891F66">
        <w:t>ppendice</w:t>
      </w:r>
      <w:bookmarkEnd w:id="22"/>
    </w:p>
    <w:p w:rsidR="003B5A5E" w:rsidRDefault="00891F66" w:rsidP="003B5A5E">
      <w:pPr>
        <w:pStyle w:val="Zitat"/>
      </w:pPr>
      <w:r w:rsidRPr="00E72B71">
        <w:t xml:space="preserve">Carte </w:t>
      </w:r>
      <w:r w:rsidR="00E72B71">
        <w:t>nationale au</w:t>
      </w:r>
      <w:r w:rsidR="006610E8">
        <w:t xml:space="preserve"> 1:25‘00</w:t>
      </w:r>
      <w:r w:rsidR="001F18CE">
        <w:t>0</w:t>
      </w:r>
    </w:p>
    <w:p w:rsidR="006D09FA" w:rsidRPr="004432C0" w:rsidRDefault="00EC047B" w:rsidP="006D09FA">
      <w:pPr>
        <w:pStyle w:val="Zitat"/>
        <w:rPr>
          <w:lang w:val="fr-CH"/>
        </w:rPr>
      </w:pPr>
      <w:r w:rsidRPr="004432C0">
        <w:rPr>
          <w:lang w:val="fr-CH"/>
        </w:rPr>
        <w:t xml:space="preserve">Carte inventaires et </w:t>
      </w:r>
      <w:r w:rsidR="00E72B71">
        <w:rPr>
          <w:lang w:val="fr-CH"/>
        </w:rPr>
        <w:t>zones protégées</w:t>
      </w:r>
      <w:r w:rsidR="004432C0">
        <w:rPr>
          <w:lang w:val="fr-CH"/>
        </w:rPr>
        <w:t xml:space="preserve"> </w:t>
      </w:r>
      <w:r w:rsidR="00E72B71">
        <w:rPr>
          <w:lang w:val="fr-CH"/>
        </w:rPr>
        <w:t xml:space="preserve">au </w:t>
      </w:r>
      <w:r w:rsidR="006D09FA" w:rsidRPr="004432C0">
        <w:rPr>
          <w:lang w:val="fr-CH"/>
        </w:rPr>
        <w:t>1:5‘000</w:t>
      </w:r>
    </w:p>
    <w:p w:rsidR="003B5A5E" w:rsidRPr="00EC047B" w:rsidRDefault="00EC047B" w:rsidP="003B5A5E">
      <w:pPr>
        <w:pStyle w:val="Zitat"/>
        <w:rPr>
          <w:lang w:val="fr-CH"/>
        </w:rPr>
      </w:pPr>
      <w:r w:rsidRPr="00EC047B">
        <w:rPr>
          <w:lang w:val="fr-CH"/>
        </w:rPr>
        <w:t xml:space="preserve">Carte indicative des forêts protectrices </w:t>
      </w:r>
      <w:r w:rsidR="00E72B71">
        <w:rPr>
          <w:lang w:val="fr-CH"/>
        </w:rPr>
        <w:t xml:space="preserve">au </w:t>
      </w:r>
      <w:r w:rsidR="003B5A5E" w:rsidRPr="00EC047B">
        <w:rPr>
          <w:lang w:val="fr-CH"/>
        </w:rPr>
        <w:t>1:</w:t>
      </w:r>
      <w:r w:rsidR="006610E8" w:rsidRPr="00EC047B">
        <w:rPr>
          <w:lang w:val="fr-CH"/>
        </w:rPr>
        <w:t>5</w:t>
      </w:r>
      <w:r w:rsidR="003B5A5E" w:rsidRPr="00EC047B">
        <w:rPr>
          <w:lang w:val="fr-CH"/>
        </w:rPr>
        <w:t>‘000</w:t>
      </w:r>
    </w:p>
    <w:p w:rsidR="003B5A5E" w:rsidRPr="00EC047B" w:rsidRDefault="00EC047B" w:rsidP="003B5A5E">
      <w:pPr>
        <w:pStyle w:val="Zitat"/>
        <w:rPr>
          <w:lang w:val="fr-CH"/>
        </w:rPr>
      </w:pPr>
      <w:r w:rsidRPr="00EC047B">
        <w:rPr>
          <w:lang w:val="fr-CH"/>
        </w:rPr>
        <w:t>Concept de récolte de</w:t>
      </w:r>
      <w:r w:rsidR="00E72B71">
        <w:rPr>
          <w:lang w:val="fr-CH"/>
        </w:rPr>
        <w:t>s</w:t>
      </w:r>
      <w:r w:rsidRPr="00EC047B">
        <w:rPr>
          <w:lang w:val="fr-CH"/>
        </w:rPr>
        <w:t xml:space="preserve"> bois</w:t>
      </w:r>
      <w:r w:rsidR="003B5A5E" w:rsidRPr="00EC047B">
        <w:rPr>
          <w:lang w:val="fr-CH"/>
        </w:rPr>
        <w:t xml:space="preserve"> </w:t>
      </w:r>
      <w:r w:rsidR="00E72B71">
        <w:rPr>
          <w:lang w:val="fr-CH"/>
        </w:rPr>
        <w:t xml:space="preserve">au </w:t>
      </w:r>
      <w:r w:rsidR="003B5A5E" w:rsidRPr="00EC047B">
        <w:rPr>
          <w:lang w:val="fr-CH"/>
        </w:rPr>
        <w:t>1:</w:t>
      </w:r>
      <w:r w:rsidR="006610E8" w:rsidRPr="00EC047B">
        <w:rPr>
          <w:lang w:val="fr-CH"/>
        </w:rPr>
        <w:t>5</w:t>
      </w:r>
      <w:r w:rsidR="003B5A5E" w:rsidRPr="00EC047B">
        <w:rPr>
          <w:lang w:val="fr-CH"/>
        </w:rPr>
        <w:t>‘000</w:t>
      </w:r>
    </w:p>
    <w:p w:rsidR="003B5A5E" w:rsidRPr="00E72B71" w:rsidRDefault="00EC047B" w:rsidP="003B5A5E">
      <w:pPr>
        <w:pStyle w:val="Zitat"/>
        <w:rPr>
          <w:lang w:val="fr-CH"/>
        </w:rPr>
      </w:pPr>
      <w:r w:rsidRPr="00E72B71">
        <w:rPr>
          <w:lang w:val="fr-CH"/>
        </w:rPr>
        <w:t>P</w:t>
      </w:r>
      <w:r w:rsidR="003B5A5E" w:rsidRPr="00E72B71">
        <w:rPr>
          <w:lang w:val="fr-CH"/>
        </w:rPr>
        <w:t>lan</w:t>
      </w:r>
      <w:r w:rsidRPr="00E72B71">
        <w:rPr>
          <w:lang w:val="fr-CH"/>
        </w:rPr>
        <w:t xml:space="preserve"> des mesures</w:t>
      </w:r>
      <w:r w:rsidR="003B5A5E" w:rsidRPr="00E72B71">
        <w:rPr>
          <w:lang w:val="fr-CH"/>
        </w:rPr>
        <w:t xml:space="preserve"> </w:t>
      </w:r>
      <w:r w:rsidR="00E72B71" w:rsidRPr="00E72B71">
        <w:rPr>
          <w:lang w:val="fr-CH"/>
        </w:rPr>
        <w:t xml:space="preserve">planifiées au </w:t>
      </w:r>
      <w:r w:rsidR="003B5A5E" w:rsidRPr="00E72B71">
        <w:rPr>
          <w:lang w:val="fr-CH"/>
        </w:rPr>
        <w:t>1:5‘000</w:t>
      </w:r>
    </w:p>
    <w:p w:rsidR="003B5A5E" w:rsidRDefault="00EC047B" w:rsidP="003B5A5E">
      <w:pPr>
        <w:pStyle w:val="Zitat"/>
      </w:pPr>
      <w:r>
        <w:t>Profils normaux</w:t>
      </w:r>
      <w:r w:rsidR="003B5A5E" w:rsidRPr="003B5A5E">
        <w:t xml:space="preserve"> </w:t>
      </w:r>
      <w:r w:rsidR="00E72B71">
        <w:t xml:space="preserve">au </w:t>
      </w:r>
      <w:r w:rsidR="003B5A5E" w:rsidRPr="003B5A5E">
        <w:t>1:50</w:t>
      </w:r>
    </w:p>
    <w:p w:rsidR="00C61075" w:rsidRPr="00EC047B" w:rsidRDefault="00EC047B" w:rsidP="003B5A5E">
      <w:pPr>
        <w:pStyle w:val="Zitat"/>
        <w:rPr>
          <w:lang w:val="fr-CH"/>
        </w:rPr>
      </w:pPr>
      <w:r w:rsidRPr="00EC047B">
        <w:rPr>
          <w:lang w:val="fr-CH"/>
        </w:rPr>
        <w:lastRenderedPageBreak/>
        <w:t>Devis</w:t>
      </w:r>
      <w:r w:rsidR="00432B7E" w:rsidRPr="00EC047B">
        <w:rPr>
          <w:lang w:val="fr-CH"/>
        </w:rPr>
        <w:t xml:space="preserve"> </w:t>
      </w:r>
      <w:r w:rsidRPr="00EC047B">
        <w:rPr>
          <w:color w:val="FF0000"/>
          <w:lang w:val="fr-CH"/>
        </w:rPr>
        <w:t>(vo</w:t>
      </w:r>
      <w:r w:rsidR="00D959B3">
        <w:rPr>
          <w:color w:val="FF0000"/>
          <w:lang w:val="fr-CH"/>
        </w:rPr>
        <w:t>ir Modèle Excel coûts et rentab</w:t>
      </w:r>
      <w:r w:rsidRPr="00EC047B">
        <w:rPr>
          <w:color w:val="FF0000"/>
          <w:lang w:val="fr-CH"/>
        </w:rPr>
        <w:t>ilité</w:t>
      </w:r>
      <w:r w:rsidR="00432B7E" w:rsidRPr="00EC047B">
        <w:rPr>
          <w:color w:val="FF0000"/>
          <w:lang w:val="fr-CH"/>
        </w:rPr>
        <w:t>)</w:t>
      </w:r>
    </w:p>
    <w:p w:rsidR="00432B7E" w:rsidRPr="00630933" w:rsidRDefault="00E72B71" w:rsidP="00432B7E">
      <w:pPr>
        <w:pStyle w:val="Zitat"/>
        <w:rPr>
          <w:lang w:val="fr-CH"/>
        </w:rPr>
      </w:pPr>
      <w:r>
        <w:rPr>
          <w:lang w:val="fr-CH"/>
        </w:rPr>
        <w:t>Calcul de</w:t>
      </w:r>
      <w:r w:rsidR="00EC047B" w:rsidRPr="00630933">
        <w:rPr>
          <w:lang w:val="fr-CH"/>
        </w:rPr>
        <w:t xml:space="preserve"> rentabilité</w:t>
      </w:r>
      <w:r w:rsidR="00432B7E" w:rsidRPr="00630933">
        <w:rPr>
          <w:lang w:val="fr-CH"/>
        </w:rPr>
        <w:t xml:space="preserve"> </w:t>
      </w:r>
      <w:r w:rsidR="00630933" w:rsidRPr="00EC047B">
        <w:rPr>
          <w:color w:val="FF0000"/>
          <w:lang w:val="fr-CH"/>
        </w:rPr>
        <w:t>(voir Modèle Excel coûts et rentablilité)</w:t>
      </w:r>
    </w:p>
    <w:p w:rsidR="003B5A5E" w:rsidRPr="00E11755" w:rsidRDefault="00E20E86" w:rsidP="00D03C8A">
      <w:pPr>
        <w:pStyle w:val="Zitat"/>
      </w:pPr>
      <w:r>
        <w:t>PFR, feuille d'objet</w:t>
      </w:r>
      <w:r w:rsidR="00D03C8A">
        <w:t xml:space="preserve"> </w:t>
      </w:r>
      <w:r w:rsidR="005B20FF" w:rsidRPr="005B20FF">
        <w:rPr>
          <w:color w:val="FF0000"/>
        </w:rPr>
        <w:t>xxx</w:t>
      </w:r>
    </w:p>
    <w:p w:rsidR="00E11755" w:rsidRPr="00E11755" w:rsidRDefault="00E11755" w:rsidP="00E11755">
      <w:pPr>
        <w:pStyle w:val="Zitat"/>
        <w:numPr>
          <w:ilvl w:val="0"/>
          <w:numId w:val="0"/>
        </w:numPr>
        <w:ind w:left="357" w:hanging="357"/>
        <w:rPr>
          <w:color w:val="auto"/>
        </w:rPr>
      </w:pPr>
    </w:p>
    <w:p w:rsidR="00E11755" w:rsidRPr="00E11755" w:rsidRDefault="00E11755" w:rsidP="00E11755">
      <w:pPr>
        <w:pStyle w:val="Zitat"/>
        <w:numPr>
          <w:ilvl w:val="0"/>
          <w:numId w:val="0"/>
        </w:numPr>
        <w:ind w:left="357" w:hanging="357"/>
        <w:rPr>
          <w:color w:val="auto"/>
        </w:rPr>
      </w:pPr>
    </w:p>
    <w:p w:rsidR="00E11755" w:rsidRPr="00E11755" w:rsidRDefault="00E11755" w:rsidP="00E11755">
      <w:pPr>
        <w:pStyle w:val="Zitat"/>
        <w:numPr>
          <w:ilvl w:val="0"/>
          <w:numId w:val="0"/>
        </w:numPr>
        <w:ind w:left="357" w:hanging="357"/>
        <w:rPr>
          <w:color w:val="auto"/>
        </w:rPr>
      </w:pPr>
    </w:p>
    <w:p w:rsidR="00E11755" w:rsidRPr="00E11755" w:rsidRDefault="00E11755" w:rsidP="00E11755">
      <w:pPr>
        <w:pStyle w:val="Zitat"/>
        <w:numPr>
          <w:ilvl w:val="0"/>
          <w:numId w:val="0"/>
        </w:numPr>
        <w:ind w:left="357" w:hanging="357"/>
        <w:rPr>
          <w:color w:val="auto"/>
        </w:rPr>
      </w:pPr>
    </w:p>
    <w:p w:rsidR="00E11755" w:rsidRPr="00E11755" w:rsidRDefault="00E11755" w:rsidP="00E11755">
      <w:pPr>
        <w:pStyle w:val="Zitat"/>
        <w:numPr>
          <w:ilvl w:val="0"/>
          <w:numId w:val="0"/>
        </w:numPr>
        <w:ind w:left="357" w:hanging="357"/>
        <w:rPr>
          <w:color w:val="auto"/>
        </w:rPr>
      </w:pPr>
    </w:p>
    <w:p w:rsidR="00E11755" w:rsidRPr="00E11755" w:rsidRDefault="00E11755" w:rsidP="00E11755">
      <w:pPr>
        <w:pStyle w:val="Zitat"/>
        <w:numPr>
          <w:ilvl w:val="0"/>
          <w:numId w:val="0"/>
        </w:numPr>
        <w:ind w:left="357" w:hanging="357"/>
        <w:rPr>
          <w:color w:val="auto"/>
        </w:rPr>
      </w:pPr>
    </w:p>
    <w:p w:rsidR="00E11755" w:rsidRPr="00E11755" w:rsidRDefault="00E11755" w:rsidP="00E11755">
      <w:pPr>
        <w:pStyle w:val="Zitat"/>
        <w:numPr>
          <w:ilvl w:val="0"/>
          <w:numId w:val="0"/>
        </w:numPr>
        <w:ind w:left="357" w:hanging="357"/>
        <w:rPr>
          <w:color w:val="auto"/>
        </w:rPr>
      </w:pPr>
    </w:p>
    <w:p w:rsidR="00E11755" w:rsidRPr="00E11755" w:rsidRDefault="00E11755" w:rsidP="00E11755">
      <w:pPr>
        <w:pStyle w:val="Zitat"/>
        <w:numPr>
          <w:ilvl w:val="0"/>
          <w:numId w:val="0"/>
        </w:numPr>
        <w:ind w:left="357" w:hanging="357"/>
        <w:rPr>
          <w:color w:val="auto"/>
        </w:rPr>
      </w:pPr>
    </w:p>
    <w:p w:rsidR="00E11755" w:rsidRPr="00E11755" w:rsidRDefault="00E11755" w:rsidP="00E11755">
      <w:pPr>
        <w:pStyle w:val="Zitat"/>
        <w:numPr>
          <w:ilvl w:val="0"/>
          <w:numId w:val="0"/>
        </w:numPr>
        <w:ind w:left="357" w:hanging="357"/>
        <w:rPr>
          <w:color w:val="auto"/>
        </w:rPr>
      </w:pPr>
    </w:p>
    <w:p w:rsidR="00E11755" w:rsidRPr="00E11755" w:rsidRDefault="00E11755" w:rsidP="00E11755">
      <w:pPr>
        <w:pStyle w:val="Zitat"/>
        <w:numPr>
          <w:ilvl w:val="0"/>
          <w:numId w:val="0"/>
        </w:numPr>
        <w:ind w:left="357" w:hanging="357"/>
        <w:rPr>
          <w:color w:val="auto"/>
        </w:rPr>
      </w:pPr>
    </w:p>
    <w:p w:rsidR="00E11755" w:rsidRDefault="00E11755" w:rsidP="00E11755">
      <w:pPr>
        <w:pStyle w:val="Zitat"/>
        <w:numPr>
          <w:ilvl w:val="0"/>
          <w:numId w:val="0"/>
        </w:numPr>
        <w:ind w:left="357" w:hanging="357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7"/>
        <w:gridCol w:w="283"/>
        <w:gridCol w:w="3119"/>
        <w:gridCol w:w="2835"/>
      </w:tblGrid>
      <w:tr w:rsidR="00956899" w:rsidRPr="005B20FF" w:rsidTr="0042562C">
        <w:trPr>
          <w:cantSplit/>
          <w:trHeight w:hRule="exact" w:val="397"/>
        </w:trPr>
        <w:tc>
          <w:tcPr>
            <w:tcW w:w="3227" w:type="dxa"/>
          </w:tcPr>
          <w:p w:rsidR="00956899" w:rsidRPr="005B20FF" w:rsidRDefault="008F3EF9" w:rsidP="004F6643">
            <w:pPr>
              <w:jc w:val="left"/>
            </w:pPr>
            <w:r>
              <w:br w:type="page"/>
            </w:r>
            <w:r w:rsidR="00E20E86">
              <w:t>Lieu, date</w:t>
            </w:r>
          </w:p>
        </w:tc>
        <w:tc>
          <w:tcPr>
            <w:tcW w:w="283" w:type="dxa"/>
          </w:tcPr>
          <w:p w:rsidR="00956899" w:rsidRPr="005B20FF" w:rsidRDefault="00956899" w:rsidP="000340D3">
            <w:pPr>
              <w:jc w:val="left"/>
            </w:pPr>
          </w:p>
        </w:tc>
        <w:tc>
          <w:tcPr>
            <w:tcW w:w="5954" w:type="dxa"/>
            <w:gridSpan w:val="2"/>
          </w:tcPr>
          <w:p w:rsidR="00956899" w:rsidRPr="005B20FF" w:rsidRDefault="00E20E86" w:rsidP="00D03C8A">
            <w:pPr>
              <w:jc w:val="left"/>
            </w:pPr>
            <w:r>
              <w:t>L'auteur du projet</w:t>
            </w:r>
          </w:p>
        </w:tc>
      </w:tr>
      <w:tr w:rsidR="0042562C" w:rsidTr="0042562C">
        <w:trPr>
          <w:cantSplit/>
          <w:trHeight w:hRule="exact" w:val="794"/>
        </w:trPr>
        <w:tc>
          <w:tcPr>
            <w:tcW w:w="3227" w:type="dxa"/>
          </w:tcPr>
          <w:p w:rsidR="0042562C" w:rsidRDefault="0042562C" w:rsidP="00E662DE"/>
        </w:tc>
        <w:tc>
          <w:tcPr>
            <w:tcW w:w="283" w:type="dxa"/>
          </w:tcPr>
          <w:p w:rsidR="0042562C" w:rsidRDefault="0042562C" w:rsidP="000340D3">
            <w:pPr>
              <w:jc w:val="left"/>
            </w:pPr>
          </w:p>
        </w:tc>
        <w:tc>
          <w:tcPr>
            <w:tcW w:w="3119" w:type="dxa"/>
          </w:tcPr>
          <w:p w:rsidR="0042562C" w:rsidRDefault="0042562C" w:rsidP="000340D3">
            <w:pPr>
              <w:jc w:val="left"/>
            </w:pPr>
          </w:p>
        </w:tc>
        <w:tc>
          <w:tcPr>
            <w:tcW w:w="2835" w:type="dxa"/>
          </w:tcPr>
          <w:p w:rsidR="0042562C" w:rsidRDefault="0042562C" w:rsidP="000340D3">
            <w:pPr>
              <w:jc w:val="left"/>
            </w:pPr>
          </w:p>
        </w:tc>
      </w:tr>
      <w:tr w:rsidR="0042562C" w:rsidTr="0042562C">
        <w:trPr>
          <w:cantSplit/>
          <w:trHeight w:hRule="exact" w:val="510"/>
        </w:trPr>
        <w:tc>
          <w:tcPr>
            <w:tcW w:w="3227" w:type="dxa"/>
          </w:tcPr>
          <w:p w:rsidR="0042562C" w:rsidRPr="00C11812" w:rsidRDefault="005B20FF" w:rsidP="00C11812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xxx</w:t>
            </w:r>
          </w:p>
        </w:tc>
        <w:tc>
          <w:tcPr>
            <w:tcW w:w="283" w:type="dxa"/>
          </w:tcPr>
          <w:p w:rsidR="0042562C" w:rsidRPr="00C11812" w:rsidRDefault="0042562C" w:rsidP="000340D3">
            <w:pPr>
              <w:jc w:val="left"/>
              <w:rPr>
                <w:color w:val="FF0000"/>
              </w:rPr>
            </w:pPr>
          </w:p>
        </w:tc>
        <w:tc>
          <w:tcPr>
            <w:tcW w:w="3119" w:type="dxa"/>
          </w:tcPr>
          <w:p w:rsidR="0042562C" w:rsidRPr="00C11812" w:rsidRDefault="00E20E86" w:rsidP="000340D3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Prénom, nom</w:t>
            </w:r>
          </w:p>
        </w:tc>
        <w:tc>
          <w:tcPr>
            <w:tcW w:w="2835" w:type="dxa"/>
          </w:tcPr>
          <w:p w:rsidR="0042562C" w:rsidRDefault="0042562C" w:rsidP="000340D3">
            <w:pPr>
              <w:jc w:val="left"/>
            </w:pPr>
          </w:p>
        </w:tc>
      </w:tr>
    </w:tbl>
    <w:p w:rsidR="00767634" w:rsidRDefault="00767634"/>
    <w:p w:rsidR="00767634" w:rsidRDefault="00767634">
      <w:pPr>
        <w:spacing w:after="0"/>
        <w:jc w:val="left"/>
      </w:pPr>
      <w:r>
        <w:br w:type="page"/>
      </w:r>
    </w:p>
    <w:bookmarkEnd w:id="15"/>
    <w:p w:rsidR="00A30118" w:rsidRDefault="00A30118" w:rsidP="00A30118">
      <w:pPr>
        <w:pStyle w:val="Proj-beschriftung"/>
        <w:sectPr w:rsidR="00A30118" w:rsidSect="00E70D6F">
          <w:headerReference w:type="default" r:id="rId11"/>
          <w:type w:val="continuous"/>
          <w:pgSz w:w="11906" w:h="16838"/>
          <w:pgMar w:top="1134" w:right="851" w:bottom="1134" w:left="1418" w:header="720" w:footer="720" w:gutter="0"/>
          <w:cols w:space="720"/>
          <w:formProt w:val="0"/>
          <w:docGrid w:linePitch="272"/>
        </w:sectPr>
      </w:pPr>
    </w:p>
    <w:p w:rsidR="00A30118" w:rsidRDefault="00A30118" w:rsidP="00A30118">
      <w:pPr>
        <w:pStyle w:val="Proj-beschriftung"/>
      </w:pPr>
    </w:p>
    <w:p w:rsidR="00A30118" w:rsidRPr="00A30118" w:rsidRDefault="00E20E86" w:rsidP="00A30118">
      <w:pPr>
        <w:pStyle w:val="Proj-beschriftung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Desserte</w:t>
      </w:r>
      <w:r w:rsidR="00A30118">
        <w:rPr>
          <w:b w:val="0"/>
          <w:sz w:val="32"/>
          <w:szCs w:val="32"/>
        </w:rPr>
        <w:t xml:space="preserve"> </w:t>
      </w:r>
      <w:r w:rsidR="00C11812" w:rsidRPr="00C11812">
        <w:rPr>
          <w:b w:val="0"/>
          <w:color w:val="FF0000"/>
          <w:sz w:val="32"/>
          <w:szCs w:val="32"/>
        </w:rPr>
        <w:t>Xxx</w:t>
      </w:r>
      <w:r w:rsidR="00A30118" w:rsidRPr="00A30118">
        <w:rPr>
          <w:b w:val="0"/>
          <w:sz w:val="32"/>
          <w:szCs w:val="32"/>
        </w:rPr>
        <w:t xml:space="preserve"> </w:t>
      </w:r>
    </w:p>
    <w:p w:rsidR="00A30118" w:rsidRDefault="00E20E86" w:rsidP="00A30118">
      <w:pPr>
        <w:pStyle w:val="Proj-beschriftung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Avant-projet</w:t>
      </w:r>
    </w:p>
    <w:p w:rsidR="00A30118" w:rsidRDefault="00A30118" w:rsidP="00A30118"/>
    <w:p w:rsidR="00A30118" w:rsidRDefault="00A30118" w:rsidP="00A30118"/>
    <w:p w:rsidR="00A30118" w:rsidRDefault="00A30118" w:rsidP="00A30118"/>
    <w:p w:rsidR="00A30118" w:rsidRPr="00A30118" w:rsidRDefault="00A30118" w:rsidP="00A30118"/>
    <w:p w:rsidR="004316E7" w:rsidRDefault="00E20E86" w:rsidP="00A30118">
      <w:pPr>
        <w:pStyle w:val="Proj-beschriftung"/>
        <w:rPr>
          <w:szCs w:val="56"/>
        </w:rPr>
      </w:pPr>
      <w:r>
        <w:rPr>
          <w:szCs w:val="56"/>
        </w:rPr>
        <w:t>Appendice</w:t>
      </w:r>
    </w:p>
    <w:p w:rsidR="00082A97" w:rsidRDefault="00082A97" w:rsidP="00082A97"/>
    <w:p w:rsidR="00CD52F3" w:rsidRDefault="00CD52F3">
      <w:r>
        <w:br w:type="page"/>
      </w:r>
    </w:p>
    <w:tbl>
      <w:tblPr>
        <w:tblW w:w="88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4916"/>
        <w:gridCol w:w="1658"/>
      </w:tblGrid>
      <w:tr w:rsidR="002C480C" w:rsidRPr="00CD52F3" w:rsidTr="00C11812">
        <w:trPr>
          <w:trHeight w:val="31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80C" w:rsidRPr="00CD52F3" w:rsidRDefault="00082A97" w:rsidP="002C480C">
            <w:pPr>
              <w:jc w:val="left"/>
              <w:rPr>
                <w:color w:val="000000"/>
                <w:lang w:val="fr-CH" w:eastAsia="de-CH"/>
              </w:rPr>
            </w:pPr>
            <w:r w:rsidRPr="00CD52F3">
              <w:rPr>
                <w:lang w:val="fr-CH"/>
              </w:rPr>
              <w:lastRenderedPageBreak/>
              <w:br w:type="page"/>
            </w:r>
            <w:r w:rsidR="00CF26DB" w:rsidRPr="00CD52F3">
              <w:rPr>
                <w:color w:val="000000"/>
                <w:lang w:val="fr-CH" w:eastAsia="de-CH"/>
              </w:rPr>
              <w:t>C</w:t>
            </w:r>
            <w:r w:rsidR="002C480C" w:rsidRPr="00CD52F3">
              <w:rPr>
                <w:color w:val="000000"/>
                <w:lang w:val="fr-CH" w:eastAsia="de-CH"/>
              </w:rPr>
              <w:t xml:space="preserve">anton </w:t>
            </w:r>
            <w:r w:rsidR="00CF26DB" w:rsidRPr="00CD52F3">
              <w:rPr>
                <w:color w:val="000000"/>
                <w:lang w:val="fr-CH" w:eastAsia="de-CH"/>
              </w:rPr>
              <w:t xml:space="preserve">de </w:t>
            </w:r>
            <w:r w:rsidR="002C480C" w:rsidRPr="00CD52F3">
              <w:rPr>
                <w:color w:val="000000"/>
                <w:lang w:val="fr-CH" w:eastAsia="de-CH"/>
              </w:rPr>
              <w:t>Bern</w:t>
            </w:r>
            <w:r w:rsidR="00CF26DB" w:rsidRPr="00CD52F3">
              <w:rPr>
                <w:color w:val="000000"/>
                <w:lang w:val="fr-CH" w:eastAsia="de-CH"/>
              </w:rPr>
              <w:t>e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left"/>
              <w:rPr>
                <w:color w:val="000000"/>
                <w:lang w:val="fr-CH"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80C" w:rsidRPr="00CD52F3" w:rsidRDefault="00CF26DB" w:rsidP="00CD52F3">
            <w:pPr>
              <w:jc w:val="left"/>
              <w:rPr>
                <w:color w:val="000000"/>
                <w:lang w:val="fr-CH" w:eastAsia="de-CH"/>
              </w:rPr>
            </w:pPr>
            <w:r w:rsidRPr="00CD52F3">
              <w:rPr>
                <w:color w:val="000000"/>
                <w:lang w:val="fr-CH" w:eastAsia="de-CH"/>
              </w:rPr>
              <w:t>Maître d'o</w:t>
            </w:r>
            <w:r w:rsidR="00CD52F3" w:rsidRPr="00CD52F3">
              <w:rPr>
                <w:color w:val="000000"/>
                <w:lang w:val="fr-CH" w:eastAsia="de-CH"/>
              </w:rPr>
              <w:t>uvrage</w:t>
            </w:r>
          </w:p>
        </w:tc>
      </w:tr>
      <w:tr w:rsidR="002C480C" w:rsidRPr="00CD52F3" w:rsidTr="00C11812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CF26DB" w:rsidP="00CD52F3">
            <w:pPr>
              <w:jc w:val="left"/>
              <w:rPr>
                <w:lang w:val="fr-CH" w:eastAsia="de-CH"/>
              </w:rPr>
            </w:pPr>
            <w:r w:rsidRPr="00CD52F3">
              <w:rPr>
                <w:lang w:val="fr-CH" w:eastAsia="de-CH"/>
              </w:rPr>
              <w:t xml:space="preserve">Division forestière </w:t>
            </w:r>
            <w:r w:rsidR="00CD52F3" w:rsidRPr="00CD52F3">
              <w:rPr>
                <w:lang w:val="fr-CH" w:eastAsia="de-CH"/>
              </w:rPr>
              <w:t>Jura bernois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left"/>
              <w:rPr>
                <w:color w:val="FF0000"/>
                <w:lang w:val="fr-CH"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C11812" w:rsidP="002C480C">
            <w:pPr>
              <w:jc w:val="left"/>
              <w:rPr>
                <w:color w:val="FF0000"/>
                <w:lang w:val="fr-CH" w:eastAsia="de-CH"/>
              </w:rPr>
            </w:pPr>
            <w:r w:rsidRPr="00CD52F3">
              <w:rPr>
                <w:color w:val="FF0000"/>
                <w:lang w:val="fr-CH" w:eastAsia="de-CH"/>
              </w:rPr>
              <w:t>xx</w:t>
            </w:r>
            <w:r w:rsidR="002C480C" w:rsidRPr="00CD52F3">
              <w:rPr>
                <w:color w:val="FF0000"/>
                <w:lang w:val="fr-CH" w:eastAsia="de-CH"/>
              </w:rPr>
              <w:t xml:space="preserve"> </w:t>
            </w:r>
          </w:p>
        </w:tc>
      </w:tr>
      <w:tr w:rsidR="002C480C" w:rsidRPr="00CD52F3" w:rsidTr="00C11812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CF26DB" w:rsidP="00C11812">
            <w:pPr>
              <w:jc w:val="left"/>
              <w:rPr>
                <w:color w:val="FF0000"/>
                <w:lang w:val="fr-CH" w:eastAsia="de-CH"/>
              </w:rPr>
            </w:pPr>
            <w:r w:rsidRPr="00CD52F3">
              <w:rPr>
                <w:lang w:val="fr-CH" w:eastAsia="de-CH"/>
              </w:rPr>
              <w:t>Commun</w:t>
            </w:r>
            <w:r w:rsidR="002C480C" w:rsidRPr="00CD52F3">
              <w:rPr>
                <w:lang w:val="fr-CH" w:eastAsia="de-CH"/>
              </w:rPr>
              <w:t>e</w:t>
            </w:r>
            <w:r w:rsidR="002C480C" w:rsidRPr="00CD52F3">
              <w:rPr>
                <w:color w:val="FF0000"/>
                <w:lang w:val="fr-CH" w:eastAsia="de-CH"/>
              </w:rPr>
              <w:t xml:space="preserve"> </w:t>
            </w:r>
            <w:r w:rsidR="00C11812" w:rsidRPr="00CD52F3">
              <w:rPr>
                <w:color w:val="FF0000"/>
                <w:lang w:val="fr-CH" w:eastAsia="de-CH"/>
              </w:rPr>
              <w:t>Xxxx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left"/>
              <w:rPr>
                <w:color w:val="FF0000"/>
                <w:lang w:val="fr-CH"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C11812" w:rsidP="002C480C">
            <w:pPr>
              <w:jc w:val="left"/>
              <w:rPr>
                <w:color w:val="FF0000"/>
                <w:lang w:val="fr-CH" w:eastAsia="de-CH"/>
              </w:rPr>
            </w:pPr>
            <w:r w:rsidRPr="00CD52F3">
              <w:rPr>
                <w:color w:val="FF0000"/>
                <w:lang w:val="fr-CH" w:eastAsia="de-CH"/>
              </w:rPr>
              <w:t>xxx</w:t>
            </w:r>
          </w:p>
        </w:tc>
      </w:tr>
      <w:tr w:rsidR="002C480C" w:rsidRPr="00CD52F3" w:rsidTr="00C11812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left"/>
              <w:rPr>
                <w:color w:val="000000"/>
                <w:lang w:val="fr-CH"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left"/>
              <w:rPr>
                <w:color w:val="000000"/>
                <w:lang w:val="fr-CH"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left"/>
              <w:rPr>
                <w:color w:val="000000"/>
                <w:lang w:val="fr-CH" w:eastAsia="de-CH"/>
              </w:rPr>
            </w:pPr>
          </w:p>
        </w:tc>
      </w:tr>
      <w:tr w:rsidR="002C480C" w:rsidRPr="00CD52F3" w:rsidTr="00C11812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left"/>
              <w:rPr>
                <w:color w:val="000000"/>
                <w:lang w:val="fr-CH"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left"/>
              <w:rPr>
                <w:color w:val="000000"/>
                <w:lang w:val="fr-CH"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left"/>
              <w:rPr>
                <w:color w:val="000000"/>
                <w:lang w:val="fr-CH" w:eastAsia="de-CH"/>
              </w:rPr>
            </w:pPr>
          </w:p>
        </w:tc>
      </w:tr>
      <w:tr w:rsidR="002C480C" w:rsidRPr="00CD52F3" w:rsidTr="00C11812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CF26DB" w:rsidP="00C11812">
            <w:pPr>
              <w:jc w:val="center"/>
              <w:rPr>
                <w:b/>
                <w:bCs/>
                <w:color w:val="FF0000"/>
                <w:lang w:val="fr-CH" w:eastAsia="de-CH"/>
              </w:rPr>
            </w:pPr>
            <w:r w:rsidRPr="00CD52F3">
              <w:rPr>
                <w:b/>
                <w:bCs/>
                <w:lang w:val="fr-CH" w:eastAsia="de-CH"/>
              </w:rPr>
              <w:t>Desserte</w:t>
            </w:r>
            <w:r w:rsidR="002C480C" w:rsidRPr="00CD52F3">
              <w:rPr>
                <w:b/>
                <w:bCs/>
                <w:color w:val="FF0000"/>
                <w:lang w:val="fr-CH" w:eastAsia="de-CH"/>
              </w:rPr>
              <w:t xml:space="preserve"> </w:t>
            </w:r>
            <w:r w:rsidR="00C11812" w:rsidRPr="00CD52F3">
              <w:rPr>
                <w:b/>
                <w:bCs/>
                <w:color w:val="FF0000"/>
                <w:lang w:val="fr-CH" w:eastAsia="de-CH"/>
              </w:rPr>
              <w:t>xxx</w:t>
            </w:r>
          </w:p>
        </w:tc>
      </w:tr>
      <w:tr w:rsidR="002C480C" w:rsidRPr="00CD52F3" w:rsidTr="00C11812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CF26DB" w:rsidP="002C480C">
            <w:pPr>
              <w:jc w:val="center"/>
              <w:rPr>
                <w:b/>
                <w:bCs/>
                <w:lang w:val="fr-CH" w:eastAsia="de-CH"/>
              </w:rPr>
            </w:pPr>
            <w:r w:rsidRPr="00CD52F3">
              <w:rPr>
                <w:b/>
                <w:bCs/>
                <w:lang w:val="fr-CH" w:eastAsia="de-CH"/>
              </w:rPr>
              <w:t>Avant-projet</w:t>
            </w:r>
          </w:p>
        </w:tc>
      </w:tr>
      <w:tr w:rsidR="002C480C" w:rsidRPr="00CD52F3" w:rsidTr="00C11812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DB3EC2" w:rsidP="00CF26DB">
            <w:pPr>
              <w:jc w:val="center"/>
              <w:rPr>
                <w:bCs/>
                <w:color w:val="FF0000"/>
                <w:lang w:val="fr-CH" w:eastAsia="de-CH"/>
              </w:rPr>
            </w:pPr>
            <w:r w:rsidRPr="00CD52F3">
              <w:rPr>
                <w:bCs/>
                <w:color w:val="FF0000"/>
                <w:lang w:val="fr-CH" w:eastAsia="de-CH"/>
              </w:rPr>
              <w:t>date</w:t>
            </w:r>
          </w:p>
        </w:tc>
      </w:tr>
      <w:tr w:rsidR="002C480C" w:rsidRPr="00CD52F3" w:rsidTr="00C11812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center"/>
              <w:rPr>
                <w:b/>
                <w:bCs/>
                <w:color w:val="000000"/>
                <w:lang w:val="fr-CH"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center"/>
              <w:rPr>
                <w:b/>
                <w:bCs/>
                <w:color w:val="000000"/>
                <w:lang w:val="fr-CH"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center"/>
              <w:rPr>
                <w:b/>
                <w:bCs/>
                <w:color w:val="000000"/>
                <w:lang w:val="fr-CH" w:eastAsia="de-CH"/>
              </w:rPr>
            </w:pPr>
          </w:p>
        </w:tc>
      </w:tr>
      <w:tr w:rsidR="002C480C" w:rsidRPr="00CD52F3" w:rsidTr="00C11812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center"/>
              <w:rPr>
                <w:b/>
                <w:bCs/>
                <w:color w:val="000000"/>
                <w:lang w:val="fr-CH"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center"/>
              <w:rPr>
                <w:b/>
                <w:bCs/>
                <w:color w:val="000000"/>
                <w:lang w:val="fr-CH"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center"/>
              <w:rPr>
                <w:b/>
                <w:bCs/>
                <w:color w:val="000000"/>
                <w:lang w:val="fr-CH" w:eastAsia="de-CH"/>
              </w:rPr>
            </w:pPr>
          </w:p>
        </w:tc>
      </w:tr>
      <w:tr w:rsidR="002C480C" w:rsidRPr="00CD52F3" w:rsidTr="00C11812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CD52F3" w:rsidRDefault="002C480C" w:rsidP="002C480C">
            <w:pPr>
              <w:jc w:val="center"/>
              <w:rPr>
                <w:color w:val="000000"/>
                <w:lang w:val="fr-CH" w:eastAsia="de-CH"/>
              </w:rPr>
            </w:pPr>
          </w:p>
        </w:tc>
      </w:tr>
      <w:tr w:rsidR="002C480C" w:rsidRPr="00767FFD" w:rsidTr="00C11812">
        <w:trPr>
          <w:trHeight w:val="31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  <w:r w:rsidRPr="00767FFD">
              <w:rPr>
                <w:b/>
                <w:bCs/>
                <w:color w:val="000000"/>
                <w:sz w:val="24"/>
                <w:szCs w:val="24"/>
                <w:lang w:eastAsia="de-CH"/>
              </w:rPr>
              <w:t>PROFIL</w:t>
            </w:r>
            <w:r w:rsidR="004432C0">
              <w:rPr>
                <w:b/>
                <w:bCs/>
                <w:color w:val="000000"/>
                <w:sz w:val="24"/>
                <w:szCs w:val="24"/>
                <w:lang w:eastAsia="de-CH"/>
              </w:rPr>
              <w:t xml:space="preserve"> </w:t>
            </w:r>
            <w:r w:rsidR="00CF26DB" w:rsidRPr="00767FFD">
              <w:rPr>
                <w:b/>
                <w:bCs/>
                <w:color w:val="000000"/>
                <w:sz w:val="24"/>
                <w:szCs w:val="24"/>
                <w:lang w:eastAsia="de-CH"/>
              </w:rPr>
              <w:t>NORMAL</w:t>
            </w:r>
          </w:p>
        </w:tc>
      </w:tr>
      <w:tr w:rsidR="002C480C" w:rsidRPr="00767FFD" w:rsidTr="00C11812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4432C0" w:rsidP="002C480C">
            <w:pPr>
              <w:jc w:val="center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Echelle</w:t>
            </w:r>
            <w:r w:rsidR="002C480C" w:rsidRPr="00767FFD">
              <w:rPr>
                <w:color w:val="000000"/>
                <w:lang w:eastAsia="de-CH"/>
              </w:rPr>
              <w:t xml:space="preserve"> 1:</w:t>
            </w:r>
            <w:r w:rsidR="002C480C">
              <w:rPr>
                <w:color w:val="000000"/>
                <w:lang w:eastAsia="de-CH"/>
              </w:rPr>
              <w:t>50</w:t>
            </w:r>
          </w:p>
        </w:tc>
      </w:tr>
      <w:tr w:rsidR="002C480C" w:rsidRPr="00767FFD" w:rsidTr="00C11812">
        <w:trPr>
          <w:trHeight w:val="22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</w:tr>
      <w:tr w:rsidR="002C480C" w:rsidRPr="00767FFD" w:rsidTr="00C11812">
        <w:trPr>
          <w:trHeight w:val="19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</w:tr>
      <w:tr w:rsidR="002C480C" w:rsidRPr="00767FFD" w:rsidTr="00C11812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2C480C" w:rsidRPr="00767FFD" w:rsidTr="00C11812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4432C0" w:rsidP="004432C0">
            <w:pPr>
              <w:jc w:val="left"/>
              <w:rPr>
                <w:color w:val="000000"/>
                <w:u w:val="single"/>
                <w:lang w:eastAsia="de-CH"/>
              </w:rPr>
            </w:pPr>
            <w:r>
              <w:rPr>
                <w:color w:val="000000"/>
                <w:u w:val="single"/>
                <w:lang w:eastAsia="de-CH"/>
              </w:rPr>
              <w:t>Route forestière</w:t>
            </w:r>
            <w:r w:rsidR="002C480C" w:rsidRPr="00767FFD">
              <w:rPr>
                <w:color w:val="000000"/>
                <w:u w:val="single"/>
                <w:lang w:eastAsia="de-CH"/>
              </w:rPr>
              <w:t xml:space="preserve"> (</w:t>
            </w:r>
            <w:r>
              <w:rPr>
                <w:color w:val="000000"/>
                <w:u w:val="single"/>
                <w:lang w:eastAsia="de-CH"/>
              </w:rPr>
              <w:t>sans revêtement</w:t>
            </w:r>
            <w:r w:rsidR="002C480C" w:rsidRPr="00767FFD">
              <w:rPr>
                <w:color w:val="000000"/>
                <w:u w:val="single"/>
                <w:lang w:eastAsia="de-CH"/>
              </w:rPr>
              <w:t>)</w:t>
            </w:r>
          </w:p>
        </w:tc>
      </w:tr>
    </w:tbl>
    <w:p w:rsidR="002C480C" w:rsidRDefault="002C480C" w:rsidP="002C480C"/>
    <w:p w:rsidR="002C480C" w:rsidRDefault="002C480C" w:rsidP="002C480C"/>
    <w:p w:rsidR="002C480C" w:rsidRDefault="002C480C" w:rsidP="002C480C"/>
    <w:p w:rsidR="002C480C" w:rsidRDefault="00146D5F" w:rsidP="002C480C">
      <w:pPr>
        <w:jc w:val="left"/>
      </w:pPr>
      <w:r>
        <w:object w:dxaOrig="8687" w:dyaOrig="45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3.85pt;height:225.25pt" o:ole="">
            <v:imagedata r:id="rId12" o:title=""/>
          </v:shape>
          <o:OLEObject Type="Embed" ProgID="AutoSketch.Drawing.7" ShapeID="_x0000_i1025" DrawAspect="Content" ObjectID="_1738582483" r:id="rId13"/>
        </w:object>
      </w:r>
    </w:p>
    <w:p w:rsidR="002C480C" w:rsidRDefault="002C480C" w:rsidP="002C480C">
      <w:pPr>
        <w:jc w:val="left"/>
      </w:pPr>
    </w:p>
    <w:p w:rsidR="002C480C" w:rsidRDefault="002C480C" w:rsidP="002C480C">
      <w:pPr>
        <w:jc w:val="left"/>
      </w:pPr>
    </w:p>
    <w:tbl>
      <w:tblPr>
        <w:tblW w:w="888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6"/>
        <w:gridCol w:w="6592"/>
      </w:tblGrid>
      <w:tr w:rsidR="00AE7017" w:rsidRPr="00767FFD" w:rsidTr="000F3CB1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4432C0" w:rsidP="002C480C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Couche d'usure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C11812" w:rsidRDefault="00C11812" w:rsidP="002C480C">
            <w:pPr>
              <w:jc w:val="left"/>
              <w:rPr>
                <w:color w:val="FF0000"/>
                <w:lang w:eastAsia="de-CH"/>
              </w:rPr>
            </w:pPr>
            <w:r w:rsidRPr="00C11812">
              <w:rPr>
                <w:color w:val="FF0000"/>
                <w:lang w:eastAsia="de-CH"/>
              </w:rPr>
              <w:t>xxx</w:t>
            </w:r>
          </w:p>
        </w:tc>
      </w:tr>
      <w:tr w:rsidR="00AE7017" w:rsidRPr="00767FFD" w:rsidTr="000F3CB1">
        <w:trPr>
          <w:trHeight w:val="300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4432C0" w:rsidP="002C480C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Couche portante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C11812" w:rsidRDefault="00C11812" w:rsidP="002C480C">
            <w:pPr>
              <w:jc w:val="left"/>
              <w:rPr>
                <w:color w:val="FF0000"/>
                <w:lang w:eastAsia="de-CH"/>
              </w:rPr>
            </w:pPr>
            <w:r w:rsidRPr="00C11812">
              <w:rPr>
                <w:color w:val="FF0000"/>
                <w:lang w:eastAsia="de-CH"/>
              </w:rPr>
              <w:t>xxx</w:t>
            </w:r>
          </w:p>
        </w:tc>
      </w:tr>
      <w:tr w:rsidR="00AE7017" w:rsidRPr="00767FFD" w:rsidTr="000F3CB1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4432C0" w:rsidP="002C480C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Chaussée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C11812" w:rsidRDefault="00C11812" w:rsidP="002C480C">
            <w:pPr>
              <w:jc w:val="left"/>
              <w:rPr>
                <w:color w:val="000000"/>
                <w:lang w:eastAsia="de-CH"/>
              </w:rPr>
            </w:pPr>
            <w:r w:rsidRPr="00C11812">
              <w:rPr>
                <w:color w:val="000000"/>
                <w:lang w:eastAsia="de-CH"/>
              </w:rPr>
              <w:t>bomb</w:t>
            </w:r>
            <w:r w:rsidR="004432C0">
              <w:rPr>
                <w:color w:val="000000"/>
                <w:lang w:eastAsia="de-CH"/>
              </w:rPr>
              <w:t>ée</w:t>
            </w:r>
          </w:p>
        </w:tc>
      </w:tr>
      <w:tr w:rsidR="00AE7017" w:rsidRPr="00767FFD" w:rsidTr="000F3CB1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2C480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2C480C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AE7017" w:rsidRPr="00767FFD" w:rsidTr="000F3CB1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2C480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2C480C">
            <w:pPr>
              <w:jc w:val="left"/>
              <w:rPr>
                <w:color w:val="000000"/>
                <w:lang w:eastAsia="de-CH"/>
              </w:rPr>
            </w:pPr>
          </w:p>
        </w:tc>
      </w:tr>
    </w:tbl>
    <w:p w:rsidR="002C480C" w:rsidRDefault="002C480C">
      <w:pPr>
        <w:spacing w:after="0"/>
        <w:jc w:val="left"/>
      </w:pPr>
    </w:p>
    <w:tbl>
      <w:tblPr>
        <w:tblW w:w="88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4916"/>
        <w:gridCol w:w="1658"/>
      </w:tblGrid>
      <w:tr w:rsidR="00CD52F3" w:rsidRPr="00767FFD" w:rsidTr="002C480C">
        <w:trPr>
          <w:trHeight w:val="31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2F3" w:rsidRPr="00767FFD" w:rsidRDefault="00CD52F3" w:rsidP="001C3CEE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C</w:t>
            </w:r>
            <w:r w:rsidRPr="00767FFD">
              <w:rPr>
                <w:color w:val="000000"/>
                <w:lang w:eastAsia="de-CH"/>
              </w:rPr>
              <w:t xml:space="preserve">anton </w:t>
            </w:r>
            <w:r>
              <w:rPr>
                <w:color w:val="000000"/>
                <w:lang w:eastAsia="de-CH"/>
              </w:rPr>
              <w:t xml:space="preserve">de </w:t>
            </w:r>
            <w:r w:rsidRPr="00767FFD">
              <w:rPr>
                <w:color w:val="000000"/>
                <w:lang w:eastAsia="de-CH"/>
              </w:rPr>
              <w:t>Bern</w:t>
            </w:r>
            <w:r>
              <w:rPr>
                <w:color w:val="000000"/>
                <w:lang w:eastAsia="de-CH"/>
              </w:rPr>
              <w:t>e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767FFD" w:rsidRDefault="00CD52F3" w:rsidP="001C3CEE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2F3" w:rsidRPr="00767FFD" w:rsidRDefault="00CD52F3" w:rsidP="001C3CEE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Maître d'ouvrage</w:t>
            </w:r>
          </w:p>
        </w:tc>
      </w:tr>
      <w:tr w:rsidR="00CD52F3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CF26DB" w:rsidRDefault="00CD52F3" w:rsidP="001C3CEE">
            <w:pPr>
              <w:jc w:val="left"/>
              <w:rPr>
                <w:lang w:eastAsia="de-CH"/>
              </w:rPr>
            </w:pPr>
            <w:r w:rsidRPr="00CF26DB">
              <w:rPr>
                <w:lang w:eastAsia="de-CH"/>
              </w:rPr>
              <w:t xml:space="preserve">Division forestière </w:t>
            </w:r>
            <w:r>
              <w:rPr>
                <w:lang w:eastAsia="de-CH"/>
              </w:rPr>
              <w:t>Jura bernois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C11812" w:rsidRDefault="00CD52F3" w:rsidP="001C3CEE">
            <w:pPr>
              <w:jc w:val="left"/>
              <w:rPr>
                <w:color w:val="FF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C11812" w:rsidRDefault="00CD52F3" w:rsidP="001C3CEE">
            <w:pPr>
              <w:jc w:val="left"/>
              <w:rPr>
                <w:color w:val="FF0000"/>
                <w:lang w:eastAsia="de-CH"/>
              </w:rPr>
            </w:pPr>
            <w:r>
              <w:rPr>
                <w:color w:val="FF0000"/>
                <w:lang w:eastAsia="de-CH"/>
              </w:rPr>
              <w:t>xx</w:t>
            </w:r>
            <w:r w:rsidRPr="00C11812">
              <w:rPr>
                <w:color w:val="FF0000"/>
                <w:lang w:eastAsia="de-CH"/>
              </w:rPr>
              <w:t xml:space="preserve"> </w:t>
            </w:r>
          </w:p>
        </w:tc>
      </w:tr>
      <w:tr w:rsidR="004432C0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C11812" w:rsidRDefault="004432C0" w:rsidP="00A610E7">
            <w:pPr>
              <w:jc w:val="left"/>
              <w:rPr>
                <w:color w:val="FF0000"/>
                <w:lang w:eastAsia="de-CH"/>
              </w:rPr>
            </w:pPr>
            <w:r>
              <w:rPr>
                <w:lang w:eastAsia="de-CH"/>
              </w:rPr>
              <w:t>Commun</w:t>
            </w:r>
            <w:r w:rsidRPr="00C11812">
              <w:rPr>
                <w:lang w:eastAsia="de-CH"/>
              </w:rPr>
              <w:t>e</w:t>
            </w:r>
            <w:r w:rsidRPr="00C11812">
              <w:rPr>
                <w:color w:val="FF0000"/>
                <w:lang w:eastAsia="de-CH"/>
              </w:rPr>
              <w:t xml:space="preserve"> </w:t>
            </w:r>
            <w:r>
              <w:rPr>
                <w:color w:val="FF0000"/>
                <w:lang w:eastAsia="de-CH"/>
              </w:rPr>
              <w:t>Xxxx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C11812" w:rsidRDefault="004432C0" w:rsidP="00A610E7">
            <w:pPr>
              <w:jc w:val="left"/>
              <w:rPr>
                <w:color w:val="FF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C11812" w:rsidRDefault="004432C0" w:rsidP="00A610E7">
            <w:pPr>
              <w:jc w:val="left"/>
              <w:rPr>
                <w:color w:val="FF0000"/>
                <w:lang w:eastAsia="de-CH"/>
              </w:rPr>
            </w:pPr>
            <w:r>
              <w:rPr>
                <w:color w:val="FF0000"/>
                <w:lang w:eastAsia="de-CH"/>
              </w:rPr>
              <w:t>xxx</w:t>
            </w:r>
          </w:p>
        </w:tc>
      </w:tr>
      <w:tr w:rsidR="004432C0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4432C0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4432C0" w:rsidRPr="00767FFD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C11812" w:rsidRDefault="004432C0" w:rsidP="00A610E7">
            <w:pPr>
              <w:jc w:val="center"/>
              <w:rPr>
                <w:b/>
                <w:bCs/>
                <w:color w:val="FF0000"/>
                <w:lang w:eastAsia="de-CH"/>
              </w:rPr>
            </w:pPr>
            <w:r>
              <w:rPr>
                <w:b/>
                <w:bCs/>
                <w:lang w:eastAsia="de-CH"/>
              </w:rPr>
              <w:t>Desserte</w:t>
            </w:r>
            <w:r w:rsidRPr="00C11812">
              <w:rPr>
                <w:b/>
                <w:bCs/>
                <w:color w:val="FF0000"/>
                <w:lang w:eastAsia="de-CH"/>
              </w:rPr>
              <w:t xml:space="preserve"> xxx</w:t>
            </w:r>
          </w:p>
        </w:tc>
      </w:tr>
      <w:tr w:rsidR="004432C0" w:rsidRPr="00767FFD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C11812" w:rsidRDefault="004432C0" w:rsidP="00A610E7">
            <w:pPr>
              <w:jc w:val="center"/>
              <w:rPr>
                <w:b/>
                <w:bCs/>
                <w:lang w:eastAsia="de-CH"/>
              </w:rPr>
            </w:pPr>
            <w:r>
              <w:rPr>
                <w:b/>
                <w:bCs/>
                <w:lang w:eastAsia="de-CH"/>
              </w:rPr>
              <w:t>Avant-projet</w:t>
            </w:r>
          </w:p>
        </w:tc>
      </w:tr>
      <w:tr w:rsidR="004432C0" w:rsidRPr="00E74C57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E74C57" w:rsidRDefault="00DB3EC2" w:rsidP="00A610E7">
            <w:pPr>
              <w:jc w:val="center"/>
              <w:rPr>
                <w:bCs/>
                <w:color w:val="FF0000"/>
                <w:lang w:eastAsia="de-CH"/>
              </w:rPr>
            </w:pPr>
            <w:r>
              <w:rPr>
                <w:bCs/>
                <w:color w:val="FF0000"/>
                <w:lang w:eastAsia="de-CH"/>
              </w:rPr>
              <w:t>date</w:t>
            </w:r>
          </w:p>
        </w:tc>
      </w:tr>
      <w:tr w:rsidR="004432C0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</w:tr>
      <w:tr w:rsidR="004432C0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</w:tr>
      <w:tr w:rsidR="004432C0" w:rsidRPr="00767FFD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color w:val="000000"/>
                <w:lang w:eastAsia="de-CH"/>
              </w:rPr>
            </w:pPr>
          </w:p>
        </w:tc>
      </w:tr>
      <w:tr w:rsidR="004432C0" w:rsidRPr="00767FFD" w:rsidTr="002C480C">
        <w:trPr>
          <w:trHeight w:val="31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  <w:r w:rsidRPr="00767FFD">
              <w:rPr>
                <w:b/>
                <w:bCs/>
                <w:color w:val="000000"/>
                <w:sz w:val="24"/>
                <w:szCs w:val="24"/>
                <w:lang w:eastAsia="de-CH"/>
              </w:rPr>
              <w:t>PROFIL</w:t>
            </w:r>
            <w:r>
              <w:rPr>
                <w:b/>
                <w:bCs/>
                <w:color w:val="000000"/>
                <w:sz w:val="24"/>
                <w:szCs w:val="24"/>
                <w:lang w:eastAsia="de-CH"/>
              </w:rPr>
              <w:t xml:space="preserve"> </w:t>
            </w:r>
            <w:r w:rsidRPr="00767FFD">
              <w:rPr>
                <w:b/>
                <w:bCs/>
                <w:color w:val="000000"/>
                <w:sz w:val="24"/>
                <w:szCs w:val="24"/>
                <w:lang w:eastAsia="de-CH"/>
              </w:rPr>
              <w:t>NORMAL</w:t>
            </w:r>
          </w:p>
        </w:tc>
      </w:tr>
      <w:tr w:rsidR="004432C0" w:rsidRPr="00767FFD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Echelle</w:t>
            </w:r>
            <w:r w:rsidRPr="00767FFD">
              <w:rPr>
                <w:color w:val="000000"/>
                <w:lang w:eastAsia="de-CH"/>
              </w:rPr>
              <w:t xml:space="preserve"> 1:</w:t>
            </w:r>
            <w:r>
              <w:rPr>
                <w:color w:val="000000"/>
                <w:lang w:eastAsia="de-CH"/>
              </w:rPr>
              <w:t>50</w:t>
            </w:r>
          </w:p>
        </w:tc>
      </w:tr>
      <w:tr w:rsidR="004432C0" w:rsidRPr="00767FFD" w:rsidTr="002C480C">
        <w:trPr>
          <w:trHeight w:val="22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</w:tr>
      <w:tr w:rsidR="002C480C" w:rsidRPr="00767FFD" w:rsidTr="002C480C">
        <w:trPr>
          <w:trHeight w:val="19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</w:tr>
      <w:tr w:rsidR="002C480C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2C480C" w:rsidRPr="00767FFD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4432C0" w:rsidP="004432C0">
            <w:pPr>
              <w:jc w:val="left"/>
              <w:rPr>
                <w:color w:val="000000"/>
                <w:u w:val="single"/>
                <w:lang w:eastAsia="de-CH"/>
              </w:rPr>
            </w:pPr>
            <w:r>
              <w:rPr>
                <w:color w:val="000000"/>
                <w:u w:val="single"/>
                <w:lang w:eastAsia="de-CH"/>
              </w:rPr>
              <w:t>Route forestière</w:t>
            </w:r>
            <w:r w:rsidRPr="00767FFD">
              <w:rPr>
                <w:color w:val="000000"/>
                <w:u w:val="single"/>
                <w:lang w:eastAsia="de-CH"/>
              </w:rPr>
              <w:t xml:space="preserve"> (</w:t>
            </w:r>
            <w:r>
              <w:rPr>
                <w:color w:val="000000"/>
                <w:u w:val="single"/>
                <w:lang w:eastAsia="de-CH"/>
              </w:rPr>
              <w:t>sans revêtement</w:t>
            </w:r>
            <w:r w:rsidRPr="00767FFD">
              <w:rPr>
                <w:color w:val="000000"/>
                <w:u w:val="single"/>
                <w:lang w:eastAsia="de-CH"/>
              </w:rPr>
              <w:t>)</w:t>
            </w:r>
          </w:p>
        </w:tc>
      </w:tr>
    </w:tbl>
    <w:p w:rsidR="002C480C" w:rsidRDefault="002C480C" w:rsidP="002C480C"/>
    <w:p w:rsidR="002C480C" w:rsidRDefault="002C480C" w:rsidP="002C480C"/>
    <w:p w:rsidR="002C480C" w:rsidRDefault="00146D5F" w:rsidP="002C480C">
      <w:pPr>
        <w:jc w:val="left"/>
      </w:pPr>
      <w:r>
        <w:object w:dxaOrig="8687" w:dyaOrig="4515">
          <v:shape id="_x0000_i1026" type="#_x0000_t75" style="width:433.85pt;height:225.25pt" o:ole="">
            <v:imagedata r:id="rId14" o:title=""/>
          </v:shape>
          <o:OLEObject Type="Embed" ProgID="AutoSketch.Drawing.7" ShapeID="_x0000_i1026" DrawAspect="Content" ObjectID="_1738582484" r:id="rId15"/>
        </w:object>
      </w:r>
    </w:p>
    <w:p w:rsidR="002C480C" w:rsidRDefault="002C480C" w:rsidP="002C480C">
      <w:pPr>
        <w:jc w:val="left"/>
      </w:pPr>
    </w:p>
    <w:p w:rsidR="002C480C" w:rsidRDefault="002C480C" w:rsidP="002C480C">
      <w:pPr>
        <w:jc w:val="left"/>
      </w:pPr>
    </w:p>
    <w:tbl>
      <w:tblPr>
        <w:tblW w:w="888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6"/>
        <w:gridCol w:w="6592"/>
      </w:tblGrid>
      <w:tr w:rsidR="004432C0" w:rsidRPr="00767FFD" w:rsidTr="00C11812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Couche d'usure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32C0" w:rsidRPr="00C11812" w:rsidRDefault="004432C0" w:rsidP="002C480C">
            <w:pPr>
              <w:jc w:val="left"/>
              <w:rPr>
                <w:color w:val="000000"/>
                <w:lang w:eastAsia="de-CH"/>
              </w:rPr>
            </w:pPr>
            <w:r w:rsidRPr="00C11812">
              <w:rPr>
                <w:color w:val="000000"/>
                <w:lang w:eastAsia="de-CH"/>
              </w:rPr>
              <w:t>xx</w:t>
            </w:r>
          </w:p>
        </w:tc>
      </w:tr>
      <w:tr w:rsidR="004432C0" w:rsidRPr="00767FFD" w:rsidTr="00C11812">
        <w:trPr>
          <w:trHeight w:val="300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Couche portante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32C0" w:rsidRPr="00C11812" w:rsidRDefault="004432C0" w:rsidP="002C480C">
            <w:pPr>
              <w:jc w:val="left"/>
              <w:rPr>
                <w:color w:val="000000"/>
                <w:lang w:eastAsia="de-CH"/>
              </w:rPr>
            </w:pPr>
            <w:r w:rsidRPr="00C11812">
              <w:rPr>
                <w:color w:val="000000"/>
                <w:lang w:eastAsia="de-CH"/>
              </w:rPr>
              <w:t>xxx</w:t>
            </w:r>
          </w:p>
        </w:tc>
      </w:tr>
      <w:tr w:rsidR="004432C0" w:rsidRPr="00767FFD" w:rsidTr="000F3CB1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2C0" w:rsidRPr="00767FFD" w:rsidRDefault="004432C0" w:rsidP="00A610E7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Chaussée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2C0" w:rsidRPr="00AE7017" w:rsidRDefault="004432C0" w:rsidP="002C480C">
            <w:pPr>
              <w:jc w:val="left"/>
              <w:rPr>
                <w:color w:val="000000"/>
                <w:highlight w:val="yellow"/>
                <w:lang w:eastAsia="de-CH"/>
              </w:rPr>
            </w:pPr>
            <w:r>
              <w:rPr>
                <w:color w:val="000000"/>
                <w:lang w:eastAsia="de-CH"/>
              </w:rPr>
              <w:t>plate</w:t>
            </w:r>
          </w:p>
        </w:tc>
      </w:tr>
    </w:tbl>
    <w:p w:rsidR="002C480C" w:rsidRDefault="002C480C">
      <w:pPr>
        <w:spacing w:after="0"/>
        <w:jc w:val="left"/>
      </w:pPr>
      <w:r>
        <w:br w:type="page"/>
      </w:r>
    </w:p>
    <w:tbl>
      <w:tblPr>
        <w:tblW w:w="88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4916"/>
        <w:gridCol w:w="1658"/>
      </w:tblGrid>
      <w:tr w:rsidR="00CD52F3" w:rsidRPr="00767FFD" w:rsidTr="002C480C">
        <w:trPr>
          <w:trHeight w:val="31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2F3" w:rsidRPr="00767FFD" w:rsidRDefault="00CD52F3" w:rsidP="001C3CEE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lastRenderedPageBreak/>
              <w:t>C</w:t>
            </w:r>
            <w:r w:rsidRPr="00767FFD">
              <w:rPr>
                <w:color w:val="000000"/>
                <w:lang w:eastAsia="de-CH"/>
              </w:rPr>
              <w:t xml:space="preserve">anton </w:t>
            </w:r>
            <w:r>
              <w:rPr>
                <w:color w:val="000000"/>
                <w:lang w:eastAsia="de-CH"/>
              </w:rPr>
              <w:t xml:space="preserve">de </w:t>
            </w:r>
            <w:r w:rsidRPr="00767FFD">
              <w:rPr>
                <w:color w:val="000000"/>
                <w:lang w:eastAsia="de-CH"/>
              </w:rPr>
              <w:t>Bern</w:t>
            </w:r>
            <w:r>
              <w:rPr>
                <w:color w:val="000000"/>
                <w:lang w:eastAsia="de-CH"/>
              </w:rPr>
              <w:t>e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767FFD" w:rsidRDefault="00CD52F3" w:rsidP="001C3CEE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2F3" w:rsidRPr="00767FFD" w:rsidRDefault="00CD52F3" w:rsidP="001C3CEE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Maître d'ouvrage</w:t>
            </w:r>
          </w:p>
        </w:tc>
      </w:tr>
      <w:tr w:rsidR="00CD52F3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CF26DB" w:rsidRDefault="00CD52F3" w:rsidP="001C3CEE">
            <w:pPr>
              <w:jc w:val="left"/>
              <w:rPr>
                <w:lang w:eastAsia="de-CH"/>
              </w:rPr>
            </w:pPr>
            <w:r w:rsidRPr="00CF26DB">
              <w:rPr>
                <w:lang w:eastAsia="de-CH"/>
              </w:rPr>
              <w:t xml:space="preserve">Division forestière </w:t>
            </w:r>
            <w:r>
              <w:rPr>
                <w:lang w:eastAsia="de-CH"/>
              </w:rPr>
              <w:t>Jura bernois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C11812" w:rsidRDefault="00CD52F3" w:rsidP="001C3CEE">
            <w:pPr>
              <w:jc w:val="left"/>
              <w:rPr>
                <w:color w:val="FF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C11812" w:rsidRDefault="00CD52F3" w:rsidP="001C3CEE">
            <w:pPr>
              <w:jc w:val="left"/>
              <w:rPr>
                <w:color w:val="FF0000"/>
                <w:lang w:eastAsia="de-CH"/>
              </w:rPr>
            </w:pPr>
            <w:r>
              <w:rPr>
                <w:color w:val="FF0000"/>
                <w:lang w:eastAsia="de-CH"/>
              </w:rPr>
              <w:t>xx</w:t>
            </w:r>
            <w:r w:rsidRPr="00C11812">
              <w:rPr>
                <w:color w:val="FF0000"/>
                <w:lang w:eastAsia="de-CH"/>
              </w:rPr>
              <w:t xml:space="preserve"> </w:t>
            </w:r>
          </w:p>
        </w:tc>
      </w:tr>
      <w:tr w:rsidR="00A610E7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C11812" w:rsidRDefault="00A610E7" w:rsidP="00A610E7">
            <w:pPr>
              <w:jc w:val="left"/>
              <w:rPr>
                <w:color w:val="FF0000"/>
                <w:lang w:eastAsia="de-CH"/>
              </w:rPr>
            </w:pPr>
            <w:r>
              <w:rPr>
                <w:lang w:eastAsia="de-CH"/>
              </w:rPr>
              <w:t>Commun</w:t>
            </w:r>
            <w:r w:rsidRPr="00C11812">
              <w:rPr>
                <w:lang w:eastAsia="de-CH"/>
              </w:rPr>
              <w:t>e</w:t>
            </w:r>
            <w:r w:rsidRPr="00C11812">
              <w:rPr>
                <w:color w:val="FF0000"/>
                <w:lang w:eastAsia="de-CH"/>
              </w:rPr>
              <w:t xml:space="preserve"> </w:t>
            </w:r>
            <w:r>
              <w:rPr>
                <w:color w:val="FF0000"/>
                <w:lang w:eastAsia="de-CH"/>
              </w:rPr>
              <w:t>Xxxx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C11812" w:rsidRDefault="00A610E7" w:rsidP="00A610E7">
            <w:pPr>
              <w:jc w:val="left"/>
              <w:rPr>
                <w:color w:val="FF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C11812" w:rsidRDefault="00A610E7" w:rsidP="00A610E7">
            <w:pPr>
              <w:jc w:val="left"/>
              <w:rPr>
                <w:color w:val="FF0000"/>
                <w:lang w:eastAsia="de-CH"/>
              </w:rPr>
            </w:pPr>
            <w:r>
              <w:rPr>
                <w:color w:val="FF0000"/>
                <w:lang w:eastAsia="de-CH"/>
              </w:rPr>
              <w:t>xxx</w:t>
            </w:r>
          </w:p>
        </w:tc>
      </w:tr>
      <w:tr w:rsidR="00A610E7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A610E7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A610E7" w:rsidRPr="00767FFD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C11812" w:rsidRDefault="00A610E7" w:rsidP="00A610E7">
            <w:pPr>
              <w:jc w:val="center"/>
              <w:rPr>
                <w:b/>
                <w:bCs/>
                <w:color w:val="FF0000"/>
                <w:lang w:eastAsia="de-CH"/>
              </w:rPr>
            </w:pPr>
            <w:r>
              <w:rPr>
                <w:b/>
                <w:bCs/>
                <w:lang w:eastAsia="de-CH"/>
              </w:rPr>
              <w:t>Desserte</w:t>
            </w:r>
            <w:r w:rsidRPr="00C11812">
              <w:rPr>
                <w:b/>
                <w:bCs/>
                <w:color w:val="FF0000"/>
                <w:lang w:eastAsia="de-CH"/>
              </w:rPr>
              <w:t xml:space="preserve"> xxx</w:t>
            </w:r>
          </w:p>
        </w:tc>
      </w:tr>
      <w:tr w:rsidR="00A610E7" w:rsidRPr="00767FFD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C11812" w:rsidRDefault="00A610E7" w:rsidP="00A610E7">
            <w:pPr>
              <w:jc w:val="center"/>
              <w:rPr>
                <w:b/>
                <w:bCs/>
                <w:lang w:eastAsia="de-CH"/>
              </w:rPr>
            </w:pPr>
            <w:r>
              <w:rPr>
                <w:b/>
                <w:bCs/>
                <w:lang w:eastAsia="de-CH"/>
              </w:rPr>
              <w:t>Avant-projet</w:t>
            </w:r>
          </w:p>
        </w:tc>
      </w:tr>
      <w:tr w:rsidR="00A610E7" w:rsidRPr="00E74C57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E74C57" w:rsidRDefault="00DB3EC2" w:rsidP="00A610E7">
            <w:pPr>
              <w:jc w:val="center"/>
              <w:rPr>
                <w:bCs/>
                <w:color w:val="FF0000"/>
                <w:lang w:eastAsia="de-CH"/>
              </w:rPr>
            </w:pPr>
            <w:r>
              <w:rPr>
                <w:bCs/>
                <w:color w:val="FF0000"/>
                <w:lang w:eastAsia="de-CH"/>
              </w:rPr>
              <w:t>date</w:t>
            </w:r>
          </w:p>
        </w:tc>
      </w:tr>
      <w:tr w:rsidR="00A610E7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</w:tr>
      <w:tr w:rsidR="00A610E7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</w:tr>
      <w:tr w:rsidR="00A610E7" w:rsidRPr="00767FFD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color w:val="000000"/>
                <w:lang w:eastAsia="de-CH"/>
              </w:rPr>
            </w:pPr>
          </w:p>
        </w:tc>
      </w:tr>
      <w:tr w:rsidR="00A610E7" w:rsidRPr="00767FFD" w:rsidTr="002C480C">
        <w:trPr>
          <w:trHeight w:val="31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  <w:r w:rsidRPr="00767FFD">
              <w:rPr>
                <w:b/>
                <w:bCs/>
                <w:color w:val="000000"/>
                <w:sz w:val="24"/>
                <w:szCs w:val="24"/>
                <w:lang w:eastAsia="de-CH"/>
              </w:rPr>
              <w:t>PROFIL</w:t>
            </w:r>
            <w:r>
              <w:rPr>
                <w:b/>
                <w:bCs/>
                <w:color w:val="000000"/>
                <w:sz w:val="24"/>
                <w:szCs w:val="24"/>
                <w:lang w:eastAsia="de-CH"/>
              </w:rPr>
              <w:t xml:space="preserve"> </w:t>
            </w:r>
            <w:r w:rsidRPr="00767FFD">
              <w:rPr>
                <w:b/>
                <w:bCs/>
                <w:color w:val="000000"/>
                <w:sz w:val="24"/>
                <w:szCs w:val="24"/>
                <w:lang w:eastAsia="de-CH"/>
              </w:rPr>
              <w:t>NORMAL</w:t>
            </w:r>
          </w:p>
        </w:tc>
      </w:tr>
      <w:tr w:rsidR="00A610E7" w:rsidRPr="00767FFD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Echelle</w:t>
            </w:r>
            <w:r w:rsidRPr="00767FFD">
              <w:rPr>
                <w:color w:val="000000"/>
                <w:lang w:eastAsia="de-CH"/>
              </w:rPr>
              <w:t xml:space="preserve"> 1:</w:t>
            </w:r>
            <w:r>
              <w:rPr>
                <w:color w:val="000000"/>
                <w:lang w:eastAsia="de-CH"/>
              </w:rPr>
              <w:t>50</w:t>
            </w:r>
          </w:p>
        </w:tc>
      </w:tr>
      <w:tr w:rsidR="00A610E7" w:rsidRPr="00767FFD" w:rsidTr="002C480C">
        <w:trPr>
          <w:trHeight w:val="22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</w:tr>
      <w:tr w:rsidR="00A610E7" w:rsidRPr="00767FFD" w:rsidTr="002C480C">
        <w:trPr>
          <w:trHeight w:val="19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0E7" w:rsidRPr="00767FFD" w:rsidRDefault="00A610E7" w:rsidP="00A610E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</w:tr>
      <w:tr w:rsidR="002C480C" w:rsidRPr="00767FFD" w:rsidTr="002C480C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2C480C" w:rsidP="002C480C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2C480C" w:rsidRPr="00767FFD" w:rsidTr="002C480C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80C" w:rsidRPr="00767FFD" w:rsidRDefault="00A610E7" w:rsidP="00AE7017">
            <w:pPr>
              <w:jc w:val="left"/>
              <w:rPr>
                <w:color w:val="000000"/>
                <w:u w:val="single"/>
                <w:lang w:eastAsia="de-CH"/>
              </w:rPr>
            </w:pPr>
            <w:r>
              <w:rPr>
                <w:color w:val="000000"/>
                <w:u w:val="single"/>
                <w:lang w:eastAsia="de-CH"/>
              </w:rPr>
              <w:t>Piste à machines</w:t>
            </w:r>
          </w:p>
        </w:tc>
      </w:tr>
    </w:tbl>
    <w:p w:rsidR="002C480C" w:rsidRDefault="002C480C" w:rsidP="002C480C"/>
    <w:p w:rsidR="002C480C" w:rsidRDefault="002C480C" w:rsidP="002C480C"/>
    <w:p w:rsidR="00F74F81" w:rsidRDefault="00F74F81" w:rsidP="002C480C"/>
    <w:p w:rsidR="002C480C" w:rsidRDefault="00146D5F" w:rsidP="002C480C">
      <w:r>
        <w:object w:dxaOrig="7551" w:dyaOrig="4220">
          <v:shape id="_x0000_i1027" type="#_x0000_t75" style="width:377.85pt;height:211.1pt" o:ole="">
            <v:imagedata r:id="rId16" o:title=""/>
          </v:shape>
          <o:OLEObject Type="Embed" ProgID="AutoSketch.Drawing.7" ShapeID="_x0000_i1027" DrawAspect="Content" ObjectID="_1738582485" r:id="rId17"/>
        </w:object>
      </w:r>
    </w:p>
    <w:p w:rsidR="002C480C" w:rsidRDefault="002C480C" w:rsidP="002C480C">
      <w:pPr>
        <w:jc w:val="left"/>
      </w:pPr>
    </w:p>
    <w:p w:rsidR="002C480C" w:rsidRDefault="002C480C" w:rsidP="002C480C">
      <w:pPr>
        <w:jc w:val="left"/>
      </w:pPr>
    </w:p>
    <w:tbl>
      <w:tblPr>
        <w:tblW w:w="888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6"/>
        <w:gridCol w:w="6592"/>
      </w:tblGrid>
      <w:tr w:rsidR="00AE7017" w:rsidRPr="00767FFD" w:rsidTr="00146D5F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146D5F" w:rsidRDefault="00AE7017" w:rsidP="002C480C">
            <w:pPr>
              <w:jc w:val="left"/>
              <w:rPr>
                <w:color w:val="000000"/>
                <w:lang w:eastAsia="de-CH"/>
              </w:rPr>
            </w:pPr>
            <w:r w:rsidRPr="00146D5F">
              <w:rPr>
                <w:color w:val="000000"/>
                <w:lang w:eastAsia="de-CH"/>
              </w:rPr>
              <w:t>..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146D5F" w:rsidRDefault="00AE7017" w:rsidP="002C480C">
            <w:pPr>
              <w:jc w:val="left"/>
              <w:rPr>
                <w:color w:val="000000"/>
                <w:lang w:eastAsia="de-CH"/>
              </w:rPr>
            </w:pPr>
            <w:r w:rsidRPr="00146D5F">
              <w:rPr>
                <w:color w:val="000000"/>
                <w:lang w:eastAsia="de-CH"/>
              </w:rPr>
              <w:t>..</w:t>
            </w:r>
          </w:p>
        </w:tc>
      </w:tr>
      <w:tr w:rsidR="00AE7017" w:rsidRPr="00767FFD" w:rsidTr="00146D5F">
        <w:trPr>
          <w:trHeight w:val="300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146D5F" w:rsidRDefault="00F56B42" w:rsidP="002C480C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Couche portante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146D5F" w:rsidRDefault="00146D5F" w:rsidP="002C480C">
            <w:pPr>
              <w:jc w:val="left"/>
              <w:rPr>
                <w:color w:val="FF0000"/>
                <w:lang w:eastAsia="de-CH"/>
              </w:rPr>
            </w:pPr>
            <w:r w:rsidRPr="00146D5F">
              <w:rPr>
                <w:color w:val="FF0000"/>
                <w:lang w:eastAsia="de-CH"/>
              </w:rPr>
              <w:t>xxx</w:t>
            </w:r>
          </w:p>
        </w:tc>
      </w:tr>
      <w:tr w:rsidR="00AE7017" w:rsidRPr="00767FFD" w:rsidTr="00146D5F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146D5F" w:rsidRDefault="00F56B42" w:rsidP="002C480C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Chaussée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146D5F" w:rsidRDefault="00F56B42" w:rsidP="002C480C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plate</w:t>
            </w:r>
          </w:p>
        </w:tc>
      </w:tr>
      <w:tr w:rsidR="00146D5F" w:rsidRPr="00767FFD" w:rsidTr="00146D5F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D5F" w:rsidRPr="00146D5F" w:rsidRDefault="00146D5F" w:rsidP="002C480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D5F" w:rsidRDefault="00146D5F" w:rsidP="002C480C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146D5F" w:rsidRPr="00767FFD" w:rsidTr="00146D5F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D5F" w:rsidRPr="00146D5F" w:rsidRDefault="00146D5F" w:rsidP="002C480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D5F" w:rsidRDefault="00146D5F" w:rsidP="002C480C">
            <w:pPr>
              <w:jc w:val="left"/>
              <w:rPr>
                <w:color w:val="000000"/>
                <w:lang w:eastAsia="de-CH"/>
              </w:rPr>
            </w:pPr>
          </w:p>
        </w:tc>
      </w:tr>
    </w:tbl>
    <w:p w:rsidR="00AE7017" w:rsidRDefault="00AE7017" w:rsidP="002C480C">
      <w:pPr>
        <w:jc w:val="left"/>
      </w:pPr>
    </w:p>
    <w:p w:rsidR="00AE7017" w:rsidRDefault="00AE7017">
      <w:pPr>
        <w:spacing w:after="0"/>
        <w:jc w:val="left"/>
      </w:pPr>
      <w:r>
        <w:lastRenderedPageBreak/>
        <w:br w:type="page"/>
      </w:r>
    </w:p>
    <w:tbl>
      <w:tblPr>
        <w:tblW w:w="88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4916"/>
        <w:gridCol w:w="1658"/>
      </w:tblGrid>
      <w:tr w:rsidR="00CD52F3" w:rsidRPr="00767FFD" w:rsidTr="000F3CB1">
        <w:trPr>
          <w:trHeight w:val="31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2F3" w:rsidRPr="00767FFD" w:rsidRDefault="00CD52F3" w:rsidP="001C3CEE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lastRenderedPageBreak/>
              <w:t>C</w:t>
            </w:r>
            <w:r w:rsidRPr="00767FFD">
              <w:rPr>
                <w:color w:val="000000"/>
                <w:lang w:eastAsia="de-CH"/>
              </w:rPr>
              <w:t xml:space="preserve">anton </w:t>
            </w:r>
            <w:r>
              <w:rPr>
                <w:color w:val="000000"/>
                <w:lang w:eastAsia="de-CH"/>
              </w:rPr>
              <w:t xml:space="preserve">de </w:t>
            </w:r>
            <w:r w:rsidRPr="00767FFD">
              <w:rPr>
                <w:color w:val="000000"/>
                <w:lang w:eastAsia="de-CH"/>
              </w:rPr>
              <w:t>Bern</w:t>
            </w:r>
            <w:r>
              <w:rPr>
                <w:color w:val="000000"/>
                <w:lang w:eastAsia="de-CH"/>
              </w:rPr>
              <w:t>e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767FFD" w:rsidRDefault="00CD52F3" w:rsidP="001C3CEE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2F3" w:rsidRPr="00767FFD" w:rsidRDefault="00CD52F3" w:rsidP="001C3CEE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Maître d'ouvrage</w:t>
            </w:r>
          </w:p>
        </w:tc>
      </w:tr>
      <w:tr w:rsidR="00CD52F3" w:rsidRPr="00767FFD" w:rsidTr="000F3CB1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CF26DB" w:rsidRDefault="00CD52F3" w:rsidP="001C3CEE">
            <w:pPr>
              <w:jc w:val="left"/>
              <w:rPr>
                <w:lang w:eastAsia="de-CH"/>
              </w:rPr>
            </w:pPr>
            <w:r w:rsidRPr="00CF26DB">
              <w:rPr>
                <w:lang w:eastAsia="de-CH"/>
              </w:rPr>
              <w:t xml:space="preserve">Division forestière </w:t>
            </w:r>
            <w:r>
              <w:rPr>
                <w:lang w:eastAsia="de-CH"/>
              </w:rPr>
              <w:t>Jura bernois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C11812" w:rsidRDefault="00CD52F3" w:rsidP="001C3CEE">
            <w:pPr>
              <w:jc w:val="left"/>
              <w:rPr>
                <w:color w:val="FF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2F3" w:rsidRPr="00C11812" w:rsidRDefault="00CD52F3" w:rsidP="001C3CEE">
            <w:pPr>
              <w:jc w:val="left"/>
              <w:rPr>
                <w:color w:val="FF0000"/>
                <w:lang w:eastAsia="de-CH"/>
              </w:rPr>
            </w:pPr>
            <w:r>
              <w:rPr>
                <w:color w:val="FF0000"/>
                <w:lang w:eastAsia="de-CH"/>
              </w:rPr>
              <w:t>xx</w:t>
            </w:r>
            <w:r w:rsidRPr="00C11812">
              <w:rPr>
                <w:color w:val="FF0000"/>
                <w:lang w:eastAsia="de-CH"/>
              </w:rPr>
              <w:t xml:space="preserve"> </w:t>
            </w:r>
          </w:p>
        </w:tc>
      </w:tr>
      <w:tr w:rsidR="00F56B42" w:rsidRPr="00767FFD" w:rsidTr="000F3CB1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C11812" w:rsidRDefault="00F56B42" w:rsidP="00D570DC">
            <w:pPr>
              <w:jc w:val="left"/>
              <w:rPr>
                <w:color w:val="FF0000"/>
                <w:lang w:eastAsia="de-CH"/>
              </w:rPr>
            </w:pPr>
            <w:r>
              <w:rPr>
                <w:lang w:eastAsia="de-CH"/>
              </w:rPr>
              <w:t>Commun</w:t>
            </w:r>
            <w:r w:rsidRPr="00C11812">
              <w:rPr>
                <w:lang w:eastAsia="de-CH"/>
              </w:rPr>
              <w:t>e</w:t>
            </w:r>
            <w:r w:rsidRPr="00C11812">
              <w:rPr>
                <w:color w:val="FF0000"/>
                <w:lang w:eastAsia="de-CH"/>
              </w:rPr>
              <w:t xml:space="preserve"> </w:t>
            </w:r>
            <w:r>
              <w:rPr>
                <w:color w:val="FF0000"/>
                <w:lang w:eastAsia="de-CH"/>
              </w:rPr>
              <w:t>Xxxx</w:t>
            </w: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C11812" w:rsidRDefault="00F56B42" w:rsidP="00D570DC">
            <w:pPr>
              <w:jc w:val="left"/>
              <w:rPr>
                <w:color w:val="FF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C11812" w:rsidRDefault="00F56B42" w:rsidP="00D570DC">
            <w:pPr>
              <w:jc w:val="left"/>
              <w:rPr>
                <w:color w:val="FF0000"/>
                <w:lang w:eastAsia="de-CH"/>
              </w:rPr>
            </w:pPr>
            <w:r>
              <w:rPr>
                <w:color w:val="FF0000"/>
                <w:lang w:eastAsia="de-CH"/>
              </w:rPr>
              <w:t>xxx</w:t>
            </w:r>
          </w:p>
        </w:tc>
      </w:tr>
      <w:tr w:rsidR="00F56B42" w:rsidRPr="00767FFD" w:rsidTr="000F3CB1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F56B42" w:rsidRPr="00767FFD" w:rsidTr="000F3CB1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F56B42" w:rsidRPr="00767FFD" w:rsidTr="000F3CB1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C11812" w:rsidRDefault="00F56B42" w:rsidP="00D570DC">
            <w:pPr>
              <w:jc w:val="center"/>
              <w:rPr>
                <w:b/>
                <w:bCs/>
                <w:color w:val="FF0000"/>
                <w:lang w:eastAsia="de-CH"/>
              </w:rPr>
            </w:pPr>
            <w:r>
              <w:rPr>
                <w:b/>
                <w:bCs/>
                <w:lang w:eastAsia="de-CH"/>
              </w:rPr>
              <w:t>Desserte</w:t>
            </w:r>
            <w:r w:rsidRPr="00C11812">
              <w:rPr>
                <w:b/>
                <w:bCs/>
                <w:color w:val="FF0000"/>
                <w:lang w:eastAsia="de-CH"/>
              </w:rPr>
              <w:t xml:space="preserve"> xxx</w:t>
            </w:r>
          </w:p>
        </w:tc>
      </w:tr>
      <w:tr w:rsidR="00F56B42" w:rsidRPr="00767FFD" w:rsidTr="000F3CB1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C11812" w:rsidRDefault="00F56B42" w:rsidP="00D570DC">
            <w:pPr>
              <w:jc w:val="center"/>
              <w:rPr>
                <w:b/>
                <w:bCs/>
                <w:lang w:eastAsia="de-CH"/>
              </w:rPr>
            </w:pPr>
            <w:r>
              <w:rPr>
                <w:b/>
                <w:bCs/>
                <w:lang w:eastAsia="de-CH"/>
              </w:rPr>
              <w:t>Avant-projet</w:t>
            </w:r>
          </w:p>
        </w:tc>
      </w:tr>
      <w:tr w:rsidR="00F56B42" w:rsidRPr="00E74C57" w:rsidTr="000F3CB1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E74C57" w:rsidRDefault="00DB3EC2" w:rsidP="00D570DC">
            <w:pPr>
              <w:jc w:val="center"/>
              <w:rPr>
                <w:bCs/>
                <w:color w:val="FF0000"/>
                <w:lang w:eastAsia="de-CH"/>
              </w:rPr>
            </w:pPr>
            <w:r>
              <w:rPr>
                <w:bCs/>
                <w:color w:val="FF0000"/>
                <w:lang w:eastAsia="de-CH"/>
              </w:rPr>
              <w:t>date</w:t>
            </w:r>
          </w:p>
        </w:tc>
      </w:tr>
      <w:tr w:rsidR="00F56B42" w:rsidRPr="00767FFD" w:rsidTr="000F3CB1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</w:tr>
      <w:tr w:rsidR="00F56B42" w:rsidRPr="00767FFD" w:rsidTr="000F3CB1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center"/>
              <w:rPr>
                <w:b/>
                <w:bCs/>
                <w:color w:val="000000"/>
                <w:lang w:eastAsia="de-CH"/>
              </w:rPr>
            </w:pPr>
          </w:p>
        </w:tc>
      </w:tr>
      <w:tr w:rsidR="00F56B42" w:rsidRPr="00767FFD" w:rsidTr="000F3CB1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center"/>
              <w:rPr>
                <w:color w:val="000000"/>
                <w:lang w:eastAsia="de-CH"/>
              </w:rPr>
            </w:pPr>
          </w:p>
        </w:tc>
      </w:tr>
      <w:tr w:rsidR="00F56B42" w:rsidRPr="00767FFD" w:rsidTr="000F3CB1">
        <w:trPr>
          <w:trHeight w:val="31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  <w:r w:rsidRPr="00767FFD">
              <w:rPr>
                <w:b/>
                <w:bCs/>
                <w:color w:val="000000"/>
                <w:sz w:val="24"/>
                <w:szCs w:val="24"/>
                <w:lang w:eastAsia="de-CH"/>
              </w:rPr>
              <w:t>PROFIL</w:t>
            </w:r>
            <w:r>
              <w:rPr>
                <w:b/>
                <w:bCs/>
                <w:color w:val="000000"/>
                <w:sz w:val="24"/>
                <w:szCs w:val="24"/>
                <w:lang w:eastAsia="de-CH"/>
              </w:rPr>
              <w:t xml:space="preserve"> </w:t>
            </w:r>
            <w:r w:rsidRPr="00767FFD">
              <w:rPr>
                <w:b/>
                <w:bCs/>
                <w:color w:val="000000"/>
                <w:sz w:val="24"/>
                <w:szCs w:val="24"/>
                <w:lang w:eastAsia="de-CH"/>
              </w:rPr>
              <w:t>NORMAL</w:t>
            </w:r>
          </w:p>
        </w:tc>
      </w:tr>
      <w:tr w:rsidR="00F56B42" w:rsidRPr="00767FFD" w:rsidTr="000F3CB1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767FFD" w:rsidRDefault="00F56B42" w:rsidP="00D570DC">
            <w:pPr>
              <w:jc w:val="center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Echelle</w:t>
            </w:r>
            <w:r w:rsidRPr="00767FFD">
              <w:rPr>
                <w:color w:val="000000"/>
                <w:lang w:eastAsia="de-CH"/>
              </w:rPr>
              <w:t xml:space="preserve"> 1:</w:t>
            </w:r>
            <w:r>
              <w:rPr>
                <w:color w:val="000000"/>
                <w:lang w:eastAsia="de-CH"/>
              </w:rPr>
              <w:t>50</w:t>
            </w:r>
          </w:p>
        </w:tc>
      </w:tr>
      <w:tr w:rsidR="00AE7017" w:rsidRPr="00767FFD" w:rsidTr="000F3CB1">
        <w:trPr>
          <w:trHeight w:val="22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0F3CB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0F3CB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0F3CB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</w:tr>
      <w:tr w:rsidR="00AE7017" w:rsidRPr="00767FFD" w:rsidTr="000F3CB1">
        <w:trPr>
          <w:trHeight w:val="19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0F3CB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0F3CB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0F3CB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de-CH"/>
              </w:rPr>
            </w:pPr>
          </w:p>
        </w:tc>
      </w:tr>
      <w:tr w:rsidR="00AE7017" w:rsidRPr="00767FFD" w:rsidTr="000F3CB1">
        <w:trPr>
          <w:trHeight w:val="255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0F3CB1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0F3CB1">
            <w:pPr>
              <w:jc w:val="left"/>
              <w:rPr>
                <w:color w:val="000000"/>
                <w:lang w:eastAsia="de-CH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AE7017" w:rsidP="000F3CB1">
            <w:pPr>
              <w:jc w:val="left"/>
              <w:rPr>
                <w:color w:val="000000"/>
                <w:lang w:eastAsia="de-CH"/>
              </w:rPr>
            </w:pPr>
          </w:p>
        </w:tc>
      </w:tr>
      <w:tr w:rsidR="00AE7017" w:rsidRPr="00767FFD" w:rsidTr="000F3CB1">
        <w:trPr>
          <w:trHeight w:val="25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017" w:rsidRPr="00767FFD" w:rsidRDefault="00F56B42" w:rsidP="000F3CB1">
            <w:pPr>
              <w:jc w:val="left"/>
              <w:rPr>
                <w:color w:val="000000"/>
                <w:u w:val="single"/>
                <w:lang w:eastAsia="de-CH"/>
              </w:rPr>
            </w:pPr>
            <w:r>
              <w:rPr>
                <w:color w:val="000000"/>
                <w:u w:val="single"/>
                <w:lang w:eastAsia="de-CH"/>
              </w:rPr>
              <w:t>Piste à machines</w:t>
            </w:r>
          </w:p>
        </w:tc>
      </w:tr>
    </w:tbl>
    <w:p w:rsidR="00AE7017" w:rsidRDefault="00AE7017" w:rsidP="00AE7017"/>
    <w:p w:rsidR="00AE7017" w:rsidRDefault="00AE7017" w:rsidP="00AE7017"/>
    <w:p w:rsidR="00AE7017" w:rsidRDefault="00AE7017" w:rsidP="00AE7017"/>
    <w:p w:rsidR="00AE7017" w:rsidRDefault="00F74F81" w:rsidP="00AE7017">
      <w:pPr>
        <w:jc w:val="left"/>
      </w:pPr>
      <w:r>
        <w:object w:dxaOrig="7554" w:dyaOrig="4220">
          <v:shape id="_x0000_i1028" type="#_x0000_t75" style="width:377.85pt;height:211.1pt" o:ole="">
            <v:imagedata r:id="rId18" o:title=""/>
          </v:shape>
          <o:OLEObject Type="Embed" ProgID="AutoSketch.Drawing.7" ShapeID="_x0000_i1028" DrawAspect="Content" ObjectID="_1738582486" r:id="rId19"/>
        </w:object>
      </w:r>
    </w:p>
    <w:p w:rsidR="00AE7017" w:rsidRDefault="00AE7017" w:rsidP="00AE7017">
      <w:pPr>
        <w:jc w:val="left"/>
      </w:pPr>
    </w:p>
    <w:p w:rsidR="00AE7017" w:rsidRDefault="00AE7017" w:rsidP="00AE7017">
      <w:pPr>
        <w:jc w:val="left"/>
      </w:pPr>
    </w:p>
    <w:tbl>
      <w:tblPr>
        <w:tblW w:w="888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6"/>
        <w:gridCol w:w="6592"/>
      </w:tblGrid>
      <w:tr w:rsidR="00F74F81" w:rsidRPr="00767FFD" w:rsidTr="00222A3B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F81" w:rsidRPr="00146D5F" w:rsidRDefault="00F74F81" w:rsidP="00222A3B">
            <w:pPr>
              <w:jc w:val="left"/>
              <w:rPr>
                <w:color w:val="000000"/>
                <w:lang w:eastAsia="de-CH"/>
              </w:rPr>
            </w:pPr>
            <w:r w:rsidRPr="00146D5F">
              <w:rPr>
                <w:color w:val="000000"/>
                <w:lang w:eastAsia="de-CH"/>
              </w:rPr>
              <w:t>..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F81" w:rsidRPr="00146D5F" w:rsidRDefault="00F74F81" w:rsidP="00222A3B">
            <w:pPr>
              <w:jc w:val="left"/>
              <w:rPr>
                <w:color w:val="000000"/>
                <w:lang w:eastAsia="de-CH"/>
              </w:rPr>
            </w:pPr>
            <w:r w:rsidRPr="00146D5F">
              <w:rPr>
                <w:color w:val="000000"/>
                <w:lang w:eastAsia="de-CH"/>
              </w:rPr>
              <w:t>..</w:t>
            </w:r>
          </w:p>
        </w:tc>
      </w:tr>
      <w:tr w:rsidR="00F56B42" w:rsidRPr="00767FFD" w:rsidTr="00222A3B">
        <w:trPr>
          <w:trHeight w:val="300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146D5F" w:rsidRDefault="00F56B42" w:rsidP="00D570DC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Couche portante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146D5F" w:rsidRDefault="00F56B42" w:rsidP="00222A3B">
            <w:pPr>
              <w:jc w:val="left"/>
              <w:rPr>
                <w:color w:val="FF0000"/>
                <w:lang w:eastAsia="de-CH"/>
              </w:rPr>
            </w:pPr>
            <w:r w:rsidRPr="00146D5F">
              <w:rPr>
                <w:color w:val="FF0000"/>
                <w:lang w:eastAsia="de-CH"/>
              </w:rPr>
              <w:t>xxx</w:t>
            </w:r>
          </w:p>
        </w:tc>
      </w:tr>
      <w:tr w:rsidR="00F56B42" w:rsidRPr="0098164D" w:rsidTr="00222A3B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146D5F" w:rsidRDefault="00F56B42" w:rsidP="00D570DC">
            <w:pPr>
              <w:jc w:val="left"/>
              <w:rPr>
                <w:color w:val="000000"/>
                <w:lang w:eastAsia="de-CH"/>
              </w:rPr>
            </w:pPr>
            <w:r>
              <w:rPr>
                <w:color w:val="000000"/>
                <w:lang w:eastAsia="de-CH"/>
              </w:rPr>
              <w:t>Chaussée</w:t>
            </w: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B42" w:rsidRPr="0069431A" w:rsidRDefault="00DB3EC2" w:rsidP="00222A3B">
            <w:pPr>
              <w:jc w:val="left"/>
              <w:rPr>
                <w:color w:val="000000"/>
                <w:lang w:val="fr-CH" w:eastAsia="de-CH"/>
              </w:rPr>
            </w:pPr>
            <w:r>
              <w:rPr>
                <w:color w:val="000000"/>
                <w:lang w:val="fr-CH" w:eastAsia="de-CH"/>
              </w:rPr>
              <w:t>avec dévers aval</w:t>
            </w:r>
            <w:r w:rsidR="00F56B42" w:rsidRPr="0069431A">
              <w:rPr>
                <w:color w:val="000000"/>
                <w:lang w:val="fr-CH" w:eastAsia="de-CH"/>
              </w:rPr>
              <w:t>, 5%</w:t>
            </w:r>
          </w:p>
        </w:tc>
      </w:tr>
      <w:tr w:rsidR="00F74F81" w:rsidRPr="0098164D" w:rsidTr="00222A3B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F81" w:rsidRPr="0069431A" w:rsidRDefault="00F74F81" w:rsidP="00222A3B">
            <w:pPr>
              <w:jc w:val="left"/>
              <w:rPr>
                <w:color w:val="000000"/>
                <w:lang w:val="fr-CH" w:eastAsia="de-CH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F81" w:rsidRPr="0069431A" w:rsidRDefault="00F74F81" w:rsidP="00222A3B">
            <w:pPr>
              <w:jc w:val="left"/>
              <w:rPr>
                <w:color w:val="000000"/>
                <w:lang w:val="fr-CH" w:eastAsia="de-CH"/>
              </w:rPr>
            </w:pPr>
          </w:p>
        </w:tc>
      </w:tr>
      <w:tr w:rsidR="00F74F81" w:rsidRPr="0098164D" w:rsidTr="00222A3B">
        <w:trPr>
          <w:trHeight w:val="255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F81" w:rsidRPr="0069431A" w:rsidRDefault="00F74F81" w:rsidP="00222A3B">
            <w:pPr>
              <w:jc w:val="left"/>
              <w:rPr>
                <w:color w:val="000000"/>
                <w:lang w:val="fr-CH" w:eastAsia="de-CH"/>
              </w:rPr>
            </w:pPr>
          </w:p>
        </w:tc>
        <w:tc>
          <w:tcPr>
            <w:tcW w:w="6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F81" w:rsidRPr="0069431A" w:rsidRDefault="00F74F81" w:rsidP="00222A3B">
            <w:pPr>
              <w:jc w:val="left"/>
              <w:rPr>
                <w:color w:val="000000"/>
                <w:lang w:val="fr-CH" w:eastAsia="de-CH"/>
              </w:rPr>
            </w:pPr>
          </w:p>
        </w:tc>
      </w:tr>
    </w:tbl>
    <w:p w:rsidR="00F74F81" w:rsidRPr="0069431A" w:rsidRDefault="00F74F81" w:rsidP="00F74F81">
      <w:pPr>
        <w:jc w:val="left"/>
        <w:rPr>
          <w:lang w:val="fr-CH"/>
        </w:rPr>
      </w:pPr>
    </w:p>
    <w:p w:rsidR="002C480C" w:rsidRPr="0069431A" w:rsidRDefault="002C480C" w:rsidP="00AE7017">
      <w:pPr>
        <w:spacing w:after="0"/>
        <w:jc w:val="left"/>
        <w:rPr>
          <w:lang w:val="fr-CH"/>
        </w:rPr>
      </w:pPr>
    </w:p>
    <w:sectPr w:rsidR="002C480C" w:rsidRPr="0069431A" w:rsidSect="00E70D6F">
      <w:footerReference w:type="default" r:id="rId20"/>
      <w:pgSz w:w="11906" w:h="16838"/>
      <w:pgMar w:top="1134" w:right="851" w:bottom="1134" w:left="1418" w:header="720" w:footer="72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865" w:rsidRDefault="00911865">
      <w:r>
        <w:separator/>
      </w:r>
    </w:p>
  </w:endnote>
  <w:endnote w:type="continuationSeparator" w:id="0">
    <w:p w:rsidR="00911865" w:rsidRDefault="0091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65" w:rsidRDefault="00911865">
    <w:pPr>
      <w:jc w:val="right"/>
    </w:pPr>
  </w:p>
  <w:p w:rsidR="00911865" w:rsidRDefault="009118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65" w:rsidRPr="005C2073" w:rsidRDefault="00CD52F3" w:rsidP="004F6643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3471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65" w:rsidRPr="00A30118" w:rsidRDefault="00911865" w:rsidP="00A30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865" w:rsidRDefault="00911865">
      <w:r>
        <w:separator/>
      </w:r>
    </w:p>
  </w:footnote>
  <w:footnote w:type="continuationSeparator" w:id="0">
    <w:p w:rsidR="00911865" w:rsidRDefault="00911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65" w:rsidRDefault="0091186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65" w:rsidRDefault="009118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31A8"/>
    <w:multiLevelType w:val="hybridMultilevel"/>
    <w:tmpl w:val="4868252A"/>
    <w:lvl w:ilvl="0" w:tplc="9D8EB9CA">
      <w:start w:val="8"/>
      <w:numFmt w:val="bullet"/>
      <w:pStyle w:val="AuffhrunginTabelle"/>
      <w:lvlText w:val="-"/>
      <w:lvlJc w:val="left"/>
      <w:pPr>
        <w:ind w:left="4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14BB7543"/>
    <w:multiLevelType w:val="hybridMultilevel"/>
    <w:tmpl w:val="E7FA26FA"/>
    <w:lvl w:ilvl="0" w:tplc="F9B06BB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D5FC9"/>
    <w:multiLevelType w:val="hybridMultilevel"/>
    <w:tmpl w:val="C03EB7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4088A"/>
    <w:multiLevelType w:val="hybridMultilevel"/>
    <w:tmpl w:val="528AFA6C"/>
    <w:lvl w:ilvl="0" w:tplc="C8C83B3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8090019">
      <w:start w:val="1"/>
      <w:numFmt w:val="lowerLetter"/>
      <w:lvlText w:val="%2."/>
      <w:lvlJc w:val="left"/>
      <w:pPr>
        <w:ind w:left="786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F29B7"/>
    <w:multiLevelType w:val="hybridMultilevel"/>
    <w:tmpl w:val="A01030F8"/>
    <w:lvl w:ilvl="0" w:tplc="FD1805B0">
      <w:start w:val="1"/>
      <w:numFmt w:val="bullet"/>
      <w:pStyle w:val="Zitat"/>
      <w:lvlText w:val=""/>
      <w:lvlJc w:val="left"/>
      <w:pPr>
        <w:ind w:left="786" w:hanging="360"/>
      </w:pPr>
      <w:rPr>
        <w:rFonts w:ascii="Symbol" w:hAnsi="Symbol" w:hint="default"/>
        <w:u w:color="92D050"/>
        <w:lang w:val="fr-CH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012DD"/>
    <w:multiLevelType w:val="hybridMultilevel"/>
    <w:tmpl w:val="D4EE7014"/>
    <w:lvl w:ilvl="0" w:tplc="9CC830C4">
      <w:start w:val="1"/>
      <w:numFmt w:val="ordinal"/>
      <w:pStyle w:val="berschrift2"/>
      <w:lvlText w:val="1.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A1DAF"/>
    <w:multiLevelType w:val="hybridMultilevel"/>
    <w:tmpl w:val="2A1E2B08"/>
    <w:lvl w:ilvl="0" w:tplc="7E1215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D39E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72B7CAC"/>
    <w:multiLevelType w:val="hybridMultilevel"/>
    <w:tmpl w:val="1C0C53B6"/>
    <w:lvl w:ilvl="0" w:tplc="A37EB5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6078A9"/>
    <w:multiLevelType w:val="hybridMultilevel"/>
    <w:tmpl w:val="713EBB6A"/>
    <w:lvl w:ilvl="0" w:tplc="1B76E4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B0B39"/>
    <w:multiLevelType w:val="hybridMultilevel"/>
    <w:tmpl w:val="75687CDE"/>
    <w:lvl w:ilvl="0" w:tplc="94FAAF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471E0"/>
    <w:multiLevelType w:val="hybridMultilevel"/>
    <w:tmpl w:val="048E2A10"/>
    <w:lvl w:ilvl="0" w:tplc="B526F7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D4BE1"/>
    <w:multiLevelType w:val="hybridMultilevel"/>
    <w:tmpl w:val="68E81E7A"/>
    <w:lvl w:ilvl="0" w:tplc="DD7698FE">
      <w:start w:val="1"/>
      <w:numFmt w:val="ordinal"/>
      <w:pStyle w:val="Untertitel"/>
      <w:lvlText w:val="1.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03264"/>
    <w:multiLevelType w:val="hybridMultilevel"/>
    <w:tmpl w:val="C80E694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EF62F0"/>
    <w:multiLevelType w:val="hybridMultilevel"/>
    <w:tmpl w:val="311417BC"/>
    <w:lvl w:ilvl="0" w:tplc="D55E01C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9C6C20"/>
    <w:multiLevelType w:val="hybridMultilevel"/>
    <w:tmpl w:val="9CC0DC2E"/>
    <w:lvl w:ilvl="0" w:tplc="0A40A41A">
      <w:start w:val="1"/>
      <w:numFmt w:val="bullet"/>
      <w:pStyle w:val="Auffhrungen"/>
      <w:lvlText w:val=""/>
      <w:lvlJc w:val="left"/>
      <w:pPr>
        <w:ind w:left="720" w:hanging="360"/>
      </w:pPr>
      <w:rPr>
        <w:rFonts w:ascii="Symbol" w:hAnsi="Symbol" w:hint="default"/>
        <w:u w:color="92D05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4"/>
  </w:num>
  <w:num w:numId="4">
    <w:abstractNumId w:val="11"/>
  </w:num>
  <w:num w:numId="5">
    <w:abstractNumId w:val="3"/>
  </w:num>
  <w:num w:numId="6">
    <w:abstractNumId w:val="9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  <w:num w:numId="11">
    <w:abstractNumId w:val="12"/>
  </w:num>
  <w:num w:numId="12">
    <w:abstractNumId w:val="5"/>
  </w:num>
  <w:num w:numId="13">
    <w:abstractNumId w:val="0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3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ocumentProtection w:edit="forms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754"/>
    <w:rsid w:val="00003C86"/>
    <w:rsid w:val="00004943"/>
    <w:rsid w:val="0001108D"/>
    <w:rsid w:val="00011281"/>
    <w:rsid w:val="00026AEB"/>
    <w:rsid w:val="00027F75"/>
    <w:rsid w:val="000340D3"/>
    <w:rsid w:val="00045824"/>
    <w:rsid w:val="00060C68"/>
    <w:rsid w:val="00061544"/>
    <w:rsid w:val="00065D83"/>
    <w:rsid w:val="000708C3"/>
    <w:rsid w:val="000713E6"/>
    <w:rsid w:val="00073471"/>
    <w:rsid w:val="0007404F"/>
    <w:rsid w:val="00080072"/>
    <w:rsid w:val="00082A97"/>
    <w:rsid w:val="00092E71"/>
    <w:rsid w:val="00094CFC"/>
    <w:rsid w:val="00097B7E"/>
    <w:rsid w:val="000A2D8B"/>
    <w:rsid w:val="000B3D01"/>
    <w:rsid w:val="000B60F7"/>
    <w:rsid w:val="000D72E3"/>
    <w:rsid w:val="000E70EB"/>
    <w:rsid w:val="000E7B84"/>
    <w:rsid w:val="000F37E3"/>
    <w:rsid w:val="000F3CB1"/>
    <w:rsid w:val="000F615D"/>
    <w:rsid w:val="0010420D"/>
    <w:rsid w:val="00113754"/>
    <w:rsid w:val="00113FB8"/>
    <w:rsid w:val="00117421"/>
    <w:rsid w:val="00125DD9"/>
    <w:rsid w:val="00127F1F"/>
    <w:rsid w:val="00131DD6"/>
    <w:rsid w:val="001421D2"/>
    <w:rsid w:val="00143A19"/>
    <w:rsid w:val="001461E8"/>
    <w:rsid w:val="00146D5F"/>
    <w:rsid w:val="00151B76"/>
    <w:rsid w:val="00186BF8"/>
    <w:rsid w:val="00192C38"/>
    <w:rsid w:val="001B42FE"/>
    <w:rsid w:val="001C23C1"/>
    <w:rsid w:val="001C2740"/>
    <w:rsid w:val="001C78DD"/>
    <w:rsid w:val="001D43C2"/>
    <w:rsid w:val="001D7E29"/>
    <w:rsid w:val="001E2B69"/>
    <w:rsid w:val="001F018C"/>
    <w:rsid w:val="001F18CE"/>
    <w:rsid w:val="0021283B"/>
    <w:rsid w:val="00215668"/>
    <w:rsid w:val="0021593D"/>
    <w:rsid w:val="00215A40"/>
    <w:rsid w:val="00215FB8"/>
    <w:rsid w:val="00217E72"/>
    <w:rsid w:val="00222A3B"/>
    <w:rsid w:val="00225DA9"/>
    <w:rsid w:val="002271D5"/>
    <w:rsid w:val="00227AF6"/>
    <w:rsid w:val="00230385"/>
    <w:rsid w:val="002337FE"/>
    <w:rsid w:val="00233ECA"/>
    <w:rsid w:val="002458BD"/>
    <w:rsid w:val="00247612"/>
    <w:rsid w:val="00253761"/>
    <w:rsid w:val="00254ECE"/>
    <w:rsid w:val="00263DC1"/>
    <w:rsid w:val="00275612"/>
    <w:rsid w:val="00275828"/>
    <w:rsid w:val="00282917"/>
    <w:rsid w:val="002830A7"/>
    <w:rsid w:val="00286193"/>
    <w:rsid w:val="00287B1D"/>
    <w:rsid w:val="0029283D"/>
    <w:rsid w:val="002A1AA8"/>
    <w:rsid w:val="002A32F5"/>
    <w:rsid w:val="002A3E52"/>
    <w:rsid w:val="002B4981"/>
    <w:rsid w:val="002B5844"/>
    <w:rsid w:val="002C480C"/>
    <w:rsid w:val="002D6D7C"/>
    <w:rsid w:val="002E2B65"/>
    <w:rsid w:val="002E5B16"/>
    <w:rsid w:val="002F08AB"/>
    <w:rsid w:val="00313DDD"/>
    <w:rsid w:val="003154EE"/>
    <w:rsid w:val="00320394"/>
    <w:rsid w:val="00320AF7"/>
    <w:rsid w:val="003331AC"/>
    <w:rsid w:val="003344C9"/>
    <w:rsid w:val="0034215D"/>
    <w:rsid w:val="0034788B"/>
    <w:rsid w:val="003519F2"/>
    <w:rsid w:val="003753FC"/>
    <w:rsid w:val="00383108"/>
    <w:rsid w:val="003855DC"/>
    <w:rsid w:val="00394D1D"/>
    <w:rsid w:val="00395177"/>
    <w:rsid w:val="003A006A"/>
    <w:rsid w:val="003A5979"/>
    <w:rsid w:val="003A7F8B"/>
    <w:rsid w:val="003B2957"/>
    <w:rsid w:val="003B3DAC"/>
    <w:rsid w:val="003B5A5E"/>
    <w:rsid w:val="003C4A56"/>
    <w:rsid w:val="003D6B48"/>
    <w:rsid w:val="003E25B7"/>
    <w:rsid w:val="003E70FB"/>
    <w:rsid w:val="003F157A"/>
    <w:rsid w:val="003F1951"/>
    <w:rsid w:val="003F6FE4"/>
    <w:rsid w:val="00400E40"/>
    <w:rsid w:val="00404447"/>
    <w:rsid w:val="0040592A"/>
    <w:rsid w:val="00406D83"/>
    <w:rsid w:val="00415C8C"/>
    <w:rsid w:val="00417962"/>
    <w:rsid w:val="0042336A"/>
    <w:rsid w:val="0042562C"/>
    <w:rsid w:val="004316E7"/>
    <w:rsid w:val="00432B7E"/>
    <w:rsid w:val="004432C0"/>
    <w:rsid w:val="0044340A"/>
    <w:rsid w:val="0044542B"/>
    <w:rsid w:val="004458E5"/>
    <w:rsid w:val="00451A0A"/>
    <w:rsid w:val="0045267F"/>
    <w:rsid w:val="00472E56"/>
    <w:rsid w:val="0048395C"/>
    <w:rsid w:val="004A3A3F"/>
    <w:rsid w:val="004A4C8F"/>
    <w:rsid w:val="004C444B"/>
    <w:rsid w:val="004C6F10"/>
    <w:rsid w:val="004D2164"/>
    <w:rsid w:val="004D7F68"/>
    <w:rsid w:val="004E4E4F"/>
    <w:rsid w:val="004E6926"/>
    <w:rsid w:val="004F6067"/>
    <w:rsid w:val="004F6643"/>
    <w:rsid w:val="00501D20"/>
    <w:rsid w:val="00502D15"/>
    <w:rsid w:val="005033BA"/>
    <w:rsid w:val="0050609E"/>
    <w:rsid w:val="00530C65"/>
    <w:rsid w:val="00546C85"/>
    <w:rsid w:val="005548C8"/>
    <w:rsid w:val="00555A4E"/>
    <w:rsid w:val="00563C90"/>
    <w:rsid w:val="0057264A"/>
    <w:rsid w:val="00573377"/>
    <w:rsid w:val="00576685"/>
    <w:rsid w:val="00577010"/>
    <w:rsid w:val="0058544B"/>
    <w:rsid w:val="00591D75"/>
    <w:rsid w:val="0059235E"/>
    <w:rsid w:val="005929DF"/>
    <w:rsid w:val="005970E5"/>
    <w:rsid w:val="005972C5"/>
    <w:rsid w:val="005978D0"/>
    <w:rsid w:val="005A36CE"/>
    <w:rsid w:val="005A585A"/>
    <w:rsid w:val="005A7232"/>
    <w:rsid w:val="005B08B7"/>
    <w:rsid w:val="005B202B"/>
    <w:rsid w:val="005B20FF"/>
    <w:rsid w:val="005B5376"/>
    <w:rsid w:val="005C2073"/>
    <w:rsid w:val="005D7DA6"/>
    <w:rsid w:val="005E0B12"/>
    <w:rsid w:val="005F4030"/>
    <w:rsid w:val="006001CF"/>
    <w:rsid w:val="00604781"/>
    <w:rsid w:val="006061CB"/>
    <w:rsid w:val="00606D80"/>
    <w:rsid w:val="00610256"/>
    <w:rsid w:val="0062246F"/>
    <w:rsid w:val="00630832"/>
    <w:rsid w:val="00630933"/>
    <w:rsid w:val="006343E2"/>
    <w:rsid w:val="00635259"/>
    <w:rsid w:val="00635270"/>
    <w:rsid w:val="00642BEC"/>
    <w:rsid w:val="00642E2F"/>
    <w:rsid w:val="006600F4"/>
    <w:rsid w:val="006610E8"/>
    <w:rsid w:val="006664A6"/>
    <w:rsid w:val="00680F2C"/>
    <w:rsid w:val="00684061"/>
    <w:rsid w:val="00690361"/>
    <w:rsid w:val="00692242"/>
    <w:rsid w:val="0069431A"/>
    <w:rsid w:val="0069671C"/>
    <w:rsid w:val="006A14C1"/>
    <w:rsid w:val="006A5EB0"/>
    <w:rsid w:val="006C728B"/>
    <w:rsid w:val="006D09FA"/>
    <w:rsid w:val="006D3F2C"/>
    <w:rsid w:val="006E0B4E"/>
    <w:rsid w:val="006F3F40"/>
    <w:rsid w:val="00703395"/>
    <w:rsid w:val="00707616"/>
    <w:rsid w:val="00711B7C"/>
    <w:rsid w:val="007207C9"/>
    <w:rsid w:val="007244AD"/>
    <w:rsid w:val="007378D2"/>
    <w:rsid w:val="007510A6"/>
    <w:rsid w:val="007540FD"/>
    <w:rsid w:val="00757F20"/>
    <w:rsid w:val="00760E3D"/>
    <w:rsid w:val="00767634"/>
    <w:rsid w:val="00770D30"/>
    <w:rsid w:val="00777674"/>
    <w:rsid w:val="00793457"/>
    <w:rsid w:val="007B20EC"/>
    <w:rsid w:val="007B4BB3"/>
    <w:rsid w:val="007B76A7"/>
    <w:rsid w:val="007E4B9A"/>
    <w:rsid w:val="007F45A4"/>
    <w:rsid w:val="007F6F36"/>
    <w:rsid w:val="007F7E8F"/>
    <w:rsid w:val="00817AB8"/>
    <w:rsid w:val="00817E08"/>
    <w:rsid w:val="0082334B"/>
    <w:rsid w:val="008252A2"/>
    <w:rsid w:val="00836001"/>
    <w:rsid w:val="00837604"/>
    <w:rsid w:val="008479DF"/>
    <w:rsid w:val="0085368E"/>
    <w:rsid w:val="00854678"/>
    <w:rsid w:val="008602E1"/>
    <w:rsid w:val="00861840"/>
    <w:rsid w:val="00861D8A"/>
    <w:rsid w:val="00865214"/>
    <w:rsid w:val="00870A9B"/>
    <w:rsid w:val="008733E3"/>
    <w:rsid w:val="00875836"/>
    <w:rsid w:val="00881D12"/>
    <w:rsid w:val="00882D53"/>
    <w:rsid w:val="008871A1"/>
    <w:rsid w:val="00887416"/>
    <w:rsid w:val="00891F66"/>
    <w:rsid w:val="008935B9"/>
    <w:rsid w:val="008A27BC"/>
    <w:rsid w:val="008A3292"/>
    <w:rsid w:val="008A779A"/>
    <w:rsid w:val="008B60B7"/>
    <w:rsid w:val="008C2AD2"/>
    <w:rsid w:val="008D51FC"/>
    <w:rsid w:val="008D5A88"/>
    <w:rsid w:val="008E151B"/>
    <w:rsid w:val="008E3B0D"/>
    <w:rsid w:val="008E3B43"/>
    <w:rsid w:val="008E7657"/>
    <w:rsid w:val="008F3EF9"/>
    <w:rsid w:val="008F743D"/>
    <w:rsid w:val="00901DC5"/>
    <w:rsid w:val="00911865"/>
    <w:rsid w:val="00914957"/>
    <w:rsid w:val="00914D90"/>
    <w:rsid w:val="00924C2F"/>
    <w:rsid w:val="00927DB1"/>
    <w:rsid w:val="0093748A"/>
    <w:rsid w:val="0094453F"/>
    <w:rsid w:val="00945302"/>
    <w:rsid w:val="009461B1"/>
    <w:rsid w:val="00950622"/>
    <w:rsid w:val="00953BC5"/>
    <w:rsid w:val="00956899"/>
    <w:rsid w:val="00967FCD"/>
    <w:rsid w:val="0098164D"/>
    <w:rsid w:val="009874DC"/>
    <w:rsid w:val="0099164E"/>
    <w:rsid w:val="009949D7"/>
    <w:rsid w:val="009A35A6"/>
    <w:rsid w:val="009A6404"/>
    <w:rsid w:val="009A750F"/>
    <w:rsid w:val="009C1E1D"/>
    <w:rsid w:val="009C587E"/>
    <w:rsid w:val="009D6915"/>
    <w:rsid w:val="009E2D62"/>
    <w:rsid w:val="009E4B48"/>
    <w:rsid w:val="009F0687"/>
    <w:rsid w:val="00A016B0"/>
    <w:rsid w:val="00A204B5"/>
    <w:rsid w:val="00A22C24"/>
    <w:rsid w:val="00A2416D"/>
    <w:rsid w:val="00A2766D"/>
    <w:rsid w:val="00A30118"/>
    <w:rsid w:val="00A31CBB"/>
    <w:rsid w:val="00A3362B"/>
    <w:rsid w:val="00A3716A"/>
    <w:rsid w:val="00A41928"/>
    <w:rsid w:val="00A4216F"/>
    <w:rsid w:val="00A473C8"/>
    <w:rsid w:val="00A6053F"/>
    <w:rsid w:val="00A608E5"/>
    <w:rsid w:val="00A610E7"/>
    <w:rsid w:val="00A62B4C"/>
    <w:rsid w:val="00A63281"/>
    <w:rsid w:val="00A76404"/>
    <w:rsid w:val="00AA020F"/>
    <w:rsid w:val="00AB1BD2"/>
    <w:rsid w:val="00AC063C"/>
    <w:rsid w:val="00AC4F8D"/>
    <w:rsid w:val="00AE0A2E"/>
    <w:rsid w:val="00AE7017"/>
    <w:rsid w:val="00AF538C"/>
    <w:rsid w:val="00B155EC"/>
    <w:rsid w:val="00B20D6D"/>
    <w:rsid w:val="00B2689E"/>
    <w:rsid w:val="00B3574E"/>
    <w:rsid w:val="00B35FA2"/>
    <w:rsid w:val="00B401A2"/>
    <w:rsid w:val="00B414FE"/>
    <w:rsid w:val="00B4225F"/>
    <w:rsid w:val="00B42759"/>
    <w:rsid w:val="00B44954"/>
    <w:rsid w:val="00B62C6E"/>
    <w:rsid w:val="00B64282"/>
    <w:rsid w:val="00B70CE9"/>
    <w:rsid w:val="00B77396"/>
    <w:rsid w:val="00B8487C"/>
    <w:rsid w:val="00B864A1"/>
    <w:rsid w:val="00B8792B"/>
    <w:rsid w:val="00B921E6"/>
    <w:rsid w:val="00B95A19"/>
    <w:rsid w:val="00B95F5A"/>
    <w:rsid w:val="00B96633"/>
    <w:rsid w:val="00BC2E1B"/>
    <w:rsid w:val="00BC30D7"/>
    <w:rsid w:val="00BC647F"/>
    <w:rsid w:val="00BD43C8"/>
    <w:rsid w:val="00BD47BF"/>
    <w:rsid w:val="00BD70BC"/>
    <w:rsid w:val="00BE55E4"/>
    <w:rsid w:val="00BE6502"/>
    <w:rsid w:val="00C046C3"/>
    <w:rsid w:val="00C11812"/>
    <w:rsid w:val="00C15A71"/>
    <w:rsid w:val="00C26B69"/>
    <w:rsid w:val="00C277C4"/>
    <w:rsid w:val="00C3490F"/>
    <w:rsid w:val="00C34CA6"/>
    <w:rsid w:val="00C3756B"/>
    <w:rsid w:val="00C45C30"/>
    <w:rsid w:val="00C561CD"/>
    <w:rsid w:val="00C605E4"/>
    <w:rsid w:val="00C61075"/>
    <w:rsid w:val="00C642E4"/>
    <w:rsid w:val="00C844C2"/>
    <w:rsid w:val="00C9674F"/>
    <w:rsid w:val="00CA2C7E"/>
    <w:rsid w:val="00CA6245"/>
    <w:rsid w:val="00CA7241"/>
    <w:rsid w:val="00CB12D2"/>
    <w:rsid w:val="00CC1A52"/>
    <w:rsid w:val="00CC2A5D"/>
    <w:rsid w:val="00CC30F2"/>
    <w:rsid w:val="00CC752C"/>
    <w:rsid w:val="00CD52F3"/>
    <w:rsid w:val="00CD770F"/>
    <w:rsid w:val="00CE429E"/>
    <w:rsid w:val="00CF26DB"/>
    <w:rsid w:val="00CF2901"/>
    <w:rsid w:val="00CF357D"/>
    <w:rsid w:val="00D004A4"/>
    <w:rsid w:val="00D03C8A"/>
    <w:rsid w:val="00D13F32"/>
    <w:rsid w:val="00D149B8"/>
    <w:rsid w:val="00D205B7"/>
    <w:rsid w:val="00D21922"/>
    <w:rsid w:val="00D23470"/>
    <w:rsid w:val="00D23F9F"/>
    <w:rsid w:val="00D45505"/>
    <w:rsid w:val="00D50380"/>
    <w:rsid w:val="00D5625F"/>
    <w:rsid w:val="00D570DC"/>
    <w:rsid w:val="00D621FF"/>
    <w:rsid w:val="00D627B9"/>
    <w:rsid w:val="00D64315"/>
    <w:rsid w:val="00D6607E"/>
    <w:rsid w:val="00D756CC"/>
    <w:rsid w:val="00D8091A"/>
    <w:rsid w:val="00D86594"/>
    <w:rsid w:val="00D959B3"/>
    <w:rsid w:val="00DA2076"/>
    <w:rsid w:val="00DB345C"/>
    <w:rsid w:val="00DB36AC"/>
    <w:rsid w:val="00DB3EC2"/>
    <w:rsid w:val="00DB5CBC"/>
    <w:rsid w:val="00DD1FCC"/>
    <w:rsid w:val="00DD5608"/>
    <w:rsid w:val="00DE651F"/>
    <w:rsid w:val="00DE6EC8"/>
    <w:rsid w:val="00DF30D4"/>
    <w:rsid w:val="00DF76B4"/>
    <w:rsid w:val="00E00ABF"/>
    <w:rsid w:val="00E04010"/>
    <w:rsid w:val="00E11755"/>
    <w:rsid w:val="00E1324D"/>
    <w:rsid w:val="00E20E86"/>
    <w:rsid w:val="00E4011A"/>
    <w:rsid w:val="00E506CD"/>
    <w:rsid w:val="00E51BE4"/>
    <w:rsid w:val="00E60B9C"/>
    <w:rsid w:val="00E6268E"/>
    <w:rsid w:val="00E662DE"/>
    <w:rsid w:val="00E703FE"/>
    <w:rsid w:val="00E70D6F"/>
    <w:rsid w:val="00E72B71"/>
    <w:rsid w:val="00E74C57"/>
    <w:rsid w:val="00E85527"/>
    <w:rsid w:val="00E9469C"/>
    <w:rsid w:val="00EB444B"/>
    <w:rsid w:val="00EC047B"/>
    <w:rsid w:val="00EC7D2B"/>
    <w:rsid w:val="00ED075E"/>
    <w:rsid w:val="00ED0937"/>
    <w:rsid w:val="00EF09A0"/>
    <w:rsid w:val="00F02477"/>
    <w:rsid w:val="00F0600F"/>
    <w:rsid w:val="00F1365F"/>
    <w:rsid w:val="00F1703F"/>
    <w:rsid w:val="00F30FD8"/>
    <w:rsid w:val="00F33EBC"/>
    <w:rsid w:val="00F366C8"/>
    <w:rsid w:val="00F41FD8"/>
    <w:rsid w:val="00F45C76"/>
    <w:rsid w:val="00F52362"/>
    <w:rsid w:val="00F56B42"/>
    <w:rsid w:val="00F74F81"/>
    <w:rsid w:val="00F75A57"/>
    <w:rsid w:val="00F76224"/>
    <w:rsid w:val="00F80723"/>
    <w:rsid w:val="00F82A52"/>
    <w:rsid w:val="00F830E3"/>
    <w:rsid w:val="00F83701"/>
    <w:rsid w:val="00F86D9D"/>
    <w:rsid w:val="00F96B37"/>
    <w:rsid w:val="00FA1AD3"/>
    <w:rsid w:val="00FA6B9F"/>
    <w:rsid w:val="00FB21AD"/>
    <w:rsid w:val="00FB2F63"/>
    <w:rsid w:val="00FB7EDB"/>
    <w:rsid w:val="00FC0CC8"/>
    <w:rsid w:val="00FC4E2B"/>
    <w:rsid w:val="00FC6D3D"/>
    <w:rsid w:val="00FD02C9"/>
    <w:rsid w:val="00FE11EB"/>
    <w:rsid w:val="00FE39FB"/>
    <w:rsid w:val="00FE4347"/>
    <w:rsid w:val="00FE5075"/>
    <w:rsid w:val="00FF4C5C"/>
    <w:rsid w:val="00FF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;"/>
  <w15:docId w15:val="{76ED6936-AAFA-4FF0-B29D-04EC928E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80F2C"/>
    <w:pPr>
      <w:spacing w:after="120"/>
      <w:jc w:val="both"/>
    </w:pPr>
    <w:rPr>
      <w:rFonts w:ascii="Arial" w:hAnsi="Arial"/>
      <w:lang w:val="de-DE" w:eastAsia="de-DE"/>
    </w:rPr>
  </w:style>
  <w:style w:type="paragraph" w:styleId="berschrift1">
    <w:name w:val="heading 1"/>
    <w:basedOn w:val="Standard"/>
    <w:next w:val="Standard"/>
    <w:qFormat/>
    <w:rsid w:val="00F30FD8"/>
    <w:pPr>
      <w:keepNext/>
      <w:numPr>
        <w:numId w:val="3"/>
      </w:numPr>
      <w:spacing w:before="600" w:after="240"/>
      <w:ind w:left="426" w:hanging="426"/>
      <w:outlineLvl w:val="0"/>
    </w:pPr>
    <w:rPr>
      <w:b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48395C"/>
    <w:pPr>
      <w:keepNext/>
      <w:numPr>
        <w:numId w:val="12"/>
      </w:numPr>
      <w:spacing w:before="240" w:after="240"/>
      <w:ind w:left="680" w:hanging="680"/>
      <w:outlineLvl w:val="1"/>
    </w:pPr>
    <w:rPr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20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rsid w:val="00F52362"/>
    <w:pPr>
      <w:spacing w:before="240"/>
      <w:jc w:val="left"/>
    </w:pPr>
    <w:rPr>
      <w:i/>
      <w:sz w:val="16"/>
    </w:rPr>
  </w:style>
  <w:style w:type="paragraph" w:styleId="Sprechblasentext">
    <w:name w:val="Balloon Text"/>
    <w:basedOn w:val="Standard"/>
    <w:semiHidden/>
    <w:rsid w:val="00881D12"/>
    <w:rPr>
      <w:rFonts w:ascii="Tahoma" w:hAnsi="Tahoma" w:cs="Tahoma"/>
      <w:sz w:val="16"/>
      <w:szCs w:val="16"/>
    </w:rPr>
  </w:style>
  <w:style w:type="paragraph" w:customStyle="1" w:styleId="Proj-beschriftung">
    <w:name w:val="Proj-beschriftung"/>
    <w:basedOn w:val="Standard"/>
    <w:next w:val="Standard"/>
    <w:rsid w:val="00B864A1"/>
    <w:pPr>
      <w:spacing w:before="240" w:after="240"/>
      <w:jc w:val="center"/>
    </w:pPr>
    <w:rPr>
      <w:b/>
      <w:bCs/>
      <w:sz w:val="56"/>
    </w:rPr>
  </w:style>
  <w:style w:type="paragraph" w:customStyle="1" w:styleId="Bezeichnung">
    <w:name w:val="Bezeichnung"/>
    <w:basedOn w:val="Standard"/>
    <w:semiHidden/>
    <w:rsid w:val="009E2D62"/>
    <w:rPr>
      <w:b/>
      <w:bCs/>
      <w:sz w:val="24"/>
    </w:rPr>
  </w:style>
  <w:style w:type="paragraph" w:customStyle="1" w:styleId="VerzeichnisBeschriftung">
    <w:name w:val="Verzeichnis_Beschriftung"/>
    <w:basedOn w:val="Standard"/>
    <w:next w:val="Standard"/>
    <w:rsid w:val="003154EE"/>
    <w:pPr>
      <w:spacing w:before="360" w:after="240"/>
    </w:pPr>
    <w:rPr>
      <w:b/>
      <w:sz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154EE"/>
    <w:pPr>
      <w:keepLines/>
      <w:spacing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AC063C"/>
    <w:pPr>
      <w:tabs>
        <w:tab w:val="left" w:pos="440"/>
        <w:tab w:val="right" w:leader="dot" w:pos="9214"/>
      </w:tabs>
      <w:spacing w:after="60"/>
      <w:outlineLvl w:val="0"/>
    </w:pPr>
  </w:style>
  <w:style w:type="character" w:styleId="Hyperlink">
    <w:name w:val="Hyperlink"/>
    <w:basedOn w:val="Absatz-Standardschriftart"/>
    <w:uiPriority w:val="99"/>
    <w:unhideWhenUsed/>
    <w:rsid w:val="003154EE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E855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352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3527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3527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352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35270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semiHidden/>
    <w:qFormat/>
    <w:rsid w:val="0021283B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479DF"/>
    <w:rPr>
      <w:color w:val="80808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8479DF"/>
    <w:pPr>
      <w:spacing w:after="0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8479DF"/>
    <w:rPr>
      <w:rFonts w:ascii="Tahoma" w:hAnsi="Tahoma" w:cs="Tahoma"/>
      <w:sz w:val="16"/>
      <w:szCs w:val="16"/>
    </w:rPr>
  </w:style>
  <w:style w:type="paragraph" w:styleId="Zitat">
    <w:name w:val="Quote"/>
    <w:basedOn w:val="Standard"/>
    <w:link w:val="ZitatZchn"/>
    <w:uiPriority w:val="1"/>
    <w:qFormat/>
    <w:rsid w:val="003B5A5E"/>
    <w:pPr>
      <w:numPr>
        <w:numId w:val="8"/>
      </w:numPr>
      <w:spacing w:after="0"/>
      <w:ind w:left="357" w:hanging="357"/>
    </w:pPr>
    <w:rPr>
      <w:iCs/>
      <w:color w:val="000000"/>
    </w:rPr>
  </w:style>
  <w:style w:type="character" w:customStyle="1" w:styleId="ZitatZchn">
    <w:name w:val="Zitat Zchn"/>
    <w:basedOn w:val="Absatz-Standardschriftart"/>
    <w:link w:val="Zitat"/>
    <w:uiPriority w:val="1"/>
    <w:rsid w:val="00680F2C"/>
    <w:rPr>
      <w:rFonts w:ascii="Arial" w:hAnsi="Arial"/>
      <w:iCs/>
      <w:color w:val="000000"/>
      <w:lang w:val="de-DE" w:eastAsia="de-DE"/>
    </w:rPr>
  </w:style>
  <w:style w:type="paragraph" w:styleId="Untertitel">
    <w:name w:val="Subtitle"/>
    <w:basedOn w:val="berschrift2"/>
    <w:next w:val="Standard"/>
    <w:link w:val="UntertitelZchn"/>
    <w:uiPriority w:val="11"/>
    <w:semiHidden/>
    <w:qFormat/>
    <w:rsid w:val="0048395C"/>
    <w:pPr>
      <w:numPr>
        <w:numId w:val="11"/>
      </w:numPr>
      <w:jc w:val="left"/>
    </w:pPr>
    <w:rPr>
      <w:b w:val="0"/>
      <w:i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680F2C"/>
    <w:rPr>
      <w:rFonts w:ascii="Arial" w:hAnsi="Arial"/>
      <w:bCs/>
      <w:i/>
      <w:iCs/>
      <w:szCs w:val="24"/>
      <w:lang w:val="de-DE" w:eastAsia="de-DE"/>
    </w:rPr>
  </w:style>
  <w:style w:type="paragraph" w:customStyle="1" w:styleId="AuffhrunginTabelle">
    <w:name w:val="Aufführung in Tabelle"/>
    <w:basedOn w:val="Standard"/>
    <w:qFormat/>
    <w:rsid w:val="00FB21AD"/>
    <w:pPr>
      <w:numPr>
        <w:numId w:val="13"/>
      </w:numPr>
      <w:spacing w:after="0"/>
      <w:ind w:left="113" w:hanging="113"/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48395C"/>
    <w:rPr>
      <w:rFonts w:ascii="Arial" w:eastAsia="Times New Roman" w:hAnsi="Arial" w:cs="Times New Roman"/>
      <w:b/>
      <w:bCs/>
      <w:iCs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2073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3E25B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E25B7"/>
    <w:rPr>
      <w:rFonts w:ascii="Arial" w:hAnsi="Arial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3E25B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E25B7"/>
    <w:rPr>
      <w:rFonts w:ascii="Arial" w:hAnsi="Arial"/>
      <w:lang w:val="de-DE" w:eastAsia="de-DE"/>
    </w:rPr>
  </w:style>
  <w:style w:type="paragraph" w:customStyle="1" w:styleId="Auffhrungen">
    <w:name w:val="Aufführungen"/>
    <w:basedOn w:val="Standard"/>
    <w:qFormat/>
    <w:rsid w:val="00082A97"/>
    <w:pPr>
      <w:numPr>
        <w:numId w:val="15"/>
      </w:num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4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2.xm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wm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m85\Local%20Settings\Temporary%20Internet%20Files\Content.Outlook\0JM8RZGI\Vorlage_Projektberich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BF44C-4239-4149-982B-D06EFA016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Vorlage_Projektbericht.dotx</Template>
  <TotalTime>0</TotalTime>
  <Pages>13</Pages>
  <Words>1137</Words>
  <Characters>7165</Characters>
  <Application>Microsoft Office Word</Application>
  <DocSecurity>4</DocSecurity>
  <Lines>59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Circ 3.8/8, annexe 1</vt:lpstr>
      <vt:lpstr>Kanton Bern</vt:lpstr>
    </vt:vector>
  </TitlesOfParts>
  <Company>PAN Bern AG</Company>
  <LinksUpToDate>false</LinksUpToDate>
  <CharactersWithSpaces>8286</CharactersWithSpaces>
  <SharedDoc>false</SharedDoc>
  <HLinks>
    <vt:vector size="102" baseType="variant"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_Toc291158473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_Toc291158472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_Toc291158471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_Toc291158470</vt:lpwstr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_Toc291158469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_Toc291158468</vt:lpwstr>
      </vt:variant>
      <vt:variant>
        <vt:i4>1114162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_Toc291158467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_Toc291158466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_Toc291158465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_Toc291158464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_Toc291158463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_Toc291158462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_Toc291158461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_Toc291158460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_Toc291158459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_Toc291158458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_Toc291158457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 3.8/8, annexe 1</dc:title>
  <dc:creator>Kurtz Johann</dc:creator>
  <cp:lastModifiedBy>Spiess Anna Olga, WEU-AWN-AFR</cp:lastModifiedBy>
  <cp:revision>2</cp:revision>
  <cp:lastPrinted>2013-03-18T08:32:00Z</cp:lastPrinted>
  <dcterms:created xsi:type="dcterms:W3CDTF">2023-02-22T13:48:00Z</dcterms:created>
  <dcterms:modified xsi:type="dcterms:W3CDTF">2023-02-22T13:48:00Z</dcterms:modified>
</cp:coreProperties>
</file>